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6E2E7" w14:textId="187CDF50" w:rsidR="0042696D" w:rsidRPr="00625323" w:rsidRDefault="0006207D" w:rsidP="00B10596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625323">
        <w:rPr>
          <w:rFonts w:ascii="Lato" w:hAnsi="Lato" w:cs="Open Sans"/>
          <w:b/>
          <w:bCs/>
          <w:sz w:val="32"/>
          <w:szCs w:val="32"/>
        </w:rPr>
        <w:fldChar w:fldCharType="begin"/>
      </w:r>
      <w:r w:rsidRPr="00625323">
        <w:rPr>
          <w:rFonts w:ascii="Lato" w:hAnsi="Lato" w:cs="Open Sans"/>
          <w:b/>
          <w:bCs/>
          <w:sz w:val="32"/>
          <w:szCs w:val="32"/>
        </w:rPr>
        <w:instrText xml:space="preserve"> DOCPROPERTY  "Nazwa projektu"  \* MERGEFORMAT </w:instrText>
      </w:r>
      <w:r w:rsidRPr="00625323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625323" w:rsidRPr="00625323">
        <w:rPr>
          <w:rFonts w:ascii="Lato" w:hAnsi="Lato" w:cs="Open Sans"/>
          <w:b/>
          <w:bCs/>
          <w:sz w:val="32"/>
          <w:szCs w:val="32"/>
        </w:rPr>
        <w:t>Zintegrowany System Poboru Należności i Rozrachunków z UE i Budżetem ZEFIR 2</w:t>
      </w:r>
      <w:r w:rsidRPr="00625323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681BA217" w14:textId="6D42D4A0" w:rsidR="00535984" w:rsidRPr="00625323" w:rsidRDefault="0006207D" w:rsidP="00B10596">
      <w:pPr>
        <w:pStyle w:val="Tytu"/>
        <w:spacing w:before="5040" w:after="240" w:line="276" w:lineRule="auto"/>
        <w:ind w:left="0"/>
        <w:jc w:val="right"/>
        <w:rPr>
          <w:rFonts w:ascii="Lato" w:eastAsia="Yu Gothic Light" w:hAnsi="Lato" w:cstheme="minorHAnsi"/>
          <w:bCs/>
          <w:sz w:val="56"/>
          <w:szCs w:val="28"/>
          <w:lang w:val="pl-PL"/>
        </w:rPr>
      </w:pPr>
      <w:r w:rsidRPr="00625323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begin"/>
      </w:r>
      <w:r w:rsidRPr="00625323">
        <w:rPr>
          <w:rFonts w:ascii="Lato" w:eastAsia="Yu Gothic Light" w:hAnsi="Lato" w:cstheme="minorHAnsi"/>
          <w:bCs/>
          <w:sz w:val="56"/>
          <w:szCs w:val="28"/>
          <w:lang w:val="pl-PL"/>
        </w:rPr>
        <w:instrText xml:space="preserve"> TITLE   \* MERGEFORMAT </w:instrText>
      </w:r>
      <w:r w:rsidRPr="00625323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separate"/>
      </w:r>
      <w:r w:rsidR="00625323" w:rsidRPr="00625323">
        <w:rPr>
          <w:rFonts w:ascii="Lato" w:eastAsia="Yu Gothic Light" w:hAnsi="Lato" w:cstheme="minorHAnsi"/>
          <w:bCs/>
          <w:sz w:val="56"/>
          <w:szCs w:val="28"/>
          <w:lang w:val="pl-PL"/>
        </w:rPr>
        <w:t>Specyfikacja komunikatów XML - część zewnętrzna</w:t>
      </w:r>
      <w:r w:rsidRPr="00625323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end"/>
      </w:r>
    </w:p>
    <w:p w14:paraId="072634F6" w14:textId="3CA71C0B" w:rsidR="003F3585" w:rsidRPr="00625323" w:rsidRDefault="001D1ACD" w:rsidP="00B10596">
      <w:pPr>
        <w:autoSpaceDE w:val="0"/>
        <w:autoSpaceDN w:val="0"/>
        <w:adjustRightInd w:val="0"/>
        <w:spacing w:before="156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625323">
        <w:rPr>
          <w:rFonts w:ascii="Lato" w:hAnsi="Lato" w:cs="Open Sans"/>
          <w:b/>
          <w:bCs/>
          <w:sz w:val="32"/>
          <w:szCs w:val="32"/>
        </w:rPr>
        <w:t>Wersja</w:t>
      </w:r>
      <w:r w:rsidR="0058798F" w:rsidRPr="00625323">
        <w:rPr>
          <w:rFonts w:ascii="Lato" w:hAnsi="Lato" w:cs="Open Sans"/>
          <w:b/>
          <w:bCs/>
          <w:sz w:val="32"/>
          <w:szCs w:val="32"/>
        </w:rPr>
        <w:t xml:space="preserve"> </w:t>
      </w:r>
      <w:r w:rsidR="0006207D" w:rsidRPr="00625323">
        <w:rPr>
          <w:rFonts w:ascii="Lato" w:hAnsi="Lato" w:cs="Open Sans"/>
          <w:b/>
          <w:bCs/>
          <w:sz w:val="32"/>
          <w:szCs w:val="32"/>
        </w:rPr>
        <w:fldChar w:fldCharType="begin"/>
      </w:r>
      <w:r w:rsidR="0006207D" w:rsidRPr="00625323">
        <w:rPr>
          <w:rFonts w:ascii="Lato" w:hAnsi="Lato" w:cs="Open Sans"/>
          <w:b/>
          <w:bCs/>
          <w:sz w:val="32"/>
          <w:szCs w:val="32"/>
        </w:rPr>
        <w:instrText xml:space="preserve"> DOCPROPERTY  Wersja  \* MERGEFORMAT </w:instrText>
      </w:r>
      <w:r w:rsidR="0006207D" w:rsidRPr="00625323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625323" w:rsidRPr="00625323">
        <w:rPr>
          <w:rFonts w:ascii="Lato" w:hAnsi="Lato" w:cs="Open Sans"/>
          <w:b/>
          <w:bCs/>
          <w:sz w:val="32"/>
          <w:szCs w:val="32"/>
        </w:rPr>
        <w:t>1.21</w:t>
      </w:r>
      <w:r w:rsidR="0006207D" w:rsidRPr="00625323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5FCA645B" w14:textId="77777777" w:rsidR="003F3585" w:rsidRPr="00625323" w:rsidRDefault="003F3585" w:rsidP="007D0A84">
      <w:pPr>
        <w:rPr>
          <w:rFonts w:ascii="Lato" w:hAnsi="Lato" w:cs="Open Sans"/>
        </w:rPr>
      </w:pPr>
    </w:p>
    <w:p w14:paraId="7278F097" w14:textId="77777777" w:rsidR="0058798F" w:rsidRPr="00625323" w:rsidRDefault="0058798F" w:rsidP="007D0A84">
      <w:pPr>
        <w:rPr>
          <w:rFonts w:ascii="Lato" w:hAnsi="Lato" w:cs="Open Sans"/>
        </w:rPr>
        <w:sectPr w:rsidR="0058798F" w:rsidRPr="00625323" w:rsidSect="00556079">
          <w:footerReference w:type="even" r:id="rId8"/>
          <w:footerReference w:type="default" r:id="rId9"/>
          <w:headerReference w:type="first" r:id="rId10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5612E0D6" w14:textId="24874B35" w:rsidR="00C85059" w:rsidRPr="00625323" w:rsidRDefault="00C85059" w:rsidP="00C85059">
      <w:pPr>
        <w:pStyle w:val="Legenda"/>
        <w:keepNext/>
      </w:pPr>
      <w:bookmarkStart w:id="0" w:name="_Toc198021065"/>
      <w:r w:rsidRPr="00625323">
        <w:lastRenderedPageBreak/>
        <w:t xml:space="preserve">Tabela </w:t>
      </w:r>
      <w:fldSimple w:instr=" SEQ Tabela \* ARABIC ">
        <w:r w:rsidR="00625323" w:rsidRPr="00625323">
          <w:rPr>
            <w:noProof/>
          </w:rPr>
          <w:t>1</w:t>
        </w:r>
      </w:fldSimple>
      <w:r w:rsidRPr="00625323">
        <w:t>.Metryka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625323" w14:paraId="32CDAB73" w14:textId="77777777" w:rsidTr="005C46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78DD5748" w14:textId="77777777" w:rsidR="00BB6B75" w:rsidRPr="00625323" w:rsidRDefault="00BB6B75" w:rsidP="007D0A84">
            <w:pPr>
              <w:pStyle w:val="Z2Nagwektabeli"/>
              <w:rPr>
                <w:rStyle w:val="Numerstrony"/>
                <w:rFonts w:ascii="Lato" w:eastAsia="Cambria" w:hAnsi="Lato" w:cs="Arial"/>
              </w:rPr>
            </w:pPr>
            <w:r w:rsidRPr="00625323">
              <w:rPr>
                <w:rFonts w:ascii="Lato" w:hAnsi="Lato" w:cs="Arial"/>
              </w:rPr>
              <w:t>Projekt</w:t>
            </w:r>
          </w:p>
        </w:tc>
        <w:tc>
          <w:tcPr>
            <w:tcW w:w="7560" w:type="dxa"/>
          </w:tcPr>
          <w:p w14:paraId="5E6A65BB" w14:textId="77777777" w:rsidR="00BB6B75" w:rsidRPr="00625323" w:rsidRDefault="00BB6B75" w:rsidP="007D0A84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ZEFIR 2</w:t>
            </w:r>
          </w:p>
        </w:tc>
      </w:tr>
      <w:tr w:rsidR="00BB6B75" w:rsidRPr="00625323" w14:paraId="1E9D47A8" w14:textId="77777777" w:rsidTr="005C4632">
        <w:tc>
          <w:tcPr>
            <w:tcW w:w="1800" w:type="dxa"/>
          </w:tcPr>
          <w:p w14:paraId="17371F90" w14:textId="77777777" w:rsidR="00BB6B75" w:rsidRPr="00625323" w:rsidRDefault="00FF41D0" w:rsidP="009E5F0B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Nazwa Wykonawcy</w:t>
            </w:r>
          </w:p>
        </w:tc>
        <w:tc>
          <w:tcPr>
            <w:tcW w:w="7560" w:type="dxa"/>
          </w:tcPr>
          <w:p w14:paraId="38C2A769" w14:textId="77777777" w:rsidR="00BB6B75" w:rsidRPr="00625323" w:rsidRDefault="001D1ACD" w:rsidP="00004C2C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Asseco Poland S.A.</w:t>
            </w:r>
          </w:p>
        </w:tc>
      </w:tr>
      <w:tr w:rsidR="00BB6B75" w:rsidRPr="00625323" w14:paraId="4F404291" w14:textId="77777777" w:rsidTr="005C4632">
        <w:tc>
          <w:tcPr>
            <w:tcW w:w="1800" w:type="dxa"/>
          </w:tcPr>
          <w:p w14:paraId="12D2A9B6" w14:textId="77777777" w:rsidR="00BB6B75" w:rsidRPr="00625323" w:rsidRDefault="00FF41D0" w:rsidP="004520B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Nazwa p</w:t>
            </w:r>
            <w:r w:rsidR="00BB6B75" w:rsidRPr="00625323">
              <w:rPr>
                <w:rFonts w:ascii="Lato" w:hAnsi="Lato" w:cs="Times New Roman"/>
              </w:rPr>
              <w:t>rodukt</w:t>
            </w:r>
            <w:r w:rsidRPr="00625323">
              <w:rPr>
                <w:rFonts w:ascii="Lato" w:hAnsi="Lato" w:cs="Times New Roman"/>
              </w:rPr>
              <w:t>u</w:t>
            </w:r>
          </w:p>
        </w:tc>
        <w:tc>
          <w:tcPr>
            <w:tcW w:w="7560" w:type="dxa"/>
          </w:tcPr>
          <w:p w14:paraId="36C56F01" w14:textId="1412B578" w:rsidR="00BB6B75" w:rsidRPr="00625323" w:rsidRDefault="0006207D" w:rsidP="004520B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fldChar w:fldCharType="begin"/>
            </w:r>
            <w:r w:rsidRPr="00625323">
              <w:rPr>
                <w:rFonts w:ascii="Lato" w:hAnsi="Lato" w:cs="Times New Roman"/>
              </w:rPr>
              <w:instrText xml:space="preserve"> TITLE   \* MERGEFORMAT </w:instrText>
            </w:r>
            <w:r w:rsidRPr="00625323">
              <w:rPr>
                <w:rFonts w:ascii="Lato" w:hAnsi="Lato" w:cs="Times New Roman"/>
              </w:rPr>
              <w:fldChar w:fldCharType="separate"/>
            </w:r>
            <w:r w:rsidR="00625323" w:rsidRPr="00625323">
              <w:rPr>
                <w:rFonts w:ascii="Lato" w:hAnsi="Lato" w:cs="Times New Roman"/>
              </w:rPr>
              <w:t>Specyfikacja komunikatów XML - część zewnętrzna</w:t>
            </w:r>
            <w:r w:rsidRPr="00625323">
              <w:rPr>
                <w:rFonts w:ascii="Lato" w:hAnsi="Lato" w:cs="Times New Roman"/>
              </w:rPr>
              <w:fldChar w:fldCharType="end"/>
            </w:r>
          </w:p>
        </w:tc>
      </w:tr>
      <w:tr w:rsidR="00BB6B75" w:rsidRPr="00625323" w14:paraId="565A441B" w14:textId="77777777" w:rsidTr="005C4632">
        <w:tc>
          <w:tcPr>
            <w:tcW w:w="1800" w:type="dxa"/>
          </w:tcPr>
          <w:p w14:paraId="6F46A045" w14:textId="77777777" w:rsidR="00BB6B75" w:rsidRPr="00625323" w:rsidRDefault="00BB6B75" w:rsidP="004520B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Opis</w:t>
            </w:r>
            <w:r w:rsidR="00FF41D0" w:rsidRPr="00625323">
              <w:rPr>
                <w:rFonts w:ascii="Lato" w:hAnsi="Lato" w:cs="Times New Roman"/>
              </w:rPr>
              <w:t xml:space="preserve"> produktu</w:t>
            </w:r>
          </w:p>
        </w:tc>
        <w:tc>
          <w:tcPr>
            <w:tcW w:w="7560" w:type="dxa"/>
          </w:tcPr>
          <w:p w14:paraId="353F8E96" w14:textId="77777777" w:rsidR="00935C93" w:rsidRPr="00625323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Dokument jest produktem zrealizowanym w ramach Umowy nr 1201-ILL-5.023.22.2021 z dnia 26.02.2021wraz z późniejszymi aneksami.</w:t>
            </w:r>
          </w:p>
          <w:p w14:paraId="4B1DEEAD" w14:textId="77777777" w:rsidR="00004C2C" w:rsidRPr="00625323" w:rsidRDefault="00004C2C" w:rsidP="004520B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Dokument zawiera</w:t>
            </w:r>
            <w:r w:rsidR="008A4189" w:rsidRPr="00625323">
              <w:rPr>
                <w:rFonts w:ascii="Lato" w:hAnsi="Lato" w:cs="Times New Roman"/>
              </w:rPr>
              <w:t xml:space="preserve"> specyfikacje </w:t>
            </w:r>
            <w:r w:rsidR="00EF153B" w:rsidRPr="00625323">
              <w:rPr>
                <w:rFonts w:ascii="Lato" w:hAnsi="Lato" w:cs="Times New Roman"/>
              </w:rPr>
              <w:t>dokumentów (komunikatów) XML</w:t>
            </w:r>
            <w:r w:rsidR="0074466D" w:rsidRPr="00625323">
              <w:rPr>
                <w:rFonts w:ascii="Lato" w:hAnsi="Lato" w:cs="Times New Roman"/>
              </w:rPr>
              <w:t xml:space="preserve"> dotyczące elektronicznej obsługi deklaracji</w:t>
            </w:r>
            <w:r w:rsidR="00CE7583" w:rsidRPr="00625323">
              <w:rPr>
                <w:rFonts w:ascii="Lato" w:hAnsi="Lato" w:cs="Times New Roman"/>
              </w:rPr>
              <w:t>.</w:t>
            </w:r>
          </w:p>
        </w:tc>
      </w:tr>
      <w:tr w:rsidR="00BB6B75" w:rsidRPr="00625323" w14:paraId="10ECEF1D" w14:textId="77777777" w:rsidTr="005C4632">
        <w:tc>
          <w:tcPr>
            <w:tcW w:w="1800" w:type="dxa"/>
          </w:tcPr>
          <w:p w14:paraId="5FF390CE" w14:textId="77777777" w:rsidR="00BB6B75" w:rsidRPr="00625323" w:rsidRDefault="00FF41D0" w:rsidP="004520B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Autor/</w:t>
            </w:r>
            <w:proofErr w:type="spellStart"/>
            <w:r w:rsidRPr="00625323">
              <w:rPr>
                <w:rFonts w:ascii="Lato" w:hAnsi="Lato" w:cs="Times New Roman"/>
              </w:rPr>
              <w:t>rzy</w:t>
            </w:r>
            <w:proofErr w:type="spellEnd"/>
          </w:p>
        </w:tc>
        <w:tc>
          <w:tcPr>
            <w:tcW w:w="7560" w:type="dxa"/>
          </w:tcPr>
          <w:p w14:paraId="1E07163D" w14:textId="7481ED43" w:rsidR="00BB6B75" w:rsidRPr="00625323" w:rsidRDefault="008A4189" w:rsidP="004520B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Projektant – </w:t>
            </w:r>
            <w:r w:rsidR="000F02B8" w:rsidRPr="00625323">
              <w:rPr>
                <w:rFonts w:ascii="Lato" w:hAnsi="Lato" w:cs="Times New Roman"/>
              </w:rPr>
              <w:t>Rafał Złoty</w:t>
            </w:r>
            <w:r w:rsidR="00935C93" w:rsidRPr="00625323">
              <w:rPr>
                <w:rFonts w:ascii="Lato" w:hAnsi="Lato" w:cs="Times New Roman"/>
              </w:rPr>
              <w:t>; Analityk – Bogdan Schmidt</w:t>
            </w:r>
          </w:p>
        </w:tc>
      </w:tr>
      <w:tr w:rsidR="00935C93" w:rsidRPr="00625323" w14:paraId="2362CDFE" w14:textId="77777777" w:rsidTr="005C4632">
        <w:tc>
          <w:tcPr>
            <w:tcW w:w="1800" w:type="dxa"/>
          </w:tcPr>
          <w:p w14:paraId="6C9DF3EA" w14:textId="77777777" w:rsidR="00935C93" w:rsidRPr="00625323" w:rsidRDefault="00935C93" w:rsidP="004520B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Nazwa pliku</w:t>
            </w:r>
          </w:p>
        </w:tc>
        <w:tc>
          <w:tcPr>
            <w:tcW w:w="7560" w:type="dxa"/>
          </w:tcPr>
          <w:p w14:paraId="5724371A" w14:textId="20637582" w:rsidR="00935C93" w:rsidRPr="00625323" w:rsidRDefault="00935C93" w:rsidP="004520B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fldChar w:fldCharType="begin"/>
            </w:r>
            <w:r w:rsidRPr="00625323">
              <w:rPr>
                <w:rFonts w:ascii="Lato" w:hAnsi="Lato" w:cs="Times New Roman"/>
              </w:rPr>
              <w:instrText xml:space="preserve"> FILENAME   \* MERGEFORMAT </w:instrText>
            </w:r>
            <w:r w:rsidRPr="00625323">
              <w:rPr>
                <w:rFonts w:ascii="Lato" w:hAnsi="Lato" w:cs="Times New Roman"/>
              </w:rPr>
              <w:fldChar w:fldCharType="separate"/>
            </w:r>
            <w:r w:rsidR="00625323" w:rsidRPr="00625323">
              <w:rPr>
                <w:rFonts w:ascii="Lato" w:hAnsi="Lato" w:cs="Times New Roman"/>
                <w:noProof/>
              </w:rPr>
              <w:t>ZF2-PWT-KXML-ZEWN_v1.21</w:t>
            </w:r>
            <w:r w:rsidRPr="00625323">
              <w:rPr>
                <w:rFonts w:ascii="Lato" w:hAnsi="Lato" w:cs="Times New Roman"/>
              </w:rPr>
              <w:fldChar w:fldCharType="end"/>
            </w:r>
          </w:p>
        </w:tc>
      </w:tr>
      <w:tr w:rsidR="00935C93" w:rsidRPr="00625323" w14:paraId="339F7B97" w14:textId="77777777" w:rsidTr="005C4632">
        <w:tc>
          <w:tcPr>
            <w:tcW w:w="1800" w:type="dxa"/>
          </w:tcPr>
          <w:p w14:paraId="1C52ED66" w14:textId="4FD2E31A" w:rsidR="00935C93" w:rsidRPr="00625323" w:rsidRDefault="00935C93" w:rsidP="00935C93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Liczba stron</w:t>
            </w:r>
          </w:p>
        </w:tc>
        <w:tc>
          <w:tcPr>
            <w:tcW w:w="7560" w:type="dxa"/>
          </w:tcPr>
          <w:p w14:paraId="322E41CF" w14:textId="638059EC" w:rsidR="00935C93" w:rsidRPr="00625323" w:rsidRDefault="00935C93" w:rsidP="00935C93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fldChar w:fldCharType="begin"/>
            </w:r>
            <w:r w:rsidRPr="00625323">
              <w:rPr>
                <w:rFonts w:ascii="Lato" w:hAnsi="Lato" w:cs="Times New Roman"/>
              </w:rPr>
              <w:instrText xml:space="preserve"> NUMPAGES   \* MERGEFORMAT </w:instrText>
            </w:r>
            <w:r w:rsidRPr="00625323">
              <w:rPr>
                <w:rFonts w:ascii="Lato" w:hAnsi="Lato" w:cs="Times New Roman"/>
              </w:rPr>
              <w:fldChar w:fldCharType="separate"/>
            </w:r>
            <w:r w:rsidR="00625323" w:rsidRPr="00625323">
              <w:rPr>
                <w:rFonts w:ascii="Lato" w:hAnsi="Lato" w:cs="Times New Roman"/>
                <w:noProof/>
              </w:rPr>
              <w:t>43</w:t>
            </w:r>
            <w:r w:rsidRPr="00625323">
              <w:rPr>
                <w:rFonts w:ascii="Lato" w:hAnsi="Lato" w:cs="Times New Roman"/>
              </w:rPr>
              <w:fldChar w:fldCharType="end"/>
            </w:r>
          </w:p>
        </w:tc>
      </w:tr>
    </w:tbl>
    <w:p w14:paraId="384F1DD6" w14:textId="5D5A2BBA" w:rsidR="00C85059" w:rsidRPr="00625323" w:rsidRDefault="00C85059" w:rsidP="00C85059">
      <w:pPr>
        <w:pStyle w:val="Legenda"/>
        <w:keepNext/>
      </w:pPr>
      <w:bookmarkStart w:id="1" w:name="_Toc198021066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2</w:t>
        </w:r>
      </w:fldSimple>
      <w:r w:rsidRPr="00625323">
        <w:t>.Historia zmian dokumentu</w:t>
      </w:r>
      <w:bookmarkEnd w:id="1"/>
    </w:p>
    <w:tbl>
      <w:tblPr>
        <w:tblStyle w:val="Tabela-Siatka"/>
        <w:tblW w:w="9368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960"/>
        <w:gridCol w:w="1127"/>
        <w:gridCol w:w="1161"/>
      </w:tblGrid>
      <w:tr w:rsidR="005366D3" w:rsidRPr="00625323" w14:paraId="1BF3219F" w14:textId="77777777" w:rsidTr="00C663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02354C5C" w14:textId="77777777" w:rsidR="00A45A2F" w:rsidRPr="00625323" w:rsidRDefault="005366D3" w:rsidP="007D0A84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E</w:t>
            </w:r>
            <w:r w:rsidR="00A45A2F" w:rsidRPr="00625323">
              <w:rPr>
                <w:rFonts w:ascii="Lato" w:hAnsi="Lato" w:cs="Arial"/>
              </w:rPr>
              <w:t>dycj</w:t>
            </w:r>
            <w:r w:rsidRPr="00625323">
              <w:rPr>
                <w:rFonts w:ascii="Lato" w:hAnsi="Lato" w:cs="Arial"/>
              </w:rPr>
              <w:t>a</w:t>
            </w:r>
          </w:p>
        </w:tc>
        <w:tc>
          <w:tcPr>
            <w:tcW w:w="877" w:type="dxa"/>
          </w:tcPr>
          <w:p w14:paraId="51BF0557" w14:textId="77777777" w:rsidR="00A45A2F" w:rsidRPr="00625323" w:rsidRDefault="005366D3" w:rsidP="007D0A84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Rewizja</w:t>
            </w:r>
          </w:p>
        </w:tc>
        <w:tc>
          <w:tcPr>
            <w:tcW w:w="1326" w:type="dxa"/>
          </w:tcPr>
          <w:p w14:paraId="283CC2FC" w14:textId="77777777" w:rsidR="00A45A2F" w:rsidRPr="00625323" w:rsidRDefault="00A45A2F" w:rsidP="007D0A84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Data wydania</w:t>
            </w:r>
          </w:p>
        </w:tc>
        <w:tc>
          <w:tcPr>
            <w:tcW w:w="2400" w:type="dxa"/>
          </w:tcPr>
          <w:p w14:paraId="3E110900" w14:textId="77777777" w:rsidR="00A45A2F" w:rsidRPr="00625323" w:rsidRDefault="00A45A2F" w:rsidP="007D0A84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Opis</w:t>
            </w:r>
          </w:p>
        </w:tc>
        <w:tc>
          <w:tcPr>
            <w:tcW w:w="720" w:type="dxa"/>
          </w:tcPr>
          <w:p w14:paraId="2E931B78" w14:textId="77777777" w:rsidR="00A45A2F" w:rsidRPr="00625323" w:rsidRDefault="005366D3" w:rsidP="007D0A84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A</w:t>
            </w:r>
            <w:r w:rsidR="00A45A2F" w:rsidRPr="00625323">
              <w:rPr>
                <w:rFonts w:ascii="Lato" w:hAnsi="Lato" w:cs="Arial"/>
              </w:rPr>
              <w:t>kcja (*)</w:t>
            </w:r>
          </w:p>
        </w:tc>
        <w:tc>
          <w:tcPr>
            <w:tcW w:w="960" w:type="dxa"/>
          </w:tcPr>
          <w:p w14:paraId="5C919598" w14:textId="77777777" w:rsidR="00A45A2F" w:rsidRPr="00625323" w:rsidRDefault="00A45A2F" w:rsidP="007D0A84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Rozdzi</w:t>
            </w:r>
            <w:r w:rsidR="00FF41D0" w:rsidRPr="00625323">
              <w:rPr>
                <w:rFonts w:ascii="Lato" w:hAnsi="Lato" w:cs="Arial"/>
              </w:rPr>
              <w:t>ały</w:t>
            </w:r>
            <w:r w:rsidR="005366D3" w:rsidRPr="00625323">
              <w:rPr>
                <w:rFonts w:ascii="Lato" w:hAnsi="Lato" w:cs="Arial"/>
              </w:rPr>
              <w:t xml:space="preserve"> </w:t>
            </w:r>
            <w:r w:rsidRPr="00625323">
              <w:rPr>
                <w:rFonts w:ascii="Lato" w:hAnsi="Lato" w:cs="Arial"/>
              </w:rPr>
              <w:t>(**)</w:t>
            </w:r>
          </w:p>
        </w:tc>
        <w:tc>
          <w:tcPr>
            <w:tcW w:w="1127" w:type="dxa"/>
          </w:tcPr>
          <w:p w14:paraId="5824E19A" w14:textId="77777777" w:rsidR="00A45A2F" w:rsidRPr="00625323" w:rsidRDefault="00A45A2F" w:rsidP="007D0A84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Autor</w:t>
            </w:r>
            <w:r w:rsidR="00FF41D0" w:rsidRPr="00625323">
              <w:rPr>
                <w:rFonts w:ascii="Lato" w:hAnsi="Lato" w:cs="Arial"/>
              </w:rPr>
              <w:t>/</w:t>
            </w:r>
            <w:proofErr w:type="spellStart"/>
            <w:r w:rsidR="00FF41D0" w:rsidRPr="00625323">
              <w:rPr>
                <w:rFonts w:ascii="Lato" w:hAnsi="Lato" w:cs="Arial"/>
              </w:rPr>
              <w:t>rzy</w:t>
            </w:r>
            <w:proofErr w:type="spellEnd"/>
            <w:r w:rsidR="00FF41D0" w:rsidRPr="00625323">
              <w:rPr>
                <w:rFonts w:ascii="Lato" w:hAnsi="Lato" w:cs="Arial"/>
              </w:rPr>
              <w:t xml:space="preserve"> </w:t>
            </w:r>
            <w:r w:rsidRPr="00625323">
              <w:rPr>
                <w:rFonts w:ascii="Lato" w:hAnsi="Lato" w:cs="Arial"/>
              </w:rPr>
              <w:t>(***)</w:t>
            </w:r>
          </w:p>
        </w:tc>
        <w:tc>
          <w:tcPr>
            <w:tcW w:w="1161" w:type="dxa"/>
          </w:tcPr>
          <w:p w14:paraId="19EFB4AD" w14:textId="77777777" w:rsidR="00A45A2F" w:rsidRPr="00625323" w:rsidRDefault="00A45A2F" w:rsidP="007D0A84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 xml:space="preserve">Data </w:t>
            </w:r>
            <w:r w:rsidR="005366D3" w:rsidRPr="00625323">
              <w:rPr>
                <w:rFonts w:ascii="Lato" w:hAnsi="Lato" w:cs="Arial"/>
              </w:rPr>
              <w:t>KJ</w:t>
            </w:r>
          </w:p>
        </w:tc>
      </w:tr>
      <w:tr w:rsidR="005444C7" w:rsidRPr="00625323" w14:paraId="14454A00" w14:textId="77777777" w:rsidTr="00C663FF">
        <w:tc>
          <w:tcPr>
            <w:tcW w:w="797" w:type="dxa"/>
          </w:tcPr>
          <w:p w14:paraId="595DA342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784CF44A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1326" w:type="dxa"/>
          </w:tcPr>
          <w:p w14:paraId="3B44A881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2013-02-11</w:t>
            </w:r>
          </w:p>
        </w:tc>
        <w:tc>
          <w:tcPr>
            <w:tcW w:w="2400" w:type="dxa"/>
          </w:tcPr>
          <w:p w14:paraId="54012CD0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Utworzenie dokumentu</w:t>
            </w:r>
          </w:p>
        </w:tc>
        <w:tc>
          <w:tcPr>
            <w:tcW w:w="720" w:type="dxa"/>
          </w:tcPr>
          <w:p w14:paraId="4C20FA22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N</w:t>
            </w:r>
          </w:p>
        </w:tc>
        <w:tc>
          <w:tcPr>
            <w:tcW w:w="960" w:type="dxa"/>
          </w:tcPr>
          <w:p w14:paraId="2828CAA3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3FF2925A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Jerzy </w:t>
            </w:r>
            <w:proofErr w:type="spellStart"/>
            <w:r w:rsidRPr="00625323">
              <w:rPr>
                <w:rFonts w:ascii="Lato" w:hAnsi="Lato" w:cs="Times New Roman"/>
              </w:rPr>
              <w:t>Jeruzol</w:t>
            </w:r>
            <w:proofErr w:type="spellEnd"/>
            <w:r w:rsidRPr="00625323">
              <w:rPr>
                <w:rFonts w:ascii="Lato" w:hAnsi="Lato" w:cs="Times New Roman"/>
              </w:rPr>
              <w:t xml:space="preserve"> </w:t>
            </w:r>
          </w:p>
        </w:tc>
        <w:tc>
          <w:tcPr>
            <w:tcW w:w="1161" w:type="dxa"/>
          </w:tcPr>
          <w:p w14:paraId="57E556F1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</w:tr>
      <w:tr w:rsidR="005444C7" w:rsidRPr="00625323" w14:paraId="2A3CB98B" w14:textId="77777777" w:rsidTr="00C663FF">
        <w:tc>
          <w:tcPr>
            <w:tcW w:w="797" w:type="dxa"/>
          </w:tcPr>
          <w:p w14:paraId="41348B70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17D60C53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</w:t>
            </w:r>
          </w:p>
        </w:tc>
        <w:tc>
          <w:tcPr>
            <w:tcW w:w="1326" w:type="dxa"/>
          </w:tcPr>
          <w:p w14:paraId="09A38E51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2013-02-27</w:t>
            </w:r>
          </w:p>
        </w:tc>
        <w:tc>
          <w:tcPr>
            <w:tcW w:w="2400" w:type="dxa"/>
          </w:tcPr>
          <w:p w14:paraId="62977BCF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Uzupełnienie dokumentu o komunikaty XML dotyczące elektronicznej obsługi deklaracji.</w:t>
            </w:r>
          </w:p>
          <w:p w14:paraId="6875B1DA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Wydzielenie załączników</w:t>
            </w:r>
          </w:p>
        </w:tc>
        <w:tc>
          <w:tcPr>
            <w:tcW w:w="720" w:type="dxa"/>
          </w:tcPr>
          <w:p w14:paraId="0634E97E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960" w:type="dxa"/>
          </w:tcPr>
          <w:p w14:paraId="36EE2C77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  <w:tc>
          <w:tcPr>
            <w:tcW w:w="1127" w:type="dxa"/>
          </w:tcPr>
          <w:p w14:paraId="6A2C92B7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Jerzy </w:t>
            </w:r>
            <w:proofErr w:type="spellStart"/>
            <w:r w:rsidRPr="00625323">
              <w:rPr>
                <w:rFonts w:ascii="Lato" w:hAnsi="Lato" w:cs="Times New Roman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4B056D3E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</w:tr>
      <w:tr w:rsidR="005444C7" w:rsidRPr="00625323" w14:paraId="55BB0A0E" w14:textId="77777777" w:rsidTr="00C663FF">
        <w:tc>
          <w:tcPr>
            <w:tcW w:w="797" w:type="dxa"/>
          </w:tcPr>
          <w:p w14:paraId="76A6D10D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78AECB77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3</w:t>
            </w:r>
          </w:p>
        </w:tc>
        <w:tc>
          <w:tcPr>
            <w:tcW w:w="1326" w:type="dxa"/>
          </w:tcPr>
          <w:p w14:paraId="64C09C39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2013-03-13</w:t>
            </w:r>
          </w:p>
        </w:tc>
        <w:tc>
          <w:tcPr>
            <w:tcW w:w="2400" w:type="dxa"/>
          </w:tcPr>
          <w:p w14:paraId="4C362A9F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Zmiana organizacji dokumentu, poszerzenie opisu usług </w:t>
            </w:r>
            <w:proofErr w:type="spellStart"/>
            <w:r w:rsidRPr="00625323">
              <w:rPr>
                <w:rFonts w:ascii="Lato" w:hAnsi="Lato" w:cs="Times New Roman"/>
              </w:rPr>
              <w:t>webserwisu</w:t>
            </w:r>
            <w:proofErr w:type="spellEnd"/>
          </w:p>
        </w:tc>
        <w:tc>
          <w:tcPr>
            <w:tcW w:w="720" w:type="dxa"/>
          </w:tcPr>
          <w:p w14:paraId="550DEF86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12AAD8C0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  <w:tc>
          <w:tcPr>
            <w:tcW w:w="1127" w:type="dxa"/>
          </w:tcPr>
          <w:p w14:paraId="3F49F4E6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Jerzy </w:t>
            </w:r>
            <w:proofErr w:type="spellStart"/>
            <w:r w:rsidRPr="00625323">
              <w:rPr>
                <w:rFonts w:ascii="Lato" w:hAnsi="Lato" w:cs="Times New Roman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1344E969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</w:tr>
      <w:tr w:rsidR="005444C7" w:rsidRPr="00625323" w14:paraId="1FBB2F48" w14:textId="77777777" w:rsidTr="00C663FF">
        <w:tc>
          <w:tcPr>
            <w:tcW w:w="797" w:type="dxa"/>
          </w:tcPr>
          <w:p w14:paraId="037D9BAC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04C9CE22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4</w:t>
            </w:r>
          </w:p>
        </w:tc>
        <w:tc>
          <w:tcPr>
            <w:tcW w:w="1326" w:type="dxa"/>
          </w:tcPr>
          <w:p w14:paraId="4CF5AE1D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2013-07-05</w:t>
            </w:r>
          </w:p>
        </w:tc>
        <w:tc>
          <w:tcPr>
            <w:tcW w:w="2400" w:type="dxa"/>
          </w:tcPr>
          <w:p w14:paraId="08257E7B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Aktualizacja listy </w:t>
            </w:r>
            <w:proofErr w:type="spellStart"/>
            <w:r w:rsidRPr="00625323">
              <w:rPr>
                <w:rFonts w:ascii="Lato" w:hAnsi="Lato" w:cs="Times New Roman"/>
              </w:rPr>
              <w:t>webserwisów</w:t>
            </w:r>
            <w:proofErr w:type="spellEnd"/>
          </w:p>
        </w:tc>
        <w:tc>
          <w:tcPr>
            <w:tcW w:w="720" w:type="dxa"/>
          </w:tcPr>
          <w:p w14:paraId="2171F666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960" w:type="dxa"/>
          </w:tcPr>
          <w:p w14:paraId="2C0665FF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  <w:tc>
          <w:tcPr>
            <w:tcW w:w="1127" w:type="dxa"/>
          </w:tcPr>
          <w:p w14:paraId="0C83B14B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333552ED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</w:tr>
      <w:tr w:rsidR="005444C7" w:rsidRPr="00625323" w14:paraId="1CC33B7B" w14:textId="77777777" w:rsidTr="00C663FF">
        <w:tc>
          <w:tcPr>
            <w:tcW w:w="797" w:type="dxa"/>
          </w:tcPr>
          <w:p w14:paraId="6B11A72F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1F47A199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5</w:t>
            </w:r>
          </w:p>
        </w:tc>
        <w:tc>
          <w:tcPr>
            <w:tcW w:w="1326" w:type="dxa"/>
          </w:tcPr>
          <w:p w14:paraId="1A0F373C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2013-07-05</w:t>
            </w:r>
          </w:p>
        </w:tc>
        <w:tc>
          <w:tcPr>
            <w:tcW w:w="2400" w:type="dxa"/>
          </w:tcPr>
          <w:p w14:paraId="54C6CBAB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Dostosowanie wersji</w:t>
            </w:r>
          </w:p>
        </w:tc>
        <w:tc>
          <w:tcPr>
            <w:tcW w:w="720" w:type="dxa"/>
          </w:tcPr>
          <w:p w14:paraId="698034E9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960" w:type="dxa"/>
          </w:tcPr>
          <w:p w14:paraId="767ACE05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  <w:tc>
          <w:tcPr>
            <w:tcW w:w="1127" w:type="dxa"/>
          </w:tcPr>
          <w:p w14:paraId="603E8DED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Jerzy </w:t>
            </w:r>
            <w:proofErr w:type="spellStart"/>
            <w:r w:rsidRPr="00625323">
              <w:rPr>
                <w:rFonts w:ascii="Lato" w:hAnsi="Lato" w:cs="Times New Roman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5AD79D87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</w:tr>
      <w:tr w:rsidR="005444C7" w:rsidRPr="00625323" w14:paraId="6B7C9BD0" w14:textId="77777777" w:rsidTr="00C663FF">
        <w:tc>
          <w:tcPr>
            <w:tcW w:w="797" w:type="dxa"/>
          </w:tcPr>
          <w:p w14:paraId="08CDA5B2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545A4021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6</w:t>
            </w:r>
          </w:p>
        </w:tc>
        <w:tc>
          <w:tcPr>
            <w:tcW w:w="1326" w:type="dxa"/>
          </w:tcPr>
          <w:p w14:paraId="255B211C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2013-07-19</w:t>
            </w:r>
          </w:p>
        </w:tc>
        <w:tc>
          <w:tcPr>
            <w:tcW w:w="2400" w:type="dxa"/>
          </w:tcPr>
          <w:p w14:paraId="3411F0F6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Aktualizacja listy dokumentów XML oraz struktur danych wspólnych</w:t>
            </w:r>
          </w:p>
        </w:tc>
        <w:tc>
          <w:tcPr>
            <w:tcW w:w="720" w:type="dxa"/>
          </w:tcPr>
          <w:p w14:paraId="2F55D347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960" w:type="dxa"/>
          </w:tcPr>
          <w:p w14:paraId="0A971054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  <w:tc>
          <w:tcPr>
            <w:tcW w:w="1127" w:type="dxa"/>
          </w:tcPr>
          <w:p w14:paraId="605A2F92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7EDFD1B2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</w:tr>
      <w:tr w:rsidR="005444C7" w:rsidRPr="00625323" w14:paraId="1E1A9D3C" w14:textId="77777777" w:rsidTr="00C663FF">
        <w:tc>
          <w:tcPr>
            <w:tcW w:w="797" w:type="dxa"/>
          </w:tcPr>
          <w:p w14:paraId="26726809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0E0DE349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6</w:t>
            </w:r>
          </w:p>
        </w:tc>
        <w:tc>
          <w:tcPr>
            <w:tcW w:w="1326" w:type="dxa"/>
          </w:tcPr>
          <w:p w14:paraId="45D51BF8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2013-07-26</w:t>
            </w:r>
          </w:p>
        </w:tc>
        <w:tc>
          <w:tcPr>
            <w:tcW w:w="2400" w:type="dxa"/>
          </w:tcPr>
          <w:p w14:paraId="1B9ED8A1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Poprawa nazw dokumentów</w:t>
            </w:r>
          </w:p>
        </w:tc>
        <w:tc>
          <w:tcPr>
            <w:tcW w:w="720" w:type="dxa"/>
          </w:tcPr>
          <w:p w14:paraId="37E962AB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960" w:type="dxa"/>
          </w:tcPr>
          <w:p w14:paraId="0F7B0D38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  <w:tc>
          <w:tcPr>
            <w:tcW w:w="1127" w:type="dxa"/>
          </w:tcPr>
          <w:p w14:paraId="7EB6E1AD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Sławomir </w:t>
            </w:r>
            <w:proofErr w:type="spellStart"/>
            <w:r w:rsidRPr="00625323">
              <w:rPr>
                <w:rFonts w:ascii="Lato" w:hAnsi="Lato" w:cs="Times New Roman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48FC9CDD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</w:tr>
      <w:tr w:rsidR="005444C7" w:rsidRPr="00625323" w14:paraId="06F6AC53" w14:textId="77777777" w:rsidTr="00C663FF">
        <w:tc>
          <w:tcPr>
            <w:tcW w:w="797" w:type="dxa"/>
          </w:tcPr>
          <w:p w14:paraId="7E0EBD31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167CFC10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6</w:t>
            </w:r>
          </w:p>
        </w:tc>
        <w:tc>
          <w:tcPr>
            <w:tcW w:w="1326" w:type="dxa"/>
          </w:tcPr>
          <w:p w14:paraId="53DE9DA5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2013-07-26</w:t>
            </w:r>
          </w:p>
        </w:tc>
        <w:tc>
          <w:tcPr>
            <w:tcW w:w="2400" w:type="dxa"/>
          </w:tcPr>
          <w:p w14:paraId="1E52A6C0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Dodanie  AKCST do wykazu dokumentów specyfikacji XML</w:t>
            </w:r>
          </w:p>
        </w:tc>
        <w:tc>
          <w:tcPr>
            <w:tcW w:w="720" w:type="dxa"/>
          </w:tcPr>
          <w:p w14:paraId="63D3C520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960" w:type="dxa"/>
          </w:tcPr>
          <w:p w14:paraId="4E3E515D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  <w:tc>
          <w:tcPr>
            <w:tcW w:w="1127" w:type="dxa"/>
          </w:tcPr>
          <w:p w14:paraId="47C43679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Sławomir</w:t>
            </w:r>
          </w:p>
          <w:p w14:paraId="4D6AAA0E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100ABCB9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</w:tr>
      <w:tr w:rsidR="005444C7" w:rsidRPr="00625323" w:rsidDel="00193612" w14:paraId="5F589FAE" w14:textId="77777777" w:rsidTr="00C663FF">
        <w:tc>
          <w:tcPr>
            <w:tcW w:w="797" w:type="dxa"/>
          </w:tcPr>
          <w:p w14:paraId="403D9896" w14:textId="77777777" w:rsidR="005444C7" w:rsidRPr="00625323" w:rsidDel="00DC1690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16138152" w14:textId="77777777" w:rsidR="005444C7" w:rsidRPr="00625323" w:rsidDel="00DC1690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6</w:t>
            </w:r>
          </w:p>
        </w:tc>
        <w:tc>
          <w:tcPr>
            <w:tcW w:w="1326" w:type="dxa"/>
          </w:tcPr>
          <w:p w14:paraId="0554DD91" w14:textId="77777777" w:rsidR="005444C7" w:rsidRPr="00625323" w:rsidDel="00193612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  <w:tc>
          <w:tcPr>
            <w:tcW w:w="2400" w:type="dxa"/>
          </w:tcPr>
          <w:p w14:paraId="23C4AEB0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Kontrola jakości dokumentu po stronie Wykonawcy</w:t>
            </w:r>
          </w:p>
        </w:tc>
        <w:tc>
          <w:tcPr>
            <w:tcW w:w="720" w:type="dxa"/>
          </w:tcPr>
          <w:p w14:paraId="4B6E5374" w14:textId="77777777" w:rsidR="005444C7" w:rsidRPr="00625323" w:rsidDel="00E715AA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628467D9" w14:textId="77777777" w:rsidR="005444C7" w:rsidRPr="00625323" w:rsidDel="00E715AA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0C90E074" w14:textId="77777777" w:rsidR="005444C7" w:rsidRPr="00625323" w:rsidDel="00E715AA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Ewa Cegła</w:t>
            </w:r>
          </w:p>
        </w:tc>
        <w:tc>
          <w:tcPr>
            <w:tcW w:w="1161" w:type="dxa"/>
          </w:tcPr>
          <w:p w14:paraId="2CFF75D8" w14:textId="77777777" w:rsidR="005444C7" w:rsidRPr="00625323" w:rsidDel="00193612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2013-07-30</w:t>
            </w:r>
          </w:p>
        </w:tc>
      </w:tr>
      <w:tr w:rsidR="005444C7" w:rsidRPr="00625323" w14:paraId="0B798DAA" w14:textId="77777777" w:rsidTr="00C663FF">
        <w:tc>
          <w:tcPr>
            <w:tcW w:w="797" w:type="dxa"/>
          </w:tcPr>
          <w:p w14:paraId="65F2C999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2E2CE84C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6</w:t>
            </w:r>
          </w:p>
        </w:tc>
        <w:tc>
          <w:tcPr>
            <w:tcW w:w="1326" w:type="dxa"/>
          </w:tcPr>
          <w:p w14:paraId="0BD86CCD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2013-07-30</w:t>
            </w:r>
          </w:p>
        </w:tc>
        <w:tc>
          <w:tcPr>
            <w:tcW w:w="2400" w:type="dxa"/>
          </w:tcPr>
          <w:p w14:paraId="08D2A900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Przekazanie do kontroli jakości przez Zamawiającego </w:t>
            </w:r>
          </w:p>
        </w:tc>
        <w:tc>
          <w:tcPr>
            <w:tcW w:w="720" w:type="dxa"/>
          </w:tcPr>
          <w:p w14:paraId="14AA2524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960" w:type="dxa"/>
          </w:tcPr>
          <w:p w14:paraId="5E5F9C22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1127" w:type="dxa"/>
          </w:tcPr>
          <w:p w14:paraId="14F5BE30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Biuro Projektu</w:t>
            </w:r>
          </w:p>
        </w:tc>
        <w:tc>
          <w:tcPr>
            <w:tcW w:w="1161" w:type="dxa"/>
          </w:tcPr>
          <w:p w14:paraId="328DF840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</w:tr>
      <w:tr w:rsidR="005444C7" w:rsidRPr="00625323" w14:paraId="54EB1E34" w14:textId="77777777" w:rsidTr="00C663FF">
        <w:tc>
          <w:tcPr>
            <w:tcW w:w="797" w:type="dxa"/>
          </w:tcPr>
          <w:p w14:paraId="513C6123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lastRenderedPageBreak/>
              <w:t>0</w:t>
            </w:r>
          </w:p>
        </w:tc>
        <w:tc>
          <w:tcPr>
            <w:tcW w:w="877" w:type="dxa"/>
          </w:tcPr>
          <w:p w14:paraId="14676644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7</w:t>
            </w:r>
          </w:p>
        </w:tc>
        <w:tc>
          <w:tcPr>
            <w:tcW w:w="1326" w:type="dxa"/>
          </w:tcPr>
          <w:p w14:paraId="5DCAFD6B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2013-08-14</w:t>
            </w:r>
          </w:p>
        </w:tc>
        <w:tc>
          <w:tcPr>
            <w:tcW w:w="2400" w:type="dxa"/>
          </w:tcPr>
          <w:p w14:paraId="4F68CCFC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Aktualizacja listy dokumentów</w:t>
            </w:r>
          </w:p>
        </w:tc>
        <w:tc>
          <w:tcPr>
            <w:tcW w:w="720" w:type="dxa"/>
          </w:tcPr>
          <w:p w14:paraId="028CB498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6AF8E4E9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5, 7</w:t>
            </w:r>
          </w:p>
        </w:tc>
        <w:tc>
          <w:tcPr>
            <w:tcW w:w="1127" w:type="dxa"/>
          </w:tcPr>
          <w:p w14:paraId="6972B99A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71473C8F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</w:tr>
      <w:tr w:rsidR="005444C7" w:rsidRPr="00625323" w14:paraId="10331031" w14:textId="77777777" w:rsidTr="00C663FF">
        <w:tc>
          <w:tcPr>
            <w:tcW w:w="797" w:type="dxa"/>
          </w:tcPr>
          <w:p w14:paraId="5AF28C3A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25FA7705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7</w:t>
            </w:r>
          </w:p>
        </w:tc>
        <w:tc>
          <w:tcPr>
            <w:tcW w:w="1326" w:type="dxa"/>
          </w:tcPr>
          <w:p w14:paraId="14B4CE84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77634D4E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Kontrola jakości dokumentu po stronie Wykonawcy</w:t>
            </w:r>
          </w:p>
        </w:tc>
        <w:tc>
          <w:tcPr>
            <w:tcW w:w="720" w:type="dxa"/>
          </w:tcPr>
          <w:p w14:paraId="3799A1BF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1BDEF255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53036777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44A53019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2013-08-16</w:t>
            </w:r>
          </w:p>
        </w:tc>
      </w:tr>
      <w:tr w:rsidR="005444C7" w:rsidRPr="00625323" w14:paraId="19C24A07" w14:textId="77777777" w:rsidTr="00C663FF">
        <w:tc>
          <w:tcPr>
            <w:tcW w:w="797" w:type="dxa"/>
          </w:tcPr>
          <w:p w14:paraId="1200EADD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483EE991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7</w:t>
            </w:r>
          </w:p>
        </w:tc>
        <w:tc>
          <w:tcPr>
            <w:tcW w:w="1326" w:type="dxa"/>
          </w:tcPr>
          <w:p w14:paraId="30932BE1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2013-08-19</w:t>
            </w:r>
          </w:p>
        </w:tc>
        <w:tc>
          <w:tcPr>
            <w:tcW w:w="2400" w:type="dxa"/>
          </w:tcPr>
          <w:p w14:paraId="1907262A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424FE16A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960" w:type="dxa"/>
          </w:tcPr>
          <w:p w14:paraId="0D877647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1127" w:type="dxa"/>
          </w:tcPr>
          <w:p w14:paraId="20D1424F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Biuro Projektu</w:t>
            </w:r>
          </w:p>
        </w:tc>
        <w:tc>
          <w:tcPr>
            <w:tcW w:w="1161" w:type="dxa"/>
          </w:tcPr>
          <w:p w14:paraId="16E9933D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</w:tr>
      <w:tr w:rsidR="005444C7" w:rsidRPr="00625323" w14:paraId="57EA1A87" w14:textId="77777777" w:rsidTr="00C663FF">
        <w:tc>
          <w:tcPr>
            <w:tcW w:w="797" w:type="dxa"/>
          </w:tcPr>
          <w:p w14:paraId="4D9EB13B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5C01F13C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8</w:t>
            </w:r>
          </w:p>
        </w:tc>
        <w:tc>
          <w:tcPr>
            <w:tcW w:w="1326" w:type="dxa"/>
          </w:tcPr>
          <w:p w14:paraId="51906B9A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2013-08-27</w:t>
            </w:r>
          </w:p>
        </w:tc>
        <w:tc>
          <w:tcPr>
            <w:tcW w:w="2400" w:type="dxa"/>
          </w:tcPr>
          <w:p w14:paraId="2C7CE6DC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Przywrócenie dokumentacji usług wystawionych przez System ECIP</w:t>
            </w:r>
          </w:p>
        </w:tc>
        <w:tc>
          <w:tcPr>
            <w:tcW w:w="720" w:type="dxa"/>
          </w:tcPr>
          <w:p w14:paraId="4EB15FAF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05B0ADA5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5, 7</w:t>
            </w:r>
          </w:p>
        </w:tc>
        <w:tc>
          <w:tcPr>
            <w:tcW w:w="1127" w:type="dxa"/>
          </w:tcPr>
          <w:p w14:paraId="66024A16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00E12236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</w:tr>
      <w:tr w:rsidR="005444C7" w:rsidRPr="00625323" w14:paraId="7FCF6B98" w14:textId="77777777" w:rsidTr="00C663FF">
        <w:tc>
          <w:tcPr>
            <w:tcW w:w="797" w:type="dxa"/>
          </w:tcPr>
          <w:p w14:paraId="4B088DA0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222E1D9A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8</w:t>
            </w:r>
          </w:p>
        </w:tc>
        <w:tc>
          <w:tcPr>
            <w:tcW w:w="1326" w:type="dxa"/>
          </w:tcPr>
          <w:p w14:paraId="5E3254B1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4BE7E989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Kontrola jakości dokumentu po stronie Wykonawcy</w:t>
            </w:r>
          </w:p>
        </w:tc>
        <w:tc>
          <w:tcPr>
            <w:tcW w:w="720" w:type="dxa"/>
          </w:tcPr>
          <w:p w14:paraId="1AF70171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10FF0945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23135EE8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Tomasz </w:t>
            </w:r>
            <w:proofErr w:type="spellStart"/>
            <w:r w:rsidRPr="00625323">
              <w:rPr>
                <w:rFonts w:ascii="Lato" w:hAnsi="Lato" w:cs="Times New Roman"/>
              </w:rPr>
              <w:t>Odziemczyk</w:t>
            </w:r>
            <w:proofErr w:type="spellEnd"/>
          </w:p>
        </w:tc>
        <w:tc>
          <w:tcPr>
            <w:tcW w:w="1161" w:type="dxa"/>
          </w:tcPr>
          <w:p w14:paraId="392C9EA8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2013-08-28</w:t>
            </w:r>
          </w:p>
        </w:tc>
      </w:tr>
      <w:tr w:rsidR="005444C7" w:rsidRPr="00625323" w14:paraId="2456FE68" w14:textId="77777777" w:rsidTr="00C663FF">
        <w:tc>
          <w:tcPr>
            <w:tcW w:w="797" w:type="dxa"/>
          </w:tcPr>
          <w:p w14:paraId="535F9AE2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15C5A2E6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8</w:t>
            </w:r>
          </w:p>
        </w:tc>
        <w:tc>
          <w:tcPr>
            <w:tcW w:w="1326" w:type="dxa"/>
          </w:tcPr>
          <w:p w14:paraId="5A072061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2013-08-28</w:t>
            </w:r>
          </w:p>
        </w:tc>
        <w:tc>
          <w:tcPr>
            <w:tcW w:w="2400" w:type="dxa"/>
          </w:tcPr>
          <w:p w14:paraId="5E72065F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576B623F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960" w:type="dxa"/>
          </w:tcPr>
          <w:p w14:paraId="4DA4EEC4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1127" w:type="dxa"/>
          </w:tcPr>
          <w:p w14:paraId="4B68B3EA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Biuro Projektu</w:t>
            </w:r>
          </w:p>
        </w:tc>
        <w:tc>
          <w:tcPr>
            <w:tcW w:w="1161" w:type="dxa"/>
          </w:tcPr>
          <w:p w14:paraId="0ACAE244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</w:tr>
      <w:tr w:rsidR="005444C7" w:rsidRPr="00625323" w14:paraId="13F76979" w14:textId="77777777" w:rsidTr="00C663FF">
        <w:tc>
          <w:tcPr>
            <w:tcW w:w="797" w:type="dxa"/>
          </w:tcPr>
          <w:p w14:paraId="386A9BFF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6CEF52A9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9</w:t>
            </w:r>
          </w:p>
        </w:tc>
        <w:tc>
          <w:tcPr>
            <w:tcW w:w="1326" w:type="dxa"/>
          </w:tcPr>
          <w:p w14:paraId="3443131C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2013-09-11</w:t>
            </w:r>
          </w:p>
        </w:tc>
        <w:tc>
          <w:tcPr>
            <w:tcW w:w="2400" w:type="dxa"/>
          </w:tcPr>
          <w:p w14:paraId="0C40DA70" w14:textId="717F4123" w:rsidR="005444C7" w:rsidRPr="00625323" w:rsidRDefault="00E17E7E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Aktualizacja</w:t>
            </w:r>
            <w:r w:rsidR="005444C7" w:rsidRPr="00625323">
              <w:rPr>
                <w:rFonts w:ascii="Lato" w:hAnsi="Lato" w:cs="Times New Roman"/>
              </w:rPr>
              <w:t xml:space="preserve"> </w:t>
            </w:r>
          </w:p>
        </w:tc>
        <w:tc>
          <w:tcPr>
            <w:tcW w:w="720" w:type="dxa"/>
          </w:tcPr>
          <w:p w14:paraId="2F08B62F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7C41E517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06FE9028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6EECF81D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</w:tr>
      <w:tr w:rsidR="005444C7" w:rsidRPr="00625323" w14:paraId="6E30EA71" w14:textId="77777777" w:rsidTr="00C663FF">
        <w:tc>
          <w:tcPr>
            <w:tcW w:w="797" w:type="dxa"/>
          </w:tcPr>
          <w:p w14:paraId="15960108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36B23A9E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9</w:t>
            </w:r>
          </w:p>
        </w:tc>
        <w:tc>
          <w:tcPr>
            <w:tcW w:w="1326" w:type="dxa"/>
          </w:tcPr>
          <w:p w14:paraId="6E7F8767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2D7A699D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Kontrola jakości dokumentu po stronie Wykonawcy</w:t>
            </w:r>
          </w:p>
        </w:tc>
        <w:tc>
          <w:tcPr>
            <w:tcW w:w="720" w:type="dxa"/>
          </w:tcPr>
          <w:p w14:paraId="4C3274CA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46B75188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01BFBAAF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33696ABF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2013-11-08</w:t>
            </w:r>
          </w:p>
        </w:tc>
      </w:tr>
      <w:tr w:rsidR="005444C7" w:rsidRPr="00625323" w14:paraId="429C3040" w14:textId="77777777" w:rsidTr="00C663FF">
        <w:tc>
          <w:tcPr>
            <w:tcW w:w="797" w:type="dxa"/>
          </w:tcPr>
          <w:p w14:paraId="659EE5B6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1BDF7047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9</w:t>
            </w:r>
          </w:p>
        </w:tc>
        <w:tc>
          <w:tcPr>
            <w:tcW w:w="1326" w:type="dxa"/>
          </w:tcPr>
          <w:p w14:paraId="65E3229E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2013-11-08</w:t>
            </w:r>
          </w:p>
        </w:tc>
        <w:tc>
          <w:tcPr>
            <w:tcW w:w="2400" w:type="dxa"/>
          </w:tcPr>
          <w:p w14:paraId="55B3E489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71532D24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960" w:type="dxa"/>
          </w:tcPr>
          <w:p w14:paraId="1EF7A1F6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1127" w:type="dxa"/>
          </w:tcPr>
          <w:p w14:paraId="1D0D12CA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Jerzy </w:t>
            </w:r>
            <w:proofErr w:type="spellStart"/>
            <w:r w:rsidRPr="00625323">
              <w:rPr>
                <w:rFonts w:ascii="Lato" w:hAnsi="Lato" w:cs="Times New Roman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1996A09C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</w:tr>
      <w:tr w:rsidR="005444C7" w:rsidRPr="00625323" w14:paraId="75EE729B" w14:textId="77777777" w:rsidTr="00C663FF">
        <w:tc>
          <w:tcPr>
            <w:tcW w:w="797" w:type="dxa"/>
          </w:tcPr>
          <w:p w14:paraId="7CF3EE33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35060A65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10</w:t>
            </w:r>
          </w:p>
        </w:tc>
        <w:tc>
          <w:tcPr>
            <w:tcW w:w="1326" w:type="dxa"/>
          </w:tcPr>
          <w:p w14:paraId="43C9A5E0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2013-11-29</w:t>
            </w:r>
          </w:p>
        </w:tc>
        <w:tc>
          <w:tcPr>
            <w:tcW w:w="2400" w:type="dxa"/>
          </w:tcPr>
          <w:p w14:paraId="29ED4C68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Usunięcie nieużywanych typów</w:t>
            </w:r>
          </w:p>
        </w:tc>
        <w:tc>
          <w:tcPr>
            <w:tcW w:w="720" w:type="dxa"/>
          </w:tcPr>
          <w:p w14:paraId="0F98F6F1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7A464820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4.2</w:t>
            </w:r>
          </w:p>
        </w:tc>
        <w:tc>
          <w:tcPr>
            <w:tcW w:w="1127" w:type="dxa"/>
          </w:tcPr>
          <w:p w14:paraId="7549E5E3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2F0535D2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</w:tr>
      <w:tr w:rsidR="005444C7" w:rsidRPr="00625323" w14:paraId="24821D77" w14:textId="77777777" w:rsidTr="00C663FF">
        <w:tc>
          <w:tcPr>
            <w:tcW w:w="797" w:type="dxa"/>
          </w:tcPr>
          <w:p w14:paraId="57AFA2C9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0804EA3D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10</w:t>
            </w:r>
          </w:p>
        </w:tc>
        <w:tc>
          <w:tcPr>
            <w:tcW w:w="1326" w:type="dxa"/>
          </w:tcPr>
          <w:p w14:paraId="3F9AEB3F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353F957F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Kontrola jakości dokumentu po stronie Wykonawcy</w:t>
            </w:r>
          </w:p>
        </w:tc>
        <w:tc>
          <w:tcPr>
            <w:tcW w:w="720" w:type="dxa"/>
          </w:tcPr>
          <w:p w14:paraId="6356F929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1AA17370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3ED6457D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3D348FEC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2013-12-31</w:t>
            </w:r>
          </w:p>
        </w:tc>
      </w:tr>
      <w:tr w:rsidR="005444C7" w:rsidRPr="00625323" w14:paraId="45449F42" w14:textId="77777777" w:rsidTr="00C663FF">
        <w:tc>
          <w:tcPr>
            <w:tcW w:w="797" w:type="dxa"/>
          </w:tcPr>
          <w:p w14:paraId="2EB111B5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5A011E6D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10</w:t>
            </w:r>
          </w:p>
        </w:tc>
        <w:tc>
          <w:tcPr>
            <w:tcW w:w="1326" w:type="dxa"/>
          </w:tcPr>
          <w:p w14:paraId="77F914FC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2013-12-31</w:t>
            </w:r>
          </w:p>
        </w:tc>
        <w:tc>
          <w:tcPr>
            <w:tcW w:w="2400" w:type="dxa"/>
          </w:tcPr>
          <w:p w14:paraId="29A6FC23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06239679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960" w:type="dxa"/>
          </w:tcPr>
          <w:p w14:paraId="1E504593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1127" w:type="dxa"/>
          </w:tcPr>
          <w:p w14:paraId="0889D2ED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Jerzy </w:t>
            </w:r>
            <w:proofErr w:type="spellStart"/>
            <w:r w:rsidRPr="00625323">
              <w:rPr>
                <w:rFonts w:ascii="Lato" w:hAnsi="Lato" w:cs="Times New Roman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2A6D7C41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</w:tr>
      <w:tr w:rsidR="005444C7" w:rsidRPr="00625323" w14:paraId="1E114CC2" w14:textId="77777777" w:rsidTr="00C663FF">
        <w:tc>
          <w:tcPr>
            <w:tcW w:w="797" w:type="dxa"/>
          </w:tcPr>
          <w:p w14:paraId="749E720D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7D8A5D12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11</w:t>
            </w:r>
          </w:p>
        </w:tc>
        <w:tc>
          <w:tcPr>
            <w:tcW w:w="1326" w:type="dxa"/>
          </w:tcPr>
          <w:p w14:paraId="40218196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2013-01-31</w:t>
            </w:r>
          </w:p>
        </w:tc>
        <w:tc>
          <w:tcPr>
            <w:tcW w:w="2400" w:type="dxa"/>
          </w:tcPr>
          <w:p w14:paraId="60752FAE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Zmiany</w:t>
            </w:r>
          </w:p>
        </w:tc>
        <w:tc>
          <w:tcPr>
            <w:tcW w:w="720" w:type="dxa"/>
          </w:tcPr>
          <w:p w14:paraId="0AB31E66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14A1F005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4</w:t>
            </w:r>
          </w:p>
        </w:tc>
        <w:tc>
          <w:tcPr>
            <w:tcW w:w="1127" w:type="dxa"/>
          </w:tcPr>
          <w:p w14:paraId="2381B5CD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422845FA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5444C7" w:rsidRPr="00625323" w14:paraId="2C0E9132" w14:textId="77777777" w:rsidTr="00C663FF">
        <w:tc>
          <w:tcPr>
            <w:tcW w:w="797" w:type="dxa"/>
          </w:tcPr>
          <w:p w14:paraId="18BA6627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41ED9812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11</w:t>
            </w:r>
          </w:p>
        </w:tc>
        <w:tc>
          <w:tcPr>
            <w:tcW w:w="1326" w:type="dxa"/>
          </w:tcPr>
          <w:p w14:paraId="52EFC354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532550B8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Kontrola jakości dokumentu po stronie Wykonawcy</w:t>
            </w:r>
          </w:p>
        </w:tc>
        <w:tc>
          <w:tcPr>
            <w:tcW w:w="720" w:type="dxa"/>
          </w:tcPr>
          <w:p w14:paraId="59968F90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000E76A9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45EAE1B9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5EE2561D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2014-02-14</w:t>
            </w:r>
          </w:p>
        </w:tc>
      </w:tr>
      <w:tr w:rsidR="005444C7" w:rsidRPr="00625323" w14:paraId="31793213" w14:textId="77777777" w:rsidTr="00C663FF">
        <w:tc>
          <w:tcPr>
            <w:tcW w:w="797" w:type="dxa"/>
          </w:tcPr>
          <w:p w14:paraId="45E4EBE7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7A3AD45B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11</w:t>
            </w:r>
          </w:p>
        </w:tc>
        <w:tc>
          <w:tcPr>
            <w:tcW w:w="1326" w:type="dxa"/>
          </w:tcPr>
          <w:p w14:paraId="3DF1A64A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2014-02-14</w:t>
            </w:r>
          </w:p>
        </w:tc>
        <w:tc>
          <w:tcPr>
            <w:tcW w:w="2400" w:type="dxa"/>
          </w:tcPr>
          <w:p w14:paraId="7A8528D7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617CB6A4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960" w:type="dxa"/>
          </w:tcPr>
          <w:p w14:paraId="08779935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1127" w:type="dxa"/>
          </w:tcPr>
          <w:p w14:paraId="6F3D41BF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Sebastian Wierzbicki</w:t>
            </w:r>
          </w:p>
        </w:tc>
        <w:tc>
          <w:tcPr>
            <w:tcW w:w="1161" w:type="dxa"/>
          </w:tcPr>
          <w:p w14:paraId="1C101EC5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5444C7" w:rsidRPr="00625323" w14:paraId="2CCF9AB1" w14:textId="77777777" w:rsidTr="00C663FF">
        <w:tc>
          <w:tcPr>
            <w:tcW w:w="797" w:type="dxa"/>
          </w:tcPr>
          <w:p w14:paraId="1182D9D3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63EB1BBD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1326" w:type="dxa"/>
          </w:tcPr>
          <w:p w14:paraId="4D940251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2014-02-27</w:t>
            </w:r>
          </w:p>
        </w:tc>
        <w:tc>
          <w:tcPr>
            <w:tcW w:w="2400" w:type="dxa"/>
          </w:tcPr>
          <w:p w14:paraId="4229C367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Rozdzielenie dokumentu na dokumenty: wewnętrzny i zewnętrzny.</w:t>
            </w:r>
          </w:p>
          <w:p w14:paraId="573A286C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Aktualizacja.</w:t>
            </w:r>
          </w:p>
        </w:tc>
        <w:tc>
          <w:tcPr>
            <w:tcW w:w="720" w:type="dxa"/>
          </w:tcPr>
          <w:p w14:paraId="6D2DA78D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0B81B0C8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09679325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6584A58A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5444C7" w:rsidRPr="00625323" w14:paraId="2CB18390" w14:textId="77777777" w:rsidTr="00C663FF">
        <w:tc>
          <w:tcPr>
            <w:tcW w:w="797" w:type="dxa"/>
          </w:tcPr>
          <w:p w14:paraId="336E3FEF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lastRenderedPageBreak/>
              <w:t>1</w:t>
            </w:r>
          </w:p>
        </w:tc>
        <w:tc>
          <w:tcPr>
            <w:tcW w:w="877" w:type="dxa"/>
          </w:tcPr>
          <w:p w14:paraId="2797802E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1326" w:type="dxa"/>
          </w:tcPr>
          <w:p w14:paraId="7A1D1BB5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49BCD508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C456B7F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3E39CDF0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4A9E521E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36C13240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2014-08-29</w:t>
            </w:r>
          </w:p>
        </w:tc>
      </w:tr>
      <w:tr w:rsidR="005444C7" w:rsidRPr="00625323" w14:paraId="245D6F72" w14:textId="77777777" w:rsidTr="00C663FF">
        <w:tc>
          <w:tcPr>
            <w:tcW w:w="797" w:type="dxa"/>
          </w:tcPr>
          <w:p w14:paraId="3110FBA3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73926B43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0</w:t>
            </w:r>
          </w:p>
        </w:tc>
        <w:tc>
          <w:tcPr>
            <w:tcW w:w="1326" w:type="dxa"/>
          </w:tcPr>
          <w:p w14:paraId="5329DB61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2014-08-29</w:t>
            </w:r>
          </w:p>
        </w:tc>
        <w:tc>
          <w:tcPr>
            <w:tcW w:w="2400" w:type="dxa"/>
          </w:tcPr>
          <w:p w14:paraId="07D203C4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Przekazanie do kontroli po stronie Zamawiającego</w:t>
            </w:r>
          </w:p>
        </w:tc>
        <w:tc>
          <w:tcPr>
            <w:tcW w:w="720" w:type="dxa"/>
          </w:tcPr>
          <w:p w14:paraId="1EE71C6B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960" w:type="dxa"/>
          </w:tcPr>
          <w:p w14:paraId="233A00C7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1127" w:type="dxa"/>
          </w:tcPr>
          <w:p w14:paraId="033C85D9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Biuro Projektu Wykonawcy</w:t>
            </w:r>
          </w:p>
        </w:tc>
        <w:tc>
          <w:tcPr>
            <w:tcW w:w="1161" w:type="dxa"/>
          </w:tcPr>
          <w:p w14:paraId="43E7881C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</w:tr>
      <w:tr w:rsidR="005444C7" w:rsidRPr="00625323" w14:paraId="305106F7" w14:textId="77777777" w:rsidTr="00C663FF">
        <w:tc>
          <w:tcPr>
            <w:tcW w:w="797" w:type="dxa"/>
          </w:tcPr>
          <w:p w14:paraId="2F8927A8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3BC31732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1326" w:type="dxa"/>
          </w:tcPr>
          <w:p w14:paraId="465DB7B9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2014-10-06</w:t>
            </w:r>
          </w:p>
        </w:tc>
        <w:tc>
          <w:tcPr>
            <w:tcW w:w="2400" w:type="dxa"/>
          </w:tcPr>
          <w:p w14:paraId="145E16E4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Zmiany po uwagach Zamawiającego</w:t>
            </w:r>
          </w:p>
        </w:tc>
        <w:tc>
          <w:tcPr>
            <w:tcW w:w="720" w:type="dxa"/>
          </w:tcPr>
          <w:p w14:paraId="78A0E4C5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4F753F65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3</w:t>
            </w:r>
          </w:p>
        </w:tc>
        <w:tc>
          <w:tcPr>
            <w:tcW w:w="1127" w:type="dxa"/>
          </w:tcPr>
          <w:p w14:paraId="600DD9D6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0E6ABFE9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5444C7" w:rsidRPr="00625323" w14:paraId="1C874D23" w14:textId="77777777" w:rsidTr="00C663FF">
        <w:tc>
          <w:tcPr>
            <w:tcW w:w="797" w:type="dxa"/>
          </w:tcPr>
          <w:p w14:paraId="2F8509D9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1DD794B0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1326" w:type="dxa"/>
          </w:tcPr>
          <w:p w14:paraId="726FE905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  <w:tc>
          <w:tcPr>
            <w:tcW w:w="2400" w:type="dxa"/>
          </w:tcPr>
          <w:p w14:paraId="4A4B50CA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667257B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7E15C030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237AEFD8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3E4FF56E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2014-10-15</w:t>
            </w:r>
          </w:p>
        </w:tc>
      </w:tr>
      <w:tr w:rsidR="005444C7" w:rsidRPr="00625323" w14:paraId="62D6B5A5" w14:textId="77777777" w:rsidTr="00C663FF">
        <w:tc>
          <w:tcPr>
            <w:tcW w:w="797" w:type="dxa"/>
          </w:tcPr>
          <w:p w14:paraId="0DA6F8D5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59A4B0EF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1326" w:type="dxa"/>
          </w:tcPr>
          <w:p w14:paraId="1E24AB73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2014-10-15</w:t>
            </w:r>
          </w:p>
        </w:tc>
        <w:tc>
          <w:tcPr>
            <w:tcW w:w="2400" w:type="dxa"/>
          </w:tcPr>
          <w:p w14:paraId="7FD22075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Przekazanie do kontroli po stronie Zamawiającego</w:t>
            </w:r>
          </w:p>
        </w:tc>
        <w:tc>
          <w:tcPr>
            <w:tcW w:w="720" w:type="dxa"/>
          </w:tcPr>
          <w:p w14:paraId="3B3425DC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960" w:type="dxa"/>
          </w:tcPr>
          <w:p w14:paraId="5A9D3E6A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1127" w:type="dxa"/>
          </w:tcPr>
          <w:p w14:paraId="5D704C03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Biuro Projektu Wykonawcy</w:t>
            </w:r>
          </w:p>
        </w:tc>
        <w:tc>
          <w:tcPr>
            <w:tcW w:w="1161" w:type="dxa"/>
          </w:tcPr>
          <w:p w14:paraId="3820F152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</w:tr>
      <w:tr w:rsidR="005444C7" w:rsidRPr="00625323" w14:paraId="4591AE15" w14:textId="77777777" w:rsidTr="00C663FF">
        <w:tc>
          <w:tcPr>
            <w:tcW w:w="797" w:type="dxa"/>
          </w:tcPr>
          <w:p w14:paraId="6203797E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3A58CEF6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</w:t>
            </w:r>
          </w:p>
        </w:tc>
        <w:tc>
          <w:tcPr>
            <w:tcW w:w="1326" w:type="dxa"/>
          </w:tcPr>
          <w:p w14:paraId="7C087454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2014-10-30</w:t>
            </w:r>
          </w:p>
        </w:tc>
        <w:tc>
          <w:tcPr>
            <w:tcW w:w="2400" w:type="dxa"/>
          </w:tcPr>
          <w:p w14:paraId="6B63A6DC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Zmiany w typach</w:t>
            </w:r>
          </w:p>
        </w:tc>
        <w:tc>
          <w:tcPr>
            <w:tcW w:w="720" w:type="dxa"/>
          </w:tcPr>
          <w:p w14:paraId="690538EF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08662223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3</w:t>
            </w:r>
          </w:p>
        </w:tc>
        <w:tc>
          <w:tcPr>
            <w:tcW w:w="1127" w:type="dxa"/>
          </w:tcPr>
          <w:p w14:paraId="51384F1D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783FE06D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5444C7" w:rsidRPr="00625323" w14:paraId="5073897E" w14:textId="77777777" w:rsidTr="00C663FF">
        <w:tc>
          <w:tcPr>
            <w:tcW w:w="797" w:type="dxa"/>
          </w:tcPr>
          <w:p w14:paraId="00D03878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4F130918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</w:t>
            </w:r>
          </w:p>
        </w:tc>
        <w:tc>
          <w:tcPr>
            <w:tcW w:w="1326" w:type="dxa"/>
          </w:tcPr>
          <w:p w14:paraId="2850ABB9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39D89A85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5ACB0A4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0D0152A2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06CBB62B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501854A1" w14:textId="77777777" w:rsidR="005444C7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2014-11-27</w:t>
            </w:r>
          </w:p>
        </w:tc>
      </w:tr>
      <w:tr w:rsidR="00B85082" w:rsidRPr="00625323" w14:paraId="4284B71D" w14:textId="77777777" w:rsidTr="00C663FF">
        <w:tc>
          <w:tcPr>
            <w:tcW w:w="797" w:type="dxa"/>
          </w:tcPr>
          <w:p w14:paraId="7B6E7AEA" w14:textId="77777777" w:rsidR="00B85082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586E6289" w14:textId="77777777" w:rsidR="00B85082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3</w:t>
            </w:r>
          </w:p>
        </w:tc>
        <w:tc>
          <w:tcPr>
            <w:tcW w:w="1326" w:type="dxa"/>
          </w:tcPr>
          <w:p w14:paraId="1DC7019B" w14:textId="77777777" w:rsidR="00B85082" w:rsidRPr="00625323" w:rsidRDefault="00B85082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2014-12-10</w:t>
            </w:r>
          </w:p>
        </w:tc>
        <w:tc>
          <w:tcPr>
            <w:tcW w:w="2400" w:type="dxa"/>
          </w:tcPr>
          <w:p w14:paraId="769556FF" w14:textId="77777777" w:rsidR="00B85082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Wersja dokumentu utworzona na podstawie dokumentu </w:t>
            </w:r>
            <w:r w:rsidR="00B85082" w:rsidRPr="00625323">
              <w:rPr>
                <w:rFonts w:ascii="Lato" w:hAnsi="Lato" w:cs="Times New Roman"/>
              </w:rPr>
              <w:t>Specyfikacja komunikatów XML – część zewnętrzna</w:t>
            </w:r>
            <w:r w:rsidRPr="00625323">
              <w:rPr>
                <w:rFonts w:ascii="Lato" w:hAnsi="Lato" w:cs="Times New Roman"/>
              </w:rPr>
              <w:t>, wersja 1.2</w:t>
            </w:r>
            <w:r w:rsidR="00B85082" w:rsidRPr="00625323">
              <w:rPr>
                <w:rFonts w:ascii="Lato" w:hAnsi="Lato" w:cs="Times New Roman"/>
              </w:rPr>
              <w:t xml:space="preserve"> (plik ZF2-PRT-KXML-ZEWN_v1.2.doc) odebranego w Fazie 1</w:t>
            </w:r>
          </w:p>
        </w:tc>
        <w:tc>
          <w:tcPr>
            <w:tcW w:w="720" w:type="dxa"/>
          </w:tcPr>
          <w:p w14:paraId="5A375D9C" w14:textId="77777777" w:rsidR="00B85082" w:rsidRPr="00625323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W, Z</w:t>
            </w:r>
          </w:p>
        </w:tc>
        <w:tc>
          <w:tcPr>
            <w:tcW w:w="960" w:type="dxa"/>
          </w:tcPr>
          <w:p w14:paraId="190F15F2" w14:textId="77777777" w:rsidR="00B85082" w:rsidRPr="00625323" w:rsidRDefault="00B85082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72C9AA72" w14:textId="77777777" w:rsidR="00B85082" w:rsidRPr="00625323" w:rsidRDefault="00B85082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Rafał Złoty </w:t>
            </w:r>
          </w:p>
        </w:tc>
        <w:tc>
          <w:tcPr>
            <w:tcW w:w="1161" w:type="dxa"/>
          </w:tcPr>
          <w:p w14:paraId="3D9CC6D5" w14:textId="77777777" w:rsidR="00B85082" w:rsidRPr="00625323" w:rsidRDefault="006063EB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</w:tr>
      <w:tr w:rsidR="0053602E" w:rsidRPr="00625323" w14:paraId="4FC1B019" w14:textId="77777777" w:rsidTr="00C663FF">
        <w:tc>
          <w:tcPr>
            <w:tcW w:w="797" w:type="dxa"/>
          </w:tcPr>
          <w:p w14:paraId="7871B64A" w14:textId="77777777" w:rsidR="0053602E" w:rsidRPr="00625323" w:rsidRDefault="0053602E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3D6B1E28" w14:textId="77777777" w:rsidR="0053602E" w:rsidRPr="00625323" w:rsidRDefault="0053602E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3</w:t>
            </w:r>
          </w:p>
        </w:tc>
        <w:tc>
          <w:tcPr>
            <w:tcW w:w="1326" w:type="dxa"/>
          </w:tcPr>
          <w:p w14:paraId="5170C650" w14:textId="77777777" w:rsidR="0053602E" w:rsidRPr="00625323" w:rsidRDefault="0053602E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6E74C679" w14:textId="77777777" w:rsidR="0053602E" w:rsidRPr="00625323" w:rsidRDefault="0053602E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0EF00E1" w14:textId="77777777" w:rsidR="0053602E" w:rsidRPr="00625323" w:rsidRDefault="0053602E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3C016106" w14:textId="77777777" w:rsidR="0053602E" w:rsidRPr="00625323" w:rsidRDefault="0053602E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1BF4003E" w14:textId="77777777" w:rsidR="0053602E" w:rsidRPr="00625323" w:rsidRDefault="0053602E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7ABA14ED" w14:textId="77777777" w:rsidR="0053602E" w:rsidRPr="00625323" w:rsidRDefault="0053602E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2014-12-12</w:t>
            </w:r>
          </w:p>
        </w:tc>
      </w:tr>
      <w:tr w:rsidR="001C281B" w:rsidRPr="00625323" w14:paraId="6A66DCB7" w14:textId="77777777" w:rsidTr="00C663FF">
        <w:tc>
          <w:tcPr>
            <w:tcW w:w="797" w:type="dxa"/>
          </w:tcPr>
          <w:p w14:paraId="548D8D6A" w14:textId="77777777" w:rsidR="001C281B" w:rsidRPr="00625323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55770FA5" w14:textId="77777777" w:rsidR="001C281B" w:rsidRPr="00625323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4</w:t>
            </w:r>
          </w:p>
        </w:tc>
        <w:tc>
          <w:tcPr>
            <w:tcW w:w="1326" w:type="dxa"/>
          </w:tcPr>
          <w:p w14:paraId="53A01B9C" w14:textId="77777777" w:rsidR="001C281B" w:rsidRPr="00625323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2015-02-24</w:t>
            </w:r>
          </w:p>
        </w:tc>
        <w:tc>
          <w:tcPr>
            <w:tcW w:w="2400" w:type="dxa"/>
          </w:tcPr>
          <w:p w14:paraId="40501460" w14:textId="77777777" w:rsidR="001C281B" w:rsidRPr="00625323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Zmiany po uwagach Zamawiającego</w:t>
            </w:r>
          </w:p>
        </w:tc>
        <w:tc>
          <w:tcPr>
            <w:tcW w:w="720" w:type="dxa"/>
          </w:tcPr>
          <w:p w14:paraId="5B2A8582" w14:textId="77777777" w:rsidR="001C281B" w:rsidRPr="00625323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0950B5E1" w14:textId="77777777" w:rsidR="001C281B" w:rsidRPr="00625323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3</w:t>
            </w:r>
          </w:p>
        </w:tc>
        <w:tc>
          <w:tcPr>
            <w:tcW w:w="1127" w:type="dxa"/>
          </w:tcPr>
          <w:p w14:paraId="785E308F" w14:textId="77777777" w:rsidR="001C281B" w:rsidRPr="00625323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5079C427" w14:textId="77777777" w:rsidR="001C281B" w:rsidRPr="00625323" w:rsidRDefault="001C281B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1C281B" w:rsidRPr="00625323" w14:paraId="320CC8B4" w14:textId="77777777" w:rsidTr="00C663FF">
        <w:tc>
          <w:tcPr>
            <w:tcW w:w="797" w:type="dxa"/>
          </w:tcPr>
          <w:p w14:paraId="072E3C70" w14:textId="77777777" w:rsidR="001C281B" w:rsidRPr="00625323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13D15401" w14:textId="77777777" w:rsidR="001C281B" w:rsidRPr="00625323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4</w:t>
            </w:r>
          </w:p>
        </w:tc>
        <w:tc>
          <w:tcPr>
            <w:tcW w:w="1326" w:type="dxa"/>
          </w:tcPr>
          <w:p w14:paraId="6090707F" w14:textId="77777777" w:rsidR="001C281B" w:rsidRPr="00625323" w:rsidRDefault="001C281B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20389294" w14:textId="77777777" w:rsidR="001C281B" w:rsidRPr="00625323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55BF475" w14:textId="77777777" w:rsidR="001C281B" w:rsidRPr="00625323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23BE0B4A" w14:textId="77777777" w:rsidR="001C281B" w:rsidRPr="00625323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4CC3E71B" w14:textId="77777777" w:rsidR="001C281B" w:rsidRPr="00625323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1285CCC1" w14:textId="77777777" w:rsidR="001C281B" w:rsidRPr="00625323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2015-03-05</w:t>
            </w:r>
          </w:p>
        </w:tc>
      </w:tr>
      <w:tr w:rsidR="008E7452" w:rsidRPr="00625323" w14:paraId="10B55C9B" w14:textId="77777777" w:rsidTr="00C663FF">
        <w:tc>
          <w:tcPr>
            <w:tcW w:w="797" w:type="dxa"/>
          </w:tcPr>
          <w:p w14:paraId="2F7C6AE6" w14:textId="77777777" w:rsidR="008E7452" w:rsidRPr="00625323" w:rsidRDefault="008E7452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531DB44C" w14:textId="77777777" w:rsidR="008E7452" w:rsidRPr="00625323" w:rsidRDefault="008E7452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5</w:t>
            </w:r>
          </w:p>
        </w:tc>
        <w:tc>
          <w:tcPr>
            <w:tcW w:w="1326" w:type="dxa"/>
          </w:tcPr>
          <w:p w14:paraId="359AB109" w14:textId="77777777" w:rsidR="008E7452" w:rsidRPr="00625323" w:rsidRDefault="008E7452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2015-04-16</w:t>
            </w:r>
          </w:p>
        </w:tc>
        <w:tc>
          <w:tcPr>
            <w:tcW w:w="2400" w:type="dxa"/>
          </w:tcPr>
          <w:p w14:paraId="0A866F8E" w14:textId="77777777" w:rsidR="008E7452" w:rsidRPr="00625323" w:rsidRDefault="008E7452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Zmiany po uwagach Zamawiającego</w:t>
            </w:r>
          </w:p>
        </w:tc>
        <w:tc>
          <w:tcPr>
            <w:tcW w:w="720" w:type="dxa"/>
          </w:tcPr>
          <w:p w14:paraId="6272406C" w14:textId="77777777" w:rsidR="008E7452" w:rsidRPr="00625323" w:rsidRDefault="008E7452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541E6505" w14:textId="77777777" w:rsidR="008E7452" w:rsidRPr="00625323" w:rsidRDefault="008E7452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3</w:t>
            </w:r>
          </w:p>
        </w:tc>
        <w:tc>
          <w:tcPr>
            <w:tcW w:w="1127" w:type="dxa"/>
          </w:tcPr>
          <w:p w14:paraId="2D165F56" w14:textId="77777777" w:rsidR="008E7452" w:rsidRPr="00625323" w:rsidRDefault="008E7452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4E543D02" w14:textId="77777777" w:rsidR="008E7452" w:rsidRPr="00625323" w:rsidRDefault="008E7452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2C690A" w:rsidRPr="00625323" w14:paraId="55B19E61" w14:textId="77777777" w:rsidTr="00C663FF">
        <w:tc>
          <w:tcPr>
            <w:tcW w:w="797" w:type="dxa"/>
          </w:tcPr>
          <w:p w14:paraId="18AE68D9" w14:textId="77777777" w:rsidR="002C690A" w:rsidRPr="00625323" w:rsidRDefault="002C690A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75F90BB2" w14:textId="77777777" w:rsidR="002C690A" w:rsidRPr="00625323" w:rsidRDefault="002C690A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5</w:t>
            </w:r>
          </w:p>
        </w:tc>
        <w:tc>
          <w:tcPr>
            <w:tcW w:w="1326" w:type="dxa"/>
          </w:tcPr>
          <w:p w14:paraId="6E4294B6" w14:textId="77777777" w:rsidR="002C690A" w:rsidRPr="00625323" w:rsidRDefault="002C690A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0B4FFD6F" w14:textId="77777777" w:rsidR="002C690A" w:rsidRPr="00625323" w:rsidRDefault="002C690A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6BA53C8" w14:textId="77777777" w:rsidR="002C690A" w:rsidRPr="00625323" w:rsidRDefault="002C690A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052CEBF0" w14:textId="77777777" w:rsidR="002C690A" w:rsidRPr="00625323" w:rsidRDefault="002C690A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27640638" w14:textId="77777777" w:rsidR="002C690A" w:rsidRPr="00625323" w:rsidRDefault="002C690A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434F5661" w14:textId="77777777" w:rsidR="002C690A" w:rsidRPr="00625323" w:rsidRDefault="002C690A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2015-04-20</w:t>
            </w:r>
          </w:p>
        </w:tc>
      </w:tr>
      <w:tr w:rsidR="00471537" w:rsidRPr="00625323" w14:paraId="21711A54" w14:textId="77777777" w:rsidTr="00C663FF">
        <w:tc>
          <w:tcPr>
            <w:tcW w:w="797" w:type="dxa"/>
          </w:tcPr>
          <w:p w14:paraId="1A15D299" w14:textId="77777777" w:rsidR="00471537" w:rsidRPr="00625323" w:rsidRDefault="0047153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523CE583" w14:textId="77777777" w:rsidR="00471537" w:rsidRPr="00625323" w:rsidRDefault="0047153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6</w:t>
            </w:r>
          </w:p>
        </w:tc>
        <w:tc>
          <w:tcPr>
            <w:tcW w:w="1326" w:type="dxa"/>
          </w:tcPr>
          <w:p w14:paraId="053DB9B2" w14:textId="77777777" w:rsidR="00471537" w:rsidRPr="00625323" w:rsidRDefault="0047153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2015-05-22</w:t>
            </w:r>
          </w:p>
        </w:tc>
        <w:tc>
          <w:tcPr>
            <w:tcW w:w="2400" w:type="dxa"/>
          </w:tcPr>
          <w:p w14:paraId="2C0992BE" w14:textId="77777777" w:rsidR="00471537" w:rsidRPr="00625323" w:rsidRDefault="0047153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Zmiany po uwagach Zamawiającego</w:t>
            </w:r>
          </w:p>
        </w:tc>
        <w:tc>
          <w:tcPr>
            <w:tcW w:w="720" w:type="dxa"/>
          </w:tcPr>
          <w:p w14:paraId="064F5BE4" w14:textId="77777777" w:rsidR="00471537" w:rsidRPr="00625323" w:rsidRDefault="0047153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2D84FDA4" w14:textId="77777777" w:rsidR="00471537" w:rsidRPr="00625323" w:rsidRDefault="0047153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3</w:t>
            </w:r>
          </w:p>
        </w:tc>
        <w:tc>
          <w:tcPr>
            <w:tcW w:w="1127" w:type="dxa"/>
          </w:tcPr>
          <w:p w14:paraId="62033ED0" w14:textId="77777777" w:rsidR="00471537" w:rsidRPr="00625323" w:rsidRDefault="0047153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318DA148" w14:textId="77777777" w:rsidR="00471537" w:rsidRPr="00625323" w:rsidRDefault="0047153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081840" w:rsidRPr="00625323" w14:paraId="27BDC2E1" w14:textId="77777777" w:rsidTr="00C663FF">
        <w:tc>
          <w:tcPr>
            <w:tcW w:w="797" w:type="dxa"/>
          </w:tcPr>
          <w:p w14:paraId="0B0BD3D2" w14:textId="77777777" w:rsidR="00081840" w:rsidRPr="00625323" w:rsidRDefault="00081840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lastRenderedPageBreak/>
              <w:t>1</w:t>
            </w:r>
          </w:p>
        </w:tc>
        <w:tc>
          <w:tcPr>
            <w:tcW w:w="877" w:type="dxa"/>
          </w:tcPr>
          <w:p w14:paraId="5FC9E7D1" w14:textId="77777777" w:rsidR="00081840" w:rsidRPr="00625323" w:rsidRDefault="00081840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6</w:t>
            </w:r>
          </w:p>
        </w:tc>
        <w:tc>
          <w:tcPr>
            <w:tcW w:w="1326" w:type="dxa"/>
          </w:tcPr>
          <w:p w14:paraId="5FCF3688" w14:textId="77777777" w:rsidR="00081840" w:rsidRPr="00625323" w:rsidRDefault="00081840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2B6BF80B" w14:textId="77777777" w:rsidR="00081840" w:rsidRPr="00625323" w:rsidRDefault="00081840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8178267" w14:textId="77777777" w:rsidR="00081840" w:rsidRPr="00625323" w:rsidRDefault="00081840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68F2A366" w14:textId="77777777" w:rsidR="00081840" w:rsidRPr="00625323" w:rsidRDefault="00081840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3F73752B" w14:textId="77777777" w:rsidR="00081840" w:rsidRPr="00625323" w:rsidRDefault="00081840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4B62C8CA" w14:textId="77777777" w:rsidR="00081840" w:rsidRPr="00625323" w:rsidRDefault="00081840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2015-05-25</w:t>
            </w:r>
          </w:p>
        </w:tc>
      </w:tr>
      <w:tr w:rsidR="00B816AC" w:rsidRPr="00625323" w14:paraId="49CCDB2C" w14:textId="77777777" w:rsidTr="00C663FF">
        <w:tc>
          <w:tcPr>
            <w:tcW w:w="797" w:type="dxa"/>
          </w:tcPr>
          <w:p w14:paraId="35E9EEE1" w14:textId="77777777" w:rsidR="00B816AC" w:rsidRPr="00625323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6A7E0FF8" w14:textId="77777777" w:rsidR="00B816AC" w:rsidRPr="00625323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7</w:t>
            </w:r>
          </w:p>
        </w:tc>
        <w:tc>
          <w:tcPr>
            <w:tcW w:w="1326" w:type="dxa"/>
          </w:tcPr>
          <w:p w14:paraId="01377BF5" w14:textId="77777777" w:rsidR="00B816AC" w:rsidRPr="00625323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2015-06-16</w:t>
            </w:r>
          </w:p>
        </w:tc>
        <w:tc>
          <w:tcPr>
            <w:tcW w:w="2400" w:type="dxa"/>
          </w:tcPr>
          <w:p w14:paraId="489B17D5" w14:textId="77777777" w:rsidR="00B816AC" w:rsidRPr="00625323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Zmiany po uwagach Zamawiającego</w:t>
            </w:r>
          </w:p>
        </w:tc>
        <w:tc>
          <w:tcPr>
            <w:tcW w:w="720" w:type="dxa"/>
          </w:tcPr>
          <w:p w14:paraId="00EE1835" w14:textId="77777777" w:rsidR="00B816AC" w:rsidRPr="00625323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49234F51" w14:textId="77777777" w:rsidR="00B816AC" w:rsidRPr="00625323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3</w:t>
            </w:r>
          </w:p>
        </w:tc>
        <w:tc>
          <w:tcPr>
            <w:tcW w:w="1127" w:type="dxa"/>
          </w:tcPr>
          <w:p w14:paraId="6AA6BAC1" w14:textId="77777777" w:rsidR="00B816AC" w:rsidRPr="00625323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19576BBC" w14:textId="77777777" w:rsidR="00B816AC" w:rsidRPr="00625323" w:rsidRDefault="00B816AC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B816AC" w:rsidRPr="00625323" w14:paraId="3BC6C389" w14:textId="77777777" w:rsidTr="00C663FF">
        <w:tc>
          <w:tcPr>
            <w:tcW w:w="797" w:type="dxa"/>
          </w:tcPr>
          <w:p w14:paraId="5300F296" w14:textId="77777777" w:rsidR="00B816AC" w:rsidRPr="00625323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666748E5" w14:textId="77777777" w:rsidR="00B816AC" w:rsidRPr="00625323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7</w:t>
            </w:r>
          </w:p>
        </w:tc>
        <w:tc>
          <w:tcPr>
            <w:tcW w:w="1326" w:type="dxa"/>
          </w:tcPr>
          <w:p w14:paraId="23646251" w14:textId="77777777" w:rsidR="00B816AC" w:rsidRPr="00625323" w:rsidRDefault="00B816AC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5D1C9132" w14:textId="77777777" w:rsidR="00B816AC" w:rsidRPr="00625323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BFB07DA" w14:textId="77777777" w:rsidR="00B816AC" w:rsidRPr="00625323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5869041F" w14:textId="77777777" w:rsidR="00B816AC" w:rsidRPr="00625323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4FCFEF81" w14:textId="77777777" w:rsidR="00B816AC" w:rsidRPr="00625323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77240452" w14:textId="77777777" w:rsidR="00B816AC" w:rsidRPr="00625323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2015-06-24</w:t>
            </w:r>
          </w:p>
        </w:tc>
      </w:tr>
      <w:tr w:rsidR="003452D8" w:rsidRPr="00625323" w14:paraId="0B4ACAA0" w14:textId="77777777" w:rsidTr="00C663FF">
        <w:tc>
          <w:tcPr>
            <w:tcW w:w="797" w:type="dxa"/>
          </w:tcPr>
          <w:p w14:paraId="53484173" w14:textId="77777777" w:rsidR="003452D8" w:rsidRPr="00625323" w:rsidRDefault="002A7920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1603BB16" w14:textId="77777777" w:rsidR="003452D8" w:rsidRPr="00625323" w:rsidRDefault="002A7920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8</w:t>
            </w:r>
          </w:p>
        </w:tc>
        <w:tc>
          <w:tcPr>
            <w:tcW w:w="1326" w:type="dxa"/>
          </w:tcPr>
          <w:p w14:paraId="282CFA75" w14:textId="77777777" w:rsidR="003452D8" w:rsidRPr="00625323" w:rsidRDefault="003452D8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2015-08-19</w:t>
            </w:r>
          </w:p>
        </w:tc>
        <w:tc>
          <w:tcPr>
            <w:tcW w:w="2400" w:type="dxa"/>
          </w:tcPr>
          <w:p w14:paraId="60912E92" w14:textId="77777777" w:rsidR="003452D8" w:rsidRPr="00625323" w:rsidRDefault="003452D8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Aktualizacja</w:t>
            </w:r>
          </w:p>
        </w:tc>
        <w:tc>
          <w:tcPr>
            <w:tcW w:w="720" w:type="dxa"/>
          </w:tcPr>
          <w:p w14:paraId="3CB48F99" w14:textId="77777777" w:rsidR="003452D8" w:rsidRPr="00625323" w:rsidRDefault="003452D8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960" w:type="dxa"/>
          </w:tcPr>
          <w:p w14:paraId="75F5C462" w14:textId="77777777" w:rsidR="003452D8" w:rsidRPr="00625323" w:rsidRDefault="003452D8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3</w:t>
            </w:r>
          </w:p>
        </w:tc>
        <w:tc>
          <w:tcPr>
            <w:tcW w:w="1127" w:type="dxa"/>
          </w:tcPr>
          <w:p w14:paraId="707BE1B4" w14:textId="77777777" w:rsidR="003452D8" w:rsidRPr="00625323" w:rsidRDefault="003452D8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Marcin Lora</w:t>
            </w:r>
          </w:p>
        </w:tc>
        <w:tc>
          <w:tcPr>
            <w:tcW w:w="1161" w:type="dxa"/>
          </w:tcPr>
          <w:p w14:paraId="5B8EAB34" w14:textId="77777777" w:rsidR="003452D8" w:rsidRPr="00625323" w:rsidRDefault="003452D8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2A7920" w:rsidRPr="00625323" w14:paraId="511D6AB9" w14:textId="77777777" w:rsidTr="00C663FF">
        <w:tc>
          <w:tcPr>
            <w:tcW w:w="797" w:type="dxa"/>
          </w:tcPr>
          <w:p w14:paraId="4F4C22B5" w14:textId="77777777" w:rsidR="002A7920" w:rsidRPr="00625323" w:rsidRDefault="002A7920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36DC57A4" w14:textId="77777777" w:rsidR="002A7920" w:rsidRPr="00625323" w:rsidRDefault="002A7920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8</w:t>
            </w:r>
          </w:p>
        </w:tc>
        <w:tc>
          <w:tcPr>
            <w:tcW w:w="1326" w:type="dxa"/>
          </w:tcPr>
          <w:p w14:paraId="3E1AF8E8" w14:textId="77777777" w:rsidR="002A7920" w:rsidRPr="00625323" w:rsidRDefault="002A7920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  <w:r w:rsidRPr="00625323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2BCBBD51" w14:textId="77777777" w:rsidR="002A7920" w:rsidRPr="00625323" w:rsidRDefault="002A7920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22A8885" w14:textId="77777777" w:rsidR="002A7920" w:rsidRPr="00625323" w:rsidRDefault="002A7920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74C423B7" w14:textId="77777777" w:rsidR="002A7920" w:rsidRPr="00625323" w:rsidRDefault="002A7920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239B15AC" w14:textId="77777777" w:rsidR="002A7920" w:rsidRPr="00625323" w:rsidRDefault="002A7920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Marek Puchrowicz</w:t>
            </w:r>
          </w:p>
        </w:tc>
        <w:tc>
          <w:tcPr>
            <w:tcW w:w="1161" w:type="dxa"/>
          </w:tcPr>
          <w:p w14:paraId="0F9B3A6F" w14:textId="77777777" w:rsidR="002A7920" w:rsidRPr="00625323" w:rsidRDefault="002A7920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2015-09-02</w:t>
            </w:r>
          </w:p>
        </w:tc>
      </w:tr>
      <w:tr w:rsidR="00E36120" w:rsidRPr="00625323" w14:paraId="728D2538" w14:textId="77777777" w:rsidTr="00C663FF">
        <w:tc>
          <w:tcPr>
            <w:tcW w:w="797" w:type="dxa"/>
          </w:tcPr>
          <w:p w14:paraId="70941019" w14:textId="77777777" w:rsidR="00E36120" w:rsidRPr="00625323" w:rsidRDefault="00E36120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7B3A8790" w14:textId="77777777" w:rsidR="00E36120" w:rsidRPr="00625323" w:rsidRDefault="00E36120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9</w:t>
            </w:r>
          </w:p>
        </w:tc>
        <w:tc>
          <w:tcPr>
            <w:tcW w:w="1326" w:type="dxa"/>
          </w:tcPr>
          <w:p w14:paraId="0F6FA284" w14:textId="77777777" w:rsidR="00E36120" w:rsidRPr="00625323" w:rsidRDefault="00E36120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2015-10-16</w:t>
            </w:r>
          </w:p>
        </w:tc>
        <w:tc>
          <w:tcPr>
            <w:tcW w:w="2400" w:type="dxa"/>
          </w:tcPr>
          <w:p w14:paraId="48BA5787" w14:textId="77777777" w:rsidR="00E36120" w:rsidRPr="00625323" w:rsidRDefault="00E36120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Aktualizacja</w:t>
            </w:r>
          </w:p>
        </w:tc>
        <w:tc>
          <w:tcPr>
            <w:tcW w:w="720" w:type="dxa"/>
          </w:tcPr>
          <w:p w14:paraId="2FBCAB03" w14:textId="77777777" w:rsidR="00E36120" w:rsidRPr="00625323" w:rsidRDefault="00E36120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WZ</w:t>
            </w:r>
          </w:p>
        </w:tc>
        <w:tc>
          <w:tcPr>
            <w:tcW w:w="960" w:type="dxa"/>
          </w:tcPr>
          <w:p w14:paraId="73F96B2D" w14:textId="77777777" w:rsidR="00E36120" w:rsidRPr="00625323" w:rsidRDefault="00E36120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42919C6D" w14:textId="77777777" w:rsidR="00E36120" w:rsidRPr="00625323" w:rsidRDefault="00E36120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Andrzej </w:t>
            </w:r>
            <w:proofErr w:type="spellStart"/>
            <w:r w:rsidRPr="00625323">
              <w:rPr>
                <w:rFonts w:ascii="Lato" w:hAnsi="Lato" w:cs="Times New Roman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672ADDD5" w14:textId="77777777" w:rsidR="00E36120" w:rsidRPr="00625323" w:rsidRDefault="00E36120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047139" w:rsidRPr="00625323" w14:paraId="677D68E4" w14:textId="77777777" w:rsidTr="00C663FF">
        <w:tc>
          <w:tcPr>
            <w:tcW w:w="797" w:type="dxa"/>
          </w:tcPr>
          <w:p w14:paraId="2BD9C450" w14:textId="77777777" w:rsidR="00047139" w:rsidRPr="00625323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5C4D0B5A" w14:textId="77777777" w:rsidR="00047139" w:rsidRPr="00625323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10</w:t>
            </w:r>
          </w:p>
        </w:tc>
        <w:tc>
          <w:tcPr>
            <w:tcW w:w="1326" w:type="dxa"/>
          </w:tcPr>
          <w:p w14:paraId="12B950D1" w14:textId="77777777" w:rsidR="00047139" w:rsidRPr="00625323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2016-01-15</w:t>
            </w:r>
          </w:p>
        </w:tc>
        <w:tc>
          <w:tcPr>
            <w:tcW w:w="2400" w:type="dxa"/>
          </w:tcPr>
          <w:p w14:paraId="6A5E2296" w14:textId="598D3EAC" w:rsidR="00047139" w:rsidRPr="00625323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Dokument stanowi kontynuację dokumentacji – </w:t>
            </w:r>
            <w:r w:rsidRPr="00625323">
              <w:rPr>
                <w:rFonts w:ascii="Lato" w:hAnsi="Lato" w:cs="Times New Roman"/>
              </w:rPr>
              <w:fldChar w:fldCharType="begin"/>
            </w:r>
            <w:r w:rsidRPr="00625323">
              <w:rPr>
                <w:rFonts w:ascii="Lato" w:hAnsi="Lato" w:cs="Times New Roman"/>
              </w:rPr>
              <w:instrText xml:space="preserve"> TITLE   \* MERGEFORMAT </w:instrText>
            </w:r>
            <w:r w:rsidRPr="00625323">
              <w:rPr>
                <w:rFonts w:ascii="Lato" w:hAnsi="Lato" w:cs="Times New Roman"/>
              </w:rPr>
              <w:fldChar w:fldCharType="separate"/>
            </w:r>
            <w:r w:rsidR="00625323" w:rsidRPr="00625323">
              <w:rPr>
                <w:rFonts w:ascii="Lato" w:hAnsi="Lato" w:cs="Times New Roman"/>
              </w:rPr>
              <w:t>Specyfikacja komunikatów XML - część zewnętrzna</w:t>
            </w:r>
            <w:r w:rsidRPr="00625323">
              <w:rPr>
                <w:rFonts w:ascii="Lato" w:hAnsi="Lato" w:cs="Times New Roman"/>
              </w:rPr>
              <w:fldChar w:fldCharType="end"/>
            </w:r>
            <w:r w:rsidRPr="00625323">
              <w:rPr>
                <w:rFonts w:ascii="Lato" w:hAnsi="Lato" w:cs="Times New Roman"/>
              </w:rPr>
              <w:t>, wersja 1.2, wytworzonego w Fazie 2.</w:t>
            </w:r>
          </w:p>
        </w:tc>
        <w:tc>
          <w:tcPr>
            <w:tcW w:w="720" w:type="dxa"/>
          </w:tcPr>
          <w:p w14:paraId="3861CB54" w14:textId="77777777" w:rsidR="00047139" w:rsidRPr="00625323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Z, We</w:t>
            </w:r>
          </w:p>
        </w:tc>
        <w:tc>
          <w:tcPr>
            <w:tcW w:w="960" w:type="dxa"/>
          </w:tcPr>
          <w:p w14:paraId="1AC23281" w14:textId="77777777" w:rsidR="00047139" w:rsidRPr="00625323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2718424D" w14:textId="77777777" w:rsidR="00047139" w:rsidRPr="00625323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68B449BB" w14:textId="77777777" w:rsidR="00047139" w:rsidRPr="00625323" w:rsidRDefault="00047139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047139" w:rsidRPr="00625323" w14:paraId="5D690780" w14:textId="77777777" w:rsidTr="00C663FF">
        <w:tc>
          <w:tcPr>
            <w:tcW w:w="797" w:type="dxa"/>
          </w:tcPr>
          <w:p w14:paraId="512DEA7D" w14:textId="77777777" w:rsidR="00047139" w:rsidRPr="00625323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69899A52" w14:textId="77777777" w:rsidR="00047139" w:rsidRPr="00625323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10</w:t>
            </w:r>
          </w:p>
        </w:tc>
        <w:tc>
          <w:tcPr>
            <w:tcW w:w="1326" w:type="dxa"/>
          </w:tcPr>
          <w:p w14:paraId="5EF21E9E" w14:textId="77777777" w:rsidR="00047139" w:rsidRPr="00625323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2016-01-29</w:t>
            </w:r>
          </w:p>
        </w:tc>
        <w:tc>
          <w:tcPr>
            <w:tcW w:w="2400" w:type="dxa"/>
          </w:tcPr>
          <w:p w14:paraId="098D83A5" w14:textId="77777777" w:rsidR="00047139" w:rsidRPr="00625323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Aktualizacja</w:t>
            </w:r>
          </w:p>
        </w:tc>
        <w:tc>
          <w:tcPr>
            <w:tcW w:w="720" w:type="dxa"/>
          </w:tcPr>
          <w:p w14:paraId="1500082B" w14:textId="77777777" w:rsidR="00047139" w:rsidRPr="00625323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3D460814" w14:textId="77777777" w:rsidR="00047139" w:rsidRPr="00625323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42B0B26B" w14:textId="77777777" w:rsidR="00047139" w:rsidRPr="00625323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Andrzej </w:t>
            </w:r>
            <w:proofErr w:type="spellStart"/>
            <w:r w:rsidRPr="00625323">
              <w:rPr>
                <w:rFonts w:ascii="Lato" w:hAnsi="Lato" w:cs="Times New Roman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0FB993D5" w14:textId="77777777" w:rsidR="00047139" w:rsidRPr="00625323" w:rsidRDefault="00047139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761DD5" w:rsidRPr="00625323" w14:paraId="226CCB12" w14:textId="77777777" w:rsidTr="00C663FF">
        <w:tc>
          <w:tcPr>
            <w:tcW w:w="797" w:type="dxa"/>
          </w:tcPr>
          <w:p w14:paraId="2151B163" w14:textId="77777777" w:rsidR="00761DD5" w:rsidRPr="00625323" w:rsidRDefault="00761DD5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560EEE6B" w14:textId="77777777" w:rsidR="00761DD5" w:rsidRPr="00625323" w:rsidRDefault="00761DD5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10.1</w:t>
            </w:r>
          </w:p>
        </w:tc>
        <w:tc>
          <w:tcPr>
            <w:tcW w:w="1326" w:type="dxa"/>
          </w:tcPr>
          <w:p w14:paraId="15DD5557" w14:textId="77777777" w:rsidR="00761DD5" w:rsidRPr="00625323" w:rsidRDefault="00761DD5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2017-02-09</w:t>
            </w:r>
          </w:p>
        </w:tc>
        <w:tc>
          <w:tcPr>
            <w:tcW w:w="2400" w:type="dxa"/>
          </w:tcPr>
          <w:p w14:paraId="671FB59B" w14:textId="77777777" w:rsidR="00761DD5" w:rsidRPr="00625323" w:rsidRDefault="00761DD5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Aktualizacja </w:t>
            </w:r>
            <w:proofErr w:type="spellStart"/>
            <w:r w:rsidRPr="00625323">
              <w:rPr>
                <w:rFonts w:ascii="Lato" w:hAnsi="Lato" w:cs="Times New Roman"/>
              </w:rPr>
              <w:t>ww</w:t>
            </w:r>
            <w:proofErr w:type="spellEnd"/>
            <w:r w:rsidRPr="00625323">
              <w:rPr>
                <w:rFonts w:ascii="Lato" w:hAnsi="Lato" w:cs="Times New Roman"/>
              </w:rPr>
              <w:t xml:space="preserve"> z KAS</w:t>
            </w:r>
          </w:p>
        </w:tc>
        <w:tc>
          <w:tcPr>
            <w:tcW w:w="720" w:type="dxa"/>
          </w:tcPr>
          <w:p w14:paraId="4686F4B1" w14:textId="77777777" w:rsidR="00761DD5" w:rsidRPr="00625323" w:rsidRDefault="00761DD5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42660E08" w14:textId="77777777" w:rsidR="00761DD5" w:rsidRPr="00625323" w:rsidRDefault="00761DD5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Pkt. 1.4; 3.1</w:t>
            </w:r>
          </w:p>
        </w:tc>
        <w:tc>
          <w:tcPr>
            <w:tcW w:w="1127" w:type="dxa"/>
          </w:tcPr>
          <w:p w14:paraId="603519AD" w14:textId="77777777" w:rsidR="00761DD5" w:rsidRPr="00625323" w:rsidRDefault="00761DD5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7026FAB4" w14:textId="77777777" w:rsidR="00761DD5" w:rsidRPr="00625323" w:rsidRDefault="00761DD5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1F5A72" w:rsidRPr="00625323" w14:paraId="64A8466F" w14:textId="77777777" w:rsidTr="00C663FF">
        <w:tc>
          <w:tcPr>
            <w:tcW w:w="797" w:type="dxa"/>
          </w:tcPr>
          <w:p w14:paraId="42B738CC" w14:textId="77777777" w:rsidR="001F5A72" w:rsidRPr="00625323" w:rsidRDefault="001F5A72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0A0AB9FD" w14:textId="77777777" w:rsidR="001F5A72" w:rsidRPr="00625323" w:rsidRDefault="001F5A72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11</w:t>
            </w:r>
          </w:p>
        </w:tc>
        <w:tc>
          <w:tcPr>
            <w:tcW w:w="1326" w:type="dxa"/>
          </w:tcPr>
          <w:p w14:paraId="588DC426" w14:textId="77777777" w:rsidR="001F5A72" w:rsidRPr="00625323" w:rsidRDefault="001F5A72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2017-02-10</w:t>
            </w:r>
          </w:p>
        </w:tc>
        <w:tc>
          <w:tcPr>
            <w:tcW w:w="2400" w:type="dxa"/>
          </w:tcPr>
          <w:p w14:paraId="51AACA35" w14:textId="77777777" w:rsidR="001F5A72" w:rsidRPr="00625323" w:rsidRDefault="001F5A72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Aktualizacja schematów do wersji 3_0</w:t>
            </w:r>
          </w:p>
        </w:tc>
        <w:tc>
          <w:tcPr>
            <w:tcW w:w="720" w:type="dxa"/>
          </w:tcPr>
          <w:p w14:paraId="201C3C61" w14:textId="77777777" w:rsidR="001F5A72" w:rsidRPr="00625323" w:rsidRDefault="001F5A72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76452901" w14:textId="77777777" w:rsidR="001F5A72" w:rsidRPr="00625323" w:rsidRDefault="001F5A72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56430E69" w14:textId="77777777" w:rsidR="001F5A72" w:rsidRPr="00625323" w:rsidRDefault="001F5A72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Wojciech Salamon</w:t>
            </w:r>
          </w:p>
        </w:tc>
        <w:tc>
          <w:tcPr>
            <w:tcW w:w="1161" w:type="dxa"/>
          </w:tcPr>
          <w:p w14:paraId="658CC682" w14:textId="77777777" w:rsidR="001F5A72" w:rsidRPr="00625323" w:rsidRDefault="001F5A72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2C1595" w:rsidRPr="00625323" w14:paraId="01371D60" w14:textId="77777777" w:rsidTr="00C663FF">
        <w:tc>
          <w:tcPr>
            <w:tcW w:w="797" w:type="dxa"/>
          </w:tcPr>
          <w:p w14:paraId="26A30F08" w14:textId="77777777" w:rsidR="002C1595" w:rsidRPr="00625323" w:rsidRDefault="002C1595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58845F4D" w14:textId="77777777" w:rsidR="002C1595" w:rsidRPr="00625323" w:rsidRDefault="002C1595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12</w:t>
            </w:r>
          </w:p>
        </w:tc>
        <w:tc>
          <w:tcPr>
            <w:tcW w:w="1326" w:type="dxa"/>
          </w:tcPr>
          <w:p w14:paraId="6948EC0E" w14:textId="77777777" w:rsidR="002C1595" w:rsidRPr="00625323" w:rsidRDefault="002C1595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2017-04-28</w:t>
            </w:r>
          </w:p>
        </w:tc>
        <w:tc>
          <w:tcPr>
            <w:tcW w:w="2400" w:type="dxa"/>
          </w:tcPr>
          <w:p w14:paraId="2D94C22F" w14:textId="77777777" w:rsidR="002C1595" w:rsidRPr="00625323" w:rsidRDefault="002C1595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Aktualizacja </w:t>
            </w:r>
            <w:proofErr w:type="spellStart"/>
            <w:r w:rsidRPr="00625323">
              <w:rPr>
                <w:rFonts w:ascii="Lato" w:hAnsi="Lato" w:cs="Times New Roman"/>
              </w:rPr>
              <w:t>ww</w:t>
            </w:r>
            <w:proofErr w:type="spellEnd"/>
            <w:r w:rsidRPr="00625323">
              <w:rPr>
                <w:rFonts w:ascii="Lato" w:hAnsi="Lato" w:cs="Times New Roman"/>
              </w:rPr>
              <w:t xml:space="preserve"> z ZZ111 i 112 do wersji 4_0</w:t>
            </w:r>
          </w:p>
        </w:tc>
        <w:tc>
          <w:tcPr>
            <w:tcW w:w="720" w:type="dxa"/>
          </w:tcPr>
          <w:p w14:paraId="3EEA4A88" w14:textId="77777777" w:rsidR="002C1595" w:rsidRPr="00625323" w:rsidRDefault="002C1595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3D3A2BDB" w14:textId="77777777" w:rsidR="002C1595" w:rsidRPr="00625323" w:rsidRDefault="002C1595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7BB15256" w14:textId="77777777" w:rsidR="002C1595" w:rsidRPr="00625323" w:rsidRDefault="002C1595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Wojciech Salamon</w:t>
            </w:r>
          </w:p>
        </w:tc>
        <w:tc>
          <w:tcPr>
            <w:tcW w:w="1161" w:type="dxa"/>
          </w:tcPr>
          <w:p w14:paraId="5CB0AF04" w14:textId="77777777" w:rsidR="002C1595" w:rsidRPr="00625323" w:rsidRDefault="002C1595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4950F9" w:rsidRPr="00625323" w14:paraId="560AC95B" w14:textId="77777777" w:rsidTr="00C663FF">
        <w:tc>
          <w:tcPr>
            <w:tcW w:w="797" w:type="dxa"/>
          </w:tcPr>
          <w:p w14:paraId="3A6E9516" w14:textId="77777777" w:rsidR="004950F9" w:rsidRPr="00625323" w:rsidRDefault="004950F9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3F5A4316" w14:textId="77777777" w:rsidR="004950F9" w:rsidRPr="00625323" w:rsidRDefault="004950F9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  <w:r w:rsidR="002C1595" w:rsidRPr="00625323">
              <w:rPr>
                <w:rFonts w:ascii="Lato" w:hAnsi="Lato" w:cs="Times New Roman"/>
              </w:rPr>
              <w:t>3</w:t>
            </w:r>
          </w:p>
        </w:tc>
        <w:tc>
          <w:tcPr>
            <w:tcW w:w="1326" w:type="dxa"/>
          </w:tcPr>
          <w:p w14:paraId="04CC7CFC" w14:textId="77777777" w:rsidR="004950F9" w:rsidRPr="00625323" w:rsidRDefault="004950F9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2017-</w:t>
            </w:r>
            <w:r w:rsidR="002C1595" w:rsidRPr="00625323">
              <w:rPr>
                <w:rFonts w:ascii="Lato" w:hAnsi="Lato" w:cs="Times New Roman"/>
              </w:rPr>
              <w:t>12</w:t>
            </w:r>
            <w:r w:rsidRPr="00625323">
              <w:rPr>
                <w:rFonts w:ascii="Lato" w:hAnsi="Lato" w:cs="Times New Roman"/>
              </w:rPr>
              <w:t>-</w:t>
            </w:r>
            <w:r w:rsidR="002C1595" w:rsidRPr="00625323">
              <w:rPr>
                <w:rFonts w:ascii="Lato" w:hAnsi="Lato" w:cs="Times New Roman"/>
              </w:rPr>
              <w:t>11</w:t>
            </w:r>
          </w:p>
        </w:tc>
        <w:tc>
          <w:tcPr>
            <w:tcW w:w="2400" w:type="dxa"/>
          </w:tcPr>
          <w:p w14:paraId="33E388CB" w14:textId="77777777" w:rsidR="004950F9" w:rsidRPr="00625323" w:rsidRDefault="004950F9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Aktualizacja </w:t>
            </w:r>
            <w:proofErr w:type="spellStart"/>
            <w:r w:rsidR="001F5A72" w:rsidRPr="00625323">
              <w:rPr>
                <w:rFonts w:ascii="Lato" w:hAnsi="Lato" w:cs="Times New Roman"/>
              </w:rPr>
              <w:t>ww</w:t>
            </w:r>
            <w:proofErr w:type="spellEnd"/>
            <w:r w:rsidR="001F5A72" w:rsidRPr="00625323">
              <w:rPr>
                <w:rFonts w:ascii="Lato" w:hAnsi="Lato" w:cs="Times New Roman"/>
              </w:rPr>
              <w:t xml:space="preserve"> z </w:t>
            </w:r>
            <w:r w:rsidR="002C1595" w:rsidRPr="00625323">
              <w:rPr>
                <w:rFonts w:ascii="Lato" w:hAnsi="Lato" w:cs="Times New Roman"/>
              </w:rPr>
              <w:t>WZ103 wprowadzenie OPAL</w:t>
            </w:r>
          </w:p>
        </w:tc>
        <w:tc>
          <w:tcPr>
            <w:tcW w:w="720" w:type="dxa"/>
          </w:tcPr>
          <w:p w14:paraId="3B03A4E5" w14:textId="77777777" w:rsidR="004950F9" w:rsidRPr="00625323" w:rsidRDefault="004950F9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15D9B42B" w14:textId="77777777" w:rsidR="004950F9" w:rsidRPr="00625323" w:rsidRDefault="004950F9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5BE19A54" w14:textId="77777777" w:rsidR="004950F9" w:rsidRPr="00625323" w:rsidRDefault="002C1595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78EA7801" w14:textId="77777777" w:rsidR="004950F9" w:rsidRPr="00625323" w:rsidRDefault="004950F9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935C93" w:rsidRPr="00625323" w14:paraId="6BCA3AF8" w14:textId="77777777" w:rsidTr="00C663FF">
        <w:tc>
          <w:tcPr>
            <w:tcW w:w="797" w:type="dxa"/>
          </w:tcPr>
          <w:p w14:paraId="5E0631B6" w14:textId="5D9DFEB1" w:rsidR="00935C93" w:rsidRPr="00625323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2EADFE0B" w14:textId="62F2EB69" w:rsidR="00935C93" w:rsidRPr="00625323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14</w:t>
            </w:r>
          </w:p>
        </w:tc>
        <w:tc>
          <w:tcPr>
            <w:tcW w:w="1326" w:type="dxa"/>
          </w:tcPr>
          <w:p w14:paraId="63F7A730" w14:textId="537BC7BB" w:rsidR="00935C93" w:rsidRPr="00625323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2018-11-26</w:t>
            </w:r>
          </w:p>
        </w:tc>
        <w:tc>
          <w:tcPr>
            <w:tcW w:w="2400" w:type="dxa"/>
          </w:tcPr>
          <w:p w14:paraId="2ED5C94F" w14:textId="4AA3FB07" w:rsidR="00935C93" w:rsidRPr="00625323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Aktualizacja schematów do wersji 6_0</w:t>
            </w:r>
          </w:p>
        </w:tc>
        <w:tc>
          <w:tcPr>
            <w:tcW w:w="720" w:type="dxa"/>
          </w:tcPr>
          <w:p w14:paraId="5A98B29D" w14:textId="7AC30321" w:rsidR="00935C93" w:rsidRPr="00625323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Z, </w:t>
            </w:r>
            <w:proofErr w:type="spellStart"/>
            <w:r w:rsidRPr="00625323">
              <w:rPr>
                <w:rFonts w:ascii="Lato" w:hAnsi="Lato" w:cs="Times New Roman"/>
              </w:rPr>
              <w:t>W,We</w:t>
            </w:r>
            <w:proofErr w:type="spellEnd"/>
          </w:p>
        </w:tc>
        <w:tc>
          <w:tcPr>
            <w:tcW w:w="960" w:type="dxa"/>
          </w:tcPr>
          <w:p w14:paraId="2F0925DA" w14:textId="265BF869" w:rsidR="00935C93" w:rsidRPr="00625323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0CFDD67E" w14:textId="7968E4E7" w:rsidR="00935C93" w:rsidRPr="00625323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011A5F64" w14:textId="48227E09" w:rsidR="00935C93" w:rsidRPr="00625323" w:rsidRDefault="00935C93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935C93" w:rsidRPr="00625323" w14:paraId="5A53F67A" w14:textId="77777777" w:rsidTr="00C663FF">
        <w:tc>
          <w:tcPr>
            <w:tcW w:w="797" w:type="dxa"/>
          </w:tcPr>
          <w:p w14:paraId="5762A6CD" w14:textId="1140AC70" w:rsidR="00935C93" w:rsidRPr="00625323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7EA5E58E" w14:textId="1087723D" w:rsidR="00935C93" w:rsidRPr="00625323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15</w:t>
            </w:r>
          </w:p>
        </w:tc>
        <w:tc>
          <w:tcPr>
            <w:tcW w:w="1326" w:type="dxa"/>
          </w:tcPr>
          <w:p w14:paraId="3D6465AF" w14:textId="4A6FA90D" w:rsidR="00935C93" w:rsidRPr="00625323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2021-06-09</w:t>
            </w:r>
          </w:p>
        </w:tc>
        <w:tc>
          <w:tcPr>
            <w:tcW w:w="2400" w:type="dxa"/>
          </w:tcPr>
          <w:p w14:paraId="4F9DB008" w14:textId="6D8C5718" w:rsidR="00935C93" w:rsidRPr="00625323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Aktualizacja schematów do wersji 7_0</w:t>
            </w:r>
          </w:p>
        </w:tc>
        <w:tc>
          <w:tcPr>
            <w:tcW w:w="720" w:type="dxa"/>
          </w:tcPr>
          <w:p w14:paraId="6F770B5B" w14:textId="720DFE3E" w:rsidR="00935C93" w:rsidRPr="00625323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Z, </w:t>
            </w:r>
            <w:proofErr w:type="spellStart"/>
            <w:r w:rsidRPr="00625323">
              <w:rPr>
                <w:rFonts w:ascii="Lato" w:hAnsi="Lato" w:cs="Times New Roman"/>
              </w:rPr>
              <w:t>W,We</w:t>
            </w:r>
            <w:proofErr w:type="spellEnd"/>
          </w:p>
        </w:tc>
        <w:tc>
          <w:tcPr>
            <w:tcW w:w="960" w:type="dxa"/>
          </w:tcPr>
          <w:p w14:paraId="44FB83D7" w14:textId="1DDF8138" w:rsidR="00935C93" w:rsidRPr="00625323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7FFDAA97" w14:textId="6E49EC85" w:rsidR="00935C93" w:rsidRPr="00625323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41865ABE" w14:textId="25038E93" w:rsidR="00935C93" w:rsidRPr="00625323" w:rsidRDefault="00935C93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0632F6" w:rsidRPr="00625323" w14:paraId="009E594D" w14:textId="77777777" w:rsidTr="00C663FF">
        <w:tc>
          <w:tcPr>
            <w:tcW w:w="797" w:type="dxa"/>
          </w:tcPr>
          <w:p w14:paraId="30491690" w14:textId="77777777" w:rsidR="000632F6" w:rsidRPr="00625323" w:rsidRDefault="000632F6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7EF36E65" w14:textId="77777777" w:rsidR="000632F6" w:rsidRPr="00625323" w:rsidRDefault="000632F6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16</w:t>
            </w:r>
          </w:p>
        </w:tc>
        <w:tc>
          <w:tcPr>
            <w:tcW w:w="1326" w:type="dxa"/>
          </w:tcPr>
          <w:p w14:paraId="5BDF21F5" w14:textId="77777777" w:rsidR="000632F6" w:rsidRPr="00625323" w:rsidRDefault="000632F6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2021-10-01</w:t>
            </w:r>
          </w:p>
        </w:tc>
        <w:tc>
          <w:tcPr>
            <w:tcW w:w="2400" w:type="dxa"/>
          </w:tcPr>
          <w:p w14:paraId="1A26AB38" w14:textId="77777777" w:rsidR="000632F6" w:rsidRPr="00625323" w:rsidRDefault="000632F6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Aktualizacja schematów do wersji 8_0</w:t>
            </w:r>
          </w:p>
        </w:tc>
        <w:tc>
          <w:tcPr>
            <w:tcW w:w="720" w:type="dxa"/>
          </w:tcPr>
          <w:p w14:paraId="58833672" w14:textId="77777777" w:rsidR="000632F6" w:rsidRPr="00625323" w:rsidRDefault="000632F6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Z, </w:t>
            </w:r>
            <w:proofErr w:type="spellStart"/>
            <w:r w:rsidRPr="00625323">
              <w:rPr>
                <w:rFonts w:ascii="Lato" w:hAnsi="Lato" w:cs="Times New Roman"/>
              </w:rPr>
              <w:t>W,We</w:t>
            </w:r>
            <w:proofErr w:type="spellEnd"/>
          </w:p>
        </w:tc>
        <w:tc>
          <w:tcPr>
            <w:tcW w:w="960" w:type="dxa"/>
          </w:tcPr>
          <w:p w14:paraId="3CCC889C" w14:textId="77777777" w:rsidR="000632F6" w:rsidRPr="00625323" w:rsidRDefault="000632F6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0DA1904F" w14:textId="77777777" w:rsidR="000632F6" w:rsidRPr="00625323" w:rsidRDefault="000632F6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0A29CCB1" w14:textId="77777777" w:rsidR="000632F6" w:rsidRPr="00625323" w:rsidRDefault="000632F6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802D27" w:rsidRPr="00625323" w14:paraId="2B7BDD6F" w14:textId="77777777" w:rsidTr="00C663FF">
        <w:tc>
          <w:tcPr>
            <w:tcW w:w="797" w:type="dxa"/>
          </w:tcPr>
          <w:p w14:paraId="0A15A2E8" w14:textId="77777777" w:rsidR="00802D27" w:rsidRPr="00625323" w:rsidRDefault="00802D2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lastRenderedPageBreak/>
              <w:t>1</w:t>
            </w:r>
          </w:p>
        </w:tc>
        <w:tc>
          <w:tcPr>
            <w:tcW w:w="877" w:type="dxa"/>
          </w:tcPr>
          <w:p w14:paraId="7B175DF8" w14:textId="77777777" w:rsidR="00802D27" w:rsidRPr="00625323" w:rsidRDefault="00802D2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17</w:t>
            </w:r>
          </w:p>
        </w:tc>
        <w:tc>
          <w:tcPr>
            <w:tcW w:w="1326" w:type="dxa"/>
          </w:tcPr>
          <w:p w14:paraId="4A7CDC11" w14:textId="77777777" w:rsidR="00802D27" w:rsidRPr="00625323" w:rsidRDefault="00802D2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2022-03-07</w:t>
            </w:r>
          </w:p>
        </w:tc>
        <w:tc>
          <w:tcPr>
            <w:tcW w:w="2400" w:type="dxa"/>
          </w:tcPr>
          <w:p w14:paraId="33136473" w14:textId="77777777" w:rsidR="00802D27" w:rsidRPr="00625323" w:rsidRDefault="00802D2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Aktualizacja schematów do wersji 9_0</w:t>
            </w:r>
          </w:p>
        </w:tc>
        <w:tc>
          <w:tcPr>
            <w:tcW w:w="720" w:type="dxa"/>
          </w:tcPr>
          <w:p w14:paraId="0A015550" w14:textId="77777777" w:rsidR="00802D27" w:rsidRPr="00625323" w:rsidRDefault="00802D2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Z, </w:t>
            </w:r>
            <w:proofErr w:type="spellStart"/>
            <w:r w:rsidRPr="00625323">
              <w:rPr>
                <w:rFonts w:ascii="Lato" w:hAnsi="Lato" w:cs="Times New Roman"/>
              </w:rPr>
              <w:t>W,We</w:t>
            </w:r>
            <w:proofErr w:type="spellEnd"/>
          </w:p>
        </w:tc>
        <w:tc>
          <w:tcPr>
            <w:tcW w:w="960" w:type="dxa"/>
          </w:tcPr>
          <w:p w14:paraId="7032A71D" w14:textId="77777777" w:rsidR="00802D27" w:rsidRPr="00625323" w:rsidRDefault="00802D2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6242078F" w14:textId="77777777" w:rsidR="00802D27" w:rsidRPr="00625323" w:rsidRDefault="00802D2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1A28D4E4" w14:textId="77777777" w:rsidR="00802D27" w:rsidRPr="00625323" w:rsidRDefault="00802D2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935C93" w:rsidRPr="00625323" w14:paraId="603661FC" w14:textId="77777777" w:rsidTr="00C663FF">
        <w:tc>
          <w:tcPr>
            <w:tcW w:w="797" w:type="dxa"/>
          </w:tcPr>
          <w:p w14:paraId="6CE04225" w14:textId="7923F9E2" w:rsidR="00935C93" w:rsidRPr="00625323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72568125" w14:textId="4E7DEF39" w:rsidR="00935C93" w:rsidRPr="00625323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  <w:r w:rsidR="000632F6" w:rsidRPr="00625323">
              <w:rPr>
                <w:rFonts w:ascii="Lato" w:hAnsi="Lato" w:cs="Times New Roman"/>
              </w:rPr>
              <w:t>7</w:t>
            </w:r>
            <w:r w:rsidR="00802D27" w:rsidRPr="00625323">
              <w:rPr>
                <w:rFonts w:ascii="Lato" w:hAnsi="Lato" w:cs="Times New Roman"/>
              </w:rPr>
              <w:t>.1</w:t>
            </w:r>
          </w:p>
        </w:tc>
        <w:tc>
          <w:tcPr>
            <w:tcW w:w="1326" w:type="dxa"/>
          </w:tcPr>
          <w:p w14:paraId="7BA56472" w14:textId="0D0CB7D4" w:rsidR="00935C93" w:rsidRPr="00625323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202</w:t>
            </w:r>
            <w:r w:rsidR="000632F6" w:rsidRPr="00625323">
              <w:rPr>
                <w:rFonts w:ascii="Lato" w:hAnsi="Lato" w:cs="Times New Roman"/>
              </w:rPr>
              <w:t>2</w:t>
            </w:r>
            <w:r w:rsidRPr="00625323">
              <w:rPr>
                <w:rFonts w:ascii="Lato" w:hAnsi="Lato" w:cs="Times New Roman"/>
              </w:rPr>
              <w:t>-</w:t>
            </w:r>
            <w:r w:rsidR="000632F6" w:rsidRPr="00625323">
              <w:rPr>
                <w:rFonts w:ascii="Lato" w:hAnsi="Lato" w:cs="Times New Roman"/>
              </w:rPr>
              <w:t>0</w:t>
            </w:r>
            <w:r w:rsidR="00802D27" w:rsidRPr="00625323">
              <w:rPr>
                <w:rFonts w:ascii="Lato" w:hAnsi="Lato" w:cs="Times New Roman"/>
              </w:rPr>
              <w:t>6</w:t>
            </w:r>
            <w:r w:rsidRPr="00625323">
              <w:rPr>
                <w:rFonts w:ascii="Lato" w:hAnsi="Lato" w:cs="Times New Roman"/>
              </w:rPr>
              <w:t>-0</w:t>
            </w:r>
            <w:r w:rsidR="00802D27" w:rsidRPr="00625323">
              <w:rPr>
                <w:rFonts w:ascii="Lato" w:hAnsi="Lato" w:cs="Times New Roman"/>
              </w:rPr>
              <w:t>8</w:t>
            </w:r>
          </w:p>
        </w:tc>
        <w:tc>
          <w:tcPr>
            <w:tcW w:w="2400" w:type="dxa"/>
          </w:tcPr>
          <w:p w14:paraId="130B5AEF" w14:textId="0DC238E0" w:rsidR="00935C93" w:rsidRPr="00625323" w:rsidRDefault="00802D2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Zmiana długości pola </w:t>
            </w:r>
            <w:proofErr w:type="spellStart"/>
            <w:r w:rsidRPr="00625323">
              <w:rPr>
                <w:rFonts w:ascii="Lato" w:hAnsi="Lato" w:cs="Times New Roman"/>
              </w:rPr>
              <w:t>ZAmountP</w:t>
            </w:r>
            <w:proofErr w:type="spellEnd"/>
            <w:r w:rsidRPr="00625323">
              <w:rPr>
                <w:rFonts w:ascii="Lato" w:hAnsi="Lato" w:cs="Times New Roman"/>
              </w:rPr>
              <w:t xml:space="preserve"> (12 na 16)</w:t>
            </w:r>
          </w:p>
        </w:tc>
        <w:tc>
          <w:tcPr>
            <w:tcW w:w="720" w:type="dxa"/>
          </w:tcPr>
          <w:p w14:paraId="35AC3D7E" w14:textId="6DB08EE1" w:rsidR="00935C93" w:rsidRPr="00625323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2BBFED3B" w14:textId="31E911AE" w:rsidR="00935C93" w:rsidRPr="00625323" w:rsidRDefault="00802D27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4.1</w:t>
            </w:r>
          </w:p>
        </w:tc>
        <w:tc>
          <w:tcPr>
            <w:tcW w:w="1127" w:type="dxa"/>
          </w:tcPr>
          <w:p w14:paraId="7CFCBDD5" w14:textId="14815261" w:rsidR="00935C93" w:rsidRPr="00625323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070B8693" w14:textId="404216D3" w:rsidR="00935C93" w:rsidRPr="00625323" w:rsidRDefault="00935C93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E54908" w:rsidRPr="00625323" w14:paraId="10188B60" w14:textId="77777777" w:rsidTr="00C663FF">
        <w:tc>
          <w:tcPr>
            <w:tcW w:w="797" w:type="dxa"/>
          </w:tcPr>
          <w:p w14:paraId="59B22FE9" w14:textId="77777777" w:rsidR="00E54908" w:rsidRPr="00625323" w:rsidRDefault="00E54908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23E4D3AA" w14:textId="6EA3C02D" w:rsidR="00E54908" w:rsidRPr="00625323" w:rsidRDefault="00E54908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18</w:t>
            </w:r>
          </w:p>
        </w:tc>
        <w:tc>
          <w:tcPr>
            <w:tcW w:w="1326" w:type="dxa"/>
          </w:tcPr>
          <w:p w14:paraId="1C98E851" w14:textId="16713B28" w:rsidR="00E54908" w:rsidRPr="00625323" w:rsidRDefault="00E54908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2022-12-01</w:t>
            </w:r>
          </w:p>
        </w:tc>
        <w:tc>
          <w:tcPr>
            <w:tcW w:w="2400" w:type="dxa"/>
          </w:tcPr>
          <w:p w14:paraId="311530D0" w14:textId="729074DF" w:rsidR="00E54908" w:rsidRPr="00625323" w:rsidRDefault="00E54908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Aktualizacja schematów do wersji 10_0</w:t>
            </w:r>
          </w:p>
        </w:tc>
        <w:tc>
          <w:tcPr>
            <w:tcW w:w="720" w:type="dxa"/>
          </w:tcPr>
          <w:p w14:paraId="14FE56AF" w14:textId="77777777" w:rsidR="00E54908" w:rsidRPr="00625323" w:rsidRDefault="00E54908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Z, </w:t>
            </w:r>
            <w:proofErr w:type="spellStart"/>
            <w:r w:rsidRPr="00625323">
              <w:rPr>
                <w:rFonts w:ascii="Lato" w:hAnsi="Lato" w:cs="Times New Roman"/>
              </w:rPr>
              <w:t>W,We</w:t>
            </w:r>
            <w:proofErr w:type="spellEnd"/>
          </w:p>
        </w:tc>
        <w:tc>
          <w:tcPr>
            <w:tcW w:w="960" w:type="dxa"/>
          </w:tcPr>
          <w:p w14:paraId="7C50371C" w14:textId="30FA2232" w:rsidR="00E54908" w:rsidRPr="00625323" w:rsidRDefault="00E54908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4.1</w:t>
            </w:r>
          </w:p>
        </w:tc>
        <w:tc>
          <w:tcPr>
            <w:tcW w:w="1127" w:type="dxa"/>
          </w:tcPr>
          <w:p w14:paraId="2C5F2E93" w14:textId="77777777" w:rsidR="00E54908" w:rsidRPr="00625323" w:rsidRDefault="00E54908" w:rsidP="00C85059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5A8A8B8D" w14:textId="77777777" w:rsidR="00E54908" w:rsidRPr="00625323" w:rsidRDefault="00E54908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C55A44" w:rsidRPr="00625323" w14:paraId="2D3225CA" w14:textId="77777777" w:rsidTr="00743A8C">
        <w:tc>
          <w:tcPr>
            <w:tcW w:w="797" w:type="dxa"/>
          </w:tcPr>
          <w:p w14:paraId="4302CD5F" w14:textId="77777777" w:rsidR="00C55A44" w:rsidRPr="00625323" w:rsidRDefault="00C55A44" w:rsidP="00743A8C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5D8D8D67" w14:textId="77777777" w:rsidR="00C55A44" w:rsidRPr="00625323" w:rsidRDefault="00C55A44" w:rsidP="00743A8C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19</w:t>
            </w:r>
          </w:p>
        </w:tc>
        <w:tc>
          <w:tcPr>
            <w:tcW w:w="1326" w:type="dxa"/>
          </w:tcPr>
          <w:p w14:paraId="1A7684BB" w14:textId="77777777" w:rsidR="00C55A44" w:rsidRPr="00625323" w:rsidRDefault="00C55A44" w:rsidP="00743A8C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2023-01-10</w:t>
            </w:r>
          </w:p>
        </w:tc>
        <w:tc>
          <w:tcPr>
            <w:tcW w:w="2400" w:type="dxa"/>
          </w:tcPr>
          <w:p w14:paraId="4FCECB61" w14:textId="77777777" w:rsidR="00C55A44" w:rsidRPr="00625323" w:rsidRDefault="00C55A44" w:rsidP="00743A8C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Aktualizacja schematów do wersji 11_0</w:t>
            </w:r>
          </w:p>
        </w:tc>
        <w:tc>
          <w:tcPr>
            <w:tcW w:w="720" w:type="dxa"/>
          </w:tcPr>
          <w:p w14:paraId="4B5D3316" w14:textId="77777777" w:rsidR="00C55A44" w:rsidRPr="00625323" w:rsidRDefault="00C55A44" w:rsidP="00743A8C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Z, </w:t>
            </w:r>
            <w:proofErr w:type="spellStart"/>
            <w:r w:rsidRPr="00625323">
              <w:rPr>
                <w:rFonts w:ascii="Lato" w:hAnsi="Lato" w:cs="Times New Roman"/>
              </w:rPr>
              <w:t>W,We</w:t>
            </w:r>
            <w:proofErr w:type="spellEnd"/>
          </w:p>
        </w:tc>
        <w:tc>
          <w:tcPr>
            <w:tcW w:w="960" w:type="dxa"/>
          </w:tcPr>
          <w:p w14:paraId="517DAD94" w14:textId="77777777" w:rsidR="00C55A44" w:rsidRPr="00625323" w:rsidRDefault="00C55A44" w:rsidP="00743A8C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W,Z,We</w:t>
            </w:r>
            <w:proofErr w:type="spellEnd"/>
            <w:r w:rsidRPr="00625323">
              <w:rPr>
                <w:rFonts w:ascii="Lato" w:hAnsi="Lato" w:cs="Times New Roman"/>
              </w:rPr>
              <w:t>,</w:t>
            </w:r>
          </w:p>
        </w:tc>
        <w:tc>
          <w:tcPr>
            <w:tcW w:w="1127" w:type="dxa"/>
          </w:tcPr>
          <w:p w14:paraId="5D78F7C2" w14:textId="77777777" w:rsidR="00C55A44" w:rsidRPr="00625323" w:rsidRDefault="00C55A44" w:rsidP="00743A8C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04C5A406" w14:textId="77777777" w:rsidR="00C55A44" w:rsidRPr="00625323" w:rsidRDefault="00C55A44" w:rsidP="00743A8C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7F0909" w:rsidRPr="00625323" w14:paraId="0960FFE6" w14:textId="77777777" w:rsidTr="00743A8C">
        <w:tc>
          <w:tcPr>
            <w:tcW w:w="797" w:type="dxa"/>
          </w:tcPr>
          <w:p w14:paraId="2832E5B3" w14:textId="77777777" w:rsidR="007F0909" w:rsidRPr="00625323" w:rsidRDefault="007F0909" w:rsidP="00743A8C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43A2D879" w14:textId="77777777" w:rsidR="007F0909" w:rsidRPr="00625323" w:rsidRDefault="007F0909" w:rsidP="00743A8C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</w:t>
            </w:r>
          </w:p>
        </w:tc>
        <w:tc>
          <w:tcPr>
            <w:tcW w:w="1326" w:type="dxa"/>
          </w:tcPr>
          <w:p w14:paraId="595768A1" w14:textId="77777777" w:rsidR="007F0909" w:rsidRPr="00625323" w:rsidRDefault="007F0909" w:rsidP="00743A8C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2024-06-04</w:t>
            </w:r>
          </w:p>
        </w:tc>
        <w:tc>
          <w:tcPr>
            <w:tcW w:w="2400" w:type="dxa"/>
          </w:tcPr>
          <w:p w14:paraId="0955DE0E" w14:textId="77777777" w:rsidR="007F0909" w:rsidRPr="00625323" w:rsidRDefault="007F0909" w:rsidP="00743A8C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Aktualizacja schematów do wersji 12_0</w:t>
            </w:r>
          </w:p>
        </w:tc>
        <w:tc>
          <w:tcPr>
            <w:tcW w:w="720" w:type="dxa"/>
          </w:tcPr>
          <w:p w14:paraId="3E347256" w14:textId="77777777" w:rsidR="007F0909" w:rsidRPr="00625323" w:rsidRDefault="007F0909" w:rsidP="00743A8C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Z, </w:t>
            </w:r>
            <w:proofErr w:type="spellStart"/>
            <w:r w:rsidRPr="00625323">
              <w:rPr>
                <w:rFonts w:ascii="Lato" w:hAnsi="Lato" w:cs="Times New Roman"/>
              </w:rPr>
              <w:t>W,We</w:t>
            </w:r>
            <w:proofErr w:type="spellEnd"/>
          </w:p>
        </w:tc>
        <w:tc>
          <w:tcPr>
            <w:tcW w:w="960" w:type="dxa"/>
          </w:tcPr>
          <w:p w14:paraId="7D13305E" w14:textId="77777777" w:rsidR="007F0909" w:rsidRPr="00625323" w:rsidRDefault="007F0909" w:rsidP="00743A8C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W,Z,We</w:t>
            </w:r>
            <w:proofErr w:type="spellEnd"/>
            <w:r w:rsidRPr="00625323">
              <w:rPr>
                <w:rFonts w:ascii="Lato" w:hAnsi="Lato" w:cs="Times New Roman"/>
              </w:rPr>
              <w:t>,</w:t>
            </w:r>
          </w:p>
        </w:tc>
        <w:tc>
          <w:tcPr>
            <w:tcW w:w="1127" w:type="dxa"/>
          </w:tcPr>
          <w:p w14:paraId="64339243" w14:textId="77777777" w:rsidR="007F0909" w:rsidRPr="00625323" w:rsidRDefault="007F0909" w:rsidP="00743A8C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297F07F5" w14:textId="77777777" w:rsidR="007F0909" w:rsidRPr="00625323" w:rsidRDefault="007F0909" w:rsidP="00743A8C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C55A44" w:rsidRPr="00625323" w14:paraId="3A31C4B2" w14:textId="77777777" w:rsidTr="00743A8C">
        <w:tc>
          <w:tcPr>
            <w:tcW w:w="797" w:type="dxa"/>
          </w:tcPr>
          <w:p w14:paraId="77E08547" w14:textId="77777777" w:rsidR="00C55A44" w:rsidRPr="00625323" w:rsidRDefault="00C55A44" w:rsidP="00743A8C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7B65FF42" w14:textId="35550F24" w:rsidR="00C55A44" w:rsidRPr="00625323" w:rsidRDefault="00C55A44" w:rsidP="00743A8C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</w:t>
            </w:r>
            <w:r w:rsidR="007F0909"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1326" w:type="dxa"/>
          </w:tcPr>
          <w:p w14:paraId="12FE7A98" w14:textId="1A58B4AE" w:rsidR="00C55A44" w:rsidRPr="00625323" w:rsidRDefault="00C55A44" w:rsidP="00743A8C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202</w:t>
            </w:r>
            <w:r w:rsidR="007F0909" w:rsidRPr="00625323">
              <w:rPr>
                <w:rFonts w:ascii="Lato" w:hAnsi="Lato" w:cs="Times New Roman"/>
              </w:rPr>
              <w:t>5</w:t>
            </w:r>
            <w:r w:rsidRPr="00625323">
              <w:rPr>
                <w:rFonts w:ascii="Lato" w:hAnsi="Lato" w:cs="Times New Roman"/>
              </w:rPr>
              <w:t>-0</w:t>
            </w:r>
            <w:r w:rsidR="007F0909" w:rsidRPr="00625323">
              <w:rPr>
                <w:rFonts w:ascii="Lato" w:hAnsi="Lato" w:cs="Times New Roman"/>
              </w:rPr>
              <w:t>6</w:t>
            </w:r>
            <w:r w:rsidRPr="00625323">
              <w:rPr>
                <w:rFonts w:ascii="Lato" w:hAnsi="Lato" w:cs="Times New Roman"/>
              </w:rPr>
              <w:t>-0</w:t>
            </w:r>
            <w:r w:rsidR="007F0909" w:rsidRPr="00625323">
              <w:rPr>
                <w:rFonts w:ascii="Lato" w:hAnsi="Lato" w:cs="Times New Roman"/>
              </w:rPr>
              <w:t>1</w:t>
            </w:r>
          </w:p>
        </w:tc>
        <w:tc>
          <w:tcPr>
            <w:tcW w:w="2400" w:type="dxa"/>
          </w:tcPr>
          <w:p w14:paraId="47B1D72F" w14:textId="756B3EA0" w:rsidR="00C55A44" w:rsidRPr="00625323" w:rsidRDefault="00C55A44" w:rsidP="00743A8C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Aktualizacja schematów do wersji 12_0</w:t>
            </w:r>
          </w:p>
        </w:tc>
        <w:tc>
          <w:tcPr>
            <w:tcW w:w="720" w:type="dxa"/>
          </w:tcPr>
          <w:p w14:paraId="0C99083C" w14:textId="77777777" w:rsidR="00C55A44" w:rsidRPr="00625323" w:rsidRDefault="00C55A44" w:rsidP="00743A8C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 xml:space="preserve">Z, </w:t>
            </w:r>
            <w:proofErr w:type="spellStart"/>
            <w:r w:rsidRPr="00625323">
              <w:rPr>
                <w:rFonts w:ascii="Lato" w:hAnsi="Lato" w:cs="Times New Roman"/>
              </w:rPr>
              <w:t>W,We</w:t>
            </w:r>
            <w:proofErr w:type="spellEnd"/>
          </w:p>
        </w:tc>
        <w:tc>
          <w:tcPr>
            <w:tcW w:w="960" w:type="dxa"/>
          </w:tcPr>
          <w:p w14:paraId="65DD9753" w14:textId="77777777" w:rsidR="00C55A44" w:rsidRPr="00625323" w:rsidRDefault="00C55A44" w:rsidP="00743A8C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W,Z,We</w:t>
            </w:r>
            <w:proofErr w:type="spellEnd"/>
            <w:r w:rsidRPr="00625323">
              <w:rPr>
                <w:rFonts w:ascii="Lato" w:hAnsi="Lato" w:cs="Times New Roman"/>
              </w:rPr>
              <w:t>,</w:t>
            </w:r>
          </w:p>
        </w:tc>
        <w:tc>
          <w:tcPr>
            <w:tcW w:w="1127" w:type="dxa"/>
          </w:tcPr>
          <w:p w14:paraId="01032778" w14:textId="77777777" w:rsidR="00C55A44" w:rsidRPr="00625323" w:rsidRDefault="00C55A44" w:rsidP="00743A8C">
            <w:pPr>
              <w:pStyle w:val="Tabelazwyky"/>
              <w:rPr>
                <w:rFonts w:ascii="Lato" w:hAnsi="Lato" w:cs="Times New Roman"/>
              </w:rPr>
            </w:pPr>
            <w:r w:rsidRPr="00625323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710DD1AD" w14:textId="77777777" w:rsidR="00C55A44" w:rsidRPr="00625323" w:rsidRDefault="00C55A44" w:rsidP="00743A8C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625323">
              <w:rPr>
                <w:rFonts w:ascii="Lato" w:hAnsi="Lato" w:cs="Times New Roman"/>
              </w:rPr>
              <w:t>nd</w:t>
            </w:r>
            <w:proofErr w:type="spellEnd"/>
          </w:p>
        </w:tc>
      </w:tr>
    </w:tbl>
    <w:p w14:paraId="76DB7FCC" w14:textId="77777777" w:rsidR="00A45A2F" w:rsidRPr="00625323" w:rsidRDefault="00A45A2F" w:rsidP="003D25AE">
      <w:pPr>
        <w:rPr>
          <w:rFonts w:ascii="Lato" w:hAnsi="Lato" w:cs="Open Sans"/>
        </w:rPr>
      </w:pPr>
      <w:r w:rsidRPr="00625323">
        <w:rPr>
          <w:rFonts w:ascii="Lato" w:hAnsi="Lato" w:cs="Open Sans"/>
        </w:rPr>
        <w:t>(*) Akcje: W = Wstaw, Z = Zamień, We = Weryfikuj, N = Nowy</w:t>
      </w:r>
    </w:p>
    <w:p w14:paraId="5DC2A9D9" w14:textId="77777777" w:rsidR="00A45A2F" w:rsidRPr="00625323" w:rsidRDefault="00A45A2F" w:rsidP="003D25AE">
      <w:pPr>
        <w:rPr>
          <w:rFonts w:ascii="Lato" w:hAnsi="Lato" w:cs="Open Sans"/>
        </w:rPr>
      </w:pPr>
      <w:r w:rsidRPr="00625323">
        <w:rPr>
          <w:rFonts w:ascii="Lato" w:hAnsi="Lato" w:cs="Open Sans"/>
        </w:rPr>
        <w:t>(**) Rozdziały: W = Wszystkie</w:t>
      </w:r>
    </w:p>
    <w:p w14:paraId="0FFAC3AD" w14:textId="77777777" w:rsidR="00561FE8" w:rsidRPr="00625323" w:rsidRDefault="00A45A2F" w:rsidP="003D25AE">
      <w:pPr>
        <w:rPr>
          <w:rFonts w:ascii="Lato" w:hAnsi="Lato" w:cs="Open Sans"/>
        </w:rPr>
      </w:pPr>
      <w:r w:rsidRPr="00625323">
        <w:rPr>
          <w:rFonts w:ascii="Lato" w:hAnsi="Lato" w:cs="Open Sans"/>
        </w:rPr>
        <w:t>(***) Autorzy: patrz metryka dokumentu</w:t>
      </w:r>
    </w:p>
    <w:p w14:paraId="5D822AEB" w14:textId="202ABBE6" w:rsidR="003B59A0" w:rsidRPr="00625323" w:rsidRDefault="00561FE8" w:rsidP="003B59A0">
      <w:pPr>
        <w:pStyle w:val="PJPtekst"/>
        <w:ind w:left="0"/>
        <w:rPr>
          <w:rFonts w:ascii="Lato" w:hAnsi="Lato" w:cs="Open Sans"/>
          <w:sz w:val="40"/>
          <w:szCs w:val="40"/>
        </w:rPr>
      </w:pPr>
      <w:r w:rsidRPr="00625323">
        <w:rPr>
          <w:rFonts w:ascii="Lato" w:hAnsi="Lato" w:cs="Open Sans"/>
        </w:rPr>
        <w:br w:type="page"/>
      </w:r>
      <w:r w:rsidR="008B1643" w:rsidRPr="00625323">
        <w:rPr>
          <w:rFonts w:ascii="Lato" w:hAnsi="Lato" w:cs="Open Sans"/>
          <w:sz w:val="40"/>
          <w:szCs w:val="40"/>
        </w:rPr>
        <w:lastRenderedPageBreak/>
        <w:t>Spis Treści</w:t>
      </w:r>
    </w:p>
    <w:p w14:paraId="29A185AB" w14:textId="09E5A0EA" w:rsidR="00625323" w:rsidRPr="00625323" w:rsidRDefault="00035695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Cs w:val="24"/>
          <w:lang w:eastAsia="pl-PL"/>
          <w14:ligatures w14:val="standardContextual"/>
        </w:rPr>
      </w:pPr>
      <w:r w:rsidRPr="00625323">
        <w:rPr>
          <w:rFonts w:ascii="Lato" w:hAnsi="Lato" w:cs="Open Sans"/>
          <w:b w:val="0"/>
          <w:bCs w:val="0"/>
          <w:szCs w:val="24"/>
        </w:rPr>
        <w:fldChar w:fldCharType="begin"/>
      </w:r>
      <w:r w:rsidRPr="00625323">
        <w:rPr>
          <w:rFonts w:ascii="Lato" w:hAnsi="Lato" w:cs="Open Sans"/>
          <w:b w:val="0"/>
          <w:bCs w:val="0"/>
          <w:szCs w:val="24"/>
        </w:rPr>
        <w:instrText xml:space="preserve"> TOC \o "1-3" \h \z \u </w:instrText>
      </w:r>
      <w:r w:rsidRPr="00625323">
        <w:rPr>
          <w:rFonts w:ascii="Lato" w:hAnsi="Lato" w:cs="Open Sans"/>
          <w:b w:val="0"/>
          <w:bCs w:val="0"/>
          <w:szCs w:val="24"/>
        </w:rPr>
        <w:fldChar w:fldCharType="separate"/>
      </w:r>
      <w:hyperlink w:anchor="_Toc198021015" w:history="1">
        <w:r w:rsidR="00625323" w:rsidRPr="00625323">
          <w:rPr>
            <w:rStyle w:val="Hipercze"/>
            <w:rFonts w:ascii="Lato" w:hAnsi="Lato"/>
            <w:noProof/>
          </w:rPr>
          <w:t>1.</w:t>
        </w:r>
        <w:r w:rsidR="00625323" w:rsidRPr="00625323">
          <w:rPr>
            <w:rFonts w:ascii="Lato" w:eastAsiaTheme="minorEastAsia" w:hAnsi="Lato" w:cstheme="minorBidi"/>
            <w:b w:val="0"/>
            <w:bCs w:val="0"/>
            <w:noProof/>
            <w:kern w:val="2"/>
            <w:szCs w:val="24"/>
            <w:lang w:eastAsia="pl-PL"/>
            <w14:ligatures w14:val="standardContextual"/>
          </w:rPr>
          <w:tab/>
        </w:r>
        <w:r w:rsidR="00625323" w:rsidRPr="00625323">
          <w:rPr>
            <w:rStyle w:val="Hipercze"/>
            <w:rFonts w:ascii="Lato" w:hAnsi="Lato"/>
            <w:noProof/>
          </w:rPr>
          <w:t>Opis dokumentu</w:t>
        </w:r>
        <w:r w:rsidR="00625323" w:rsidRPr="00625323">
          <w:rPr>
            <w:rFonts w:ascii="Lato" w:hAnsi="Lato"/>
            <w:noProof/>
            <w:webHidden/>
          </w:rPr>
          <w:tab/>
        </w:r>
        <w:r w:rsidR="00625323" w:rsidRPr="00625323">
          <w:rPr>
            <w:rFonts w:ascii="Lato" w:hAnsi="Lato"/>
            <w:noProof/>
            <w:webHidden/>
          </w:rPr>
          <w:fldChar w:fldCharType="begin"/>
        </w:r>
        <w:r w:rsidR="00625323" w:rsidRPr="00625323">
          <w:rPr>
            <w:rFonts w:ascii="Lato" w:hAnsi="Lato"/>
            <w:noProof/>
            <w:webHidden/>
          </w:rPr>
          <w:instrText xml:space="preserve"> PAGEREF _Toc198021015 \h </w:instrText>
        </w:r>
        <w:r w:rsidR="00625323" w:rsidRPr="00625323">
          <w:rPr>
            <w:rFonts w:ascii="Lato" w:hAnsi="Lato"/>
            <w:noProof/>
            <w:webHidden/>
          </w:rPr>
        </w:r>
        <w:r w:rsidR="00625323" w:rsidRPr="00625323">
          <w:rPr>
            <w:rFonts w:ascii="Lato" w:hAnsi="Lato"/>
            <w:noProof/>
            <w:webHidden/>
          </w:rPr>
          <w:fldChar w:fldCharType="separate"/>
        </w:r>
        <w:r w:rsidR="00625323" w:rsidRPr="00625323">
          <w:rPr>
            <w:rFonts w:ascii="Lato" w:hAnsi="Lato"/>
            <w:noProof/>
            <w:webHidden/>
          </w:rPr>
          <w:t>11</w:t>
        </w:r>
        <w:r w:rsidR="00625323" w:rsidRPr="00625323">
          <w:rPr>
            <w:rFonts w:ascii="Lato" w:hAnsi="Lato"/>
            <w:noProof/>
            <w:webHidden/>
          </w:rPr>
          <w:fldChar w:fldCharType="end"/>
        </w:r>
      </w:hyperlink>
    </w:p>
    <w:p w14:paraId="3491BEAC" w14:textId="3838BBE8" w:rsidR="00625323" w:rsidRPr="00625323" w:rsidRDefault="00625323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Cs w:val="24"/>
          <w:lang w:eastAsia="pl-PL"/>
          <w14:ligatures w14:val="standardContextual"/>
        </w:rPr>
      </w:pPr>
      <w:hyperlink w:anchor="_Toc198021016" w:history="1">
        <w:r w:rsidRPr="00625323">
          <w:rPr>
            <w:rStyle w:val="Hipercze"/>
            <w:rFonts w:ascii="Lato" w:hAnsi="Lato"/>
            <w:noProof/>
          </w:rPr>
          <w:t>1.1.</w:t>
        </w:r>
        <w:r w:rsidRPr="00625323">
          <w:rPr>
            <w:rFonts w:ascii="Lato" w:eastAsiaTheme="minorEastAsia" w:hAnsi="Lato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Cel dokumentu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_Toc198021016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11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564CA63F" w14:textId="27C754AC" w:rsidR="00625323" w:rsidRPr="00625323" w:rsidRDefault="00625323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Cs w:val="24"/>
          <w:lang w:eastAsia="pl-PL"/>
          <w14:ligatures w14:val="standardContextual"/>
        </w:rPr>
      </w:pPr>
      <w:hyperlink w:anchor="_Toc198021017" w:history="1">
        <w:r w:rsidRPr="00625323">
          <w:rPr>
            <w:rStyle w:val="Hipercze"/>
            <w:rFonts w:ascii="Lato" w:hAnsi="Lato"/>
            <w:noProof/>
          </w:rPr>
          <w:t>1.2.</w:t>
        </w:r>
        <w:r w:rsidRPr="00625323">
          <w:rPr>
            <w:rFonts w:ascii="Lato" w:eastAsiaTheme="minorEastAsia" w:hAnsi="Lato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Zastosowanie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_Toc198021017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11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5592AFF4" w14:textId="03C86836" w:rsidR="00625323" w:rsidRPr="00625323" w:rsidRDefault="00625323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Cs w:val="24"/>
          <w:lang w:eastAsia="pl-PL"/>
          <w14:ligatures w14:val="standardContextual"/>
        </w:rPr>
      </w:pPr>
      <w:hyperlink w:anchor="_Toc198021018" w:history="1">
        <w:r w:rsidRPr="00625323">
          <w:rPr>
            <w:rStyle w:val="Hipercze"/>
            <w:rFonts w:ascii="Lato" w:hAnsi="Lato"/>
            <w:noProof/>
          </w:rPr>
          <w:t>1.3.</w:t>
        </w:r>
        <w:r w:rsidRPr="00625323">
          <w:rPr>
            <w:rFonts w:ascii="Lato" w:eastAsiaTheme="minorEastAsia" w:hAnsi="Lato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Wymagana wiedza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_Toc198021018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11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77750126" w14:textId="7D458188" w:rsidR="00625323" w:rsidRPr="00625323" w:rsidRDefault="00625323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Cs w:val="24"/>
          <w:lang w:eastAsia="pl-PL"/>
          <w14:ligatures w14:val="standardContextual"/>
        </w:rPr>
      </w:pPr>
      <w:hyperlink w:anchor="_Toc198021019" w:history="1">
        <w:r w:rsidRPr="00625323">
          <w:rPr>
            <w:rStyle w:val="Hipercze"/>
            <w:rFonts w:ascii="Lato" w:hAnsi="Lato"/>
            <w:noProof/>
          </w:rPr>
          <w:t>1.4.</w:t>
        </w:r>
        <w:r w:rsidRPr="00625323">
          <w:rPr>
            <w:rFonts w:ascii="Lato" w:eastAsiaTheme="minorEastAsia" w:hAnsi="Lato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Obowiązywanie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_Toc198021019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11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5EBA0304" w14:textId="53B1B670" w:rsidR="00625323" w:rsidRPr="00625323" w:rsidRDefault="00625323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Cs w:val="24"/>
          <w:lang w:eastAsia="pl-PL"/>
          <w14:ligatures w14:val="standardContextual"/>
        </w:rPr>
      </w:pPr>
      <w:hyperlink w:anchor="_Toc198021020" w:history="1">
        <w:r w:rsidRPr="00625323">
          <w:rPr>
            <w:rStyle w:val="Hipercze"/>
            <w:rFonts w:ascii="Lato" w:hAnsi="Lato"/>
            <w:noProof/>
          </w:rPr>
          <w:t>1.5.</w:t>
        </w:r>
        <w:r w:rsidRPr="00625323">
          <w:rPr>
            <w:rFonts w:ascii="Lato" w:eastAsiaTheme="minorEastAsia" w:hAnsi="Lato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Dokumenty obowiązujące i pomocnicze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_Toc198021020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11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2112A62B" w14:textId="55353DBD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21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1.5.1.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Dokumenty obowiązujące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_Toc198021021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11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637D80CF" w14:textId="2F9BCCC7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22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1.5.2.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Dokumenty pomocnicze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_Toc198021022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11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60C36016" w14:textId="4FE7EB6A" w:rsidR="00625323" w:rsidRPr="00625323" w:rsidRDefault="00625323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Cs w:val="24"/>
          <w:lang w:eastAsia="pl-PL"/>
          <w14:ligatures w14:val="standardContextual"/>
        </w:rPr>
      </w:pPr>
      <w:hyperlink w:anchor="_Toc198021023" w:history="1">
        <w:r w:rsidRPr="00625323">
          <w:rPr>
            <w:rStyle w:val="Hipercze"/>
            <w:rFonts w:ascii="Lato" w:hAnsi="Lato"/>
            <w:noProof/>
          </w:rPr>
          <w:t>1.6.</w:t>
        </w:r>
        <w:r w:rsidRPr="00625323">
          <w:rPr>
            <w:rFonts w:ascii="Lato" w:eastAsiaTheme="minorEastAsia" w:hAnsi="Lato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Słownik przyjętych skrótów i terminów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_Toc198021023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12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424A127F" w14:textId="4B2A6700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24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1.6.1.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Skróty i akronimy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_Toc198021024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12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2EB45832" w14:textId="5910D52C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25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1.6.2.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Terminy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_Toc198021025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15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57A849A2" w14:textId="5924B391" w:rsidR="00625323" w:rsidRPr="00625323" w:rsidRDefault="00625323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Cs w:val="24"/>
          <w:lang w:eastAsia="pl-PL"/>
          <w14:ligatures w14:val="standardContextual"/>
        </w:rPr>
      </w:pPr>
      <w:hyperlink w:anchor="_Toc198021026" w:history="1">
        <w:r w:rsidRPr="00625323">
          <w:rPr>
            <w:rStyle w:val="Hipercze"/>
            <w:rFonts w:ascii="Lato" w:hAnsi="Lato"/>
            <w:noProof/>
          </w:rPr>
          <w:t>2.</w:t>
        </w:r>
        <w:r w:rsidRPr="00625323">
          <w:rPr>
            <w:rFonts w:ascii="Lato" w:eastAsiaTheme="minorEastAsia" w:hAnsi="Lato" w:cstheme="minorBidi"/>
            <w:b w:val="0"/>
            <w:b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Zawartość merytoryczna dokumentu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_Toc198021026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16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6E1DB306" w14:textId="49987532" w:rsidR="00625323" w:rsidRPr="00625323" w:rsidRDefault="00625323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Cs w:val="24"/>
          <w:lang w:eastAsia="pl-PL"/>
          <w14:ligatures w14:val="standardContextual"/>
        </w:rPr>
      </w:pPr>
      <w:hyperlink w:anchor="_Toc198021027" w:history="1">
        <w:r w:rsidRPr="00625323">
          <w:rPr>
            <w:rStyle w:val="Hipercze"/>
            <w:rFonts w:ascii="Lato" w:hAnsi="Lato"/>
            <w:noProof/>
          </w:rPr>
          <w:t>3.</w:t>
        </w:r>
        <w:r w:rsidRPr="00625323">
          <w:rPr>
            <w:rFonts w:ascii="Lato" w:eastAsiaTheme="minorEastAsia" w:hAnsi="Lato" w:cstheme="minorBidi"/>
            <w:b w:val="0"/>
            <w:b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Struktury wspólne dokumentów XML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_Toc198021027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17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0469F1F5" w14:textId="0A4B8E94" w:rsidR="00625323" w:rsidRPr="00625323" w:rsidRDefault="00625323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Cs w:val="24"/>
          <w:lang w:eastAsia="pl-PL"/>
          <w14:ligatures w14:val="standardContextual"/>
        </w:rPr>
      </w:pPr>
      <w:hyperlink w:anchor="_Toc198021028" w:history="1">
        <w:r w:rsidRPr="00625323">
          <w:rPr>
            <w:rStyle w:val="Hipercze"/>
            <w:rFonts w:ascii="Lato" w:hAnsi="Lato"/>
            <w:noProof/>
          </w:rPr>
          <w:t>4.</w:t>
        </w:r>
        <w:r w:rsidRPr="00625323">
          <w:rPr>
            <w:rFonts w:ascii="Lato" w:eastAsiaTheme="minorEastAsia" w:hAnsi="Lato" w:cstheme="minorBidi"/>
            <w:b w:val="0"/>
            <w:b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Typy danych zdefiniowane w Types_Z13.xsd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_Toc198021028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18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6F73F262" w14:textId="66986377" w:rsidR="00625323" w:rsidRPr="00625323" w:rsidRDefault="00625323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Cs w:val="24"/>
          <w:lang w:eastAsia="pl-PL"/>
          <w14:ligatures w14:val="standardContextual"/>
        </w:rPr>
      </w:pPr>
      <w:hyperlink w:anchor="_Toc198021029" w:history="1">
        <w:r w:rsidRPr="00625323">
          <w:rPr>
            <w:rStyle w:val="Hipercze"/>
            <w:rFonts w:ascii="Lato" w:hAnsi="Lato"/>
            <w:noProof/>
          </w:rPr>
          <w:t>4.1.</w:t>
        </w:r>
        <w:r w:rsidRPr="00625323">
          <w:rPr>
            <w:rFonts w:ascii="Lato" w:eastAsiaTheme="minorEastAsia" w:hAnsi="Lato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Typy proste w ramach Types_Z13.xsd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_Toc198021029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18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4E268426" w14:textId="2DD9AABD" w:rsidR="00625323" w:rsidRPr="00625323" w:rsidRDefault="00625323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Cs w:val="24"/>
          <w:lang w:eastAsia="pl-PL"/>
          <w14:ligatures w14:val="standardContextual"/>
        </w:rPr>
      </w:pPr>
      <w:hyperlink w:anchor="_Toc198021030" w:history="1">
        <w:r w:rsidRPr="00625323">
          <w:rPr>
            <w:rStyle w:val="Hipercze"/>
            <w:rFonts w:ascii="Lato" w:hAnsi="Lato"/>
            <w:noProof/>
          </w:rPr>
          <w:t>4.2.</w:t>
        </w:r>
        <w:r w:rsidRPr="00625323">
          <w:rPr>
            <w:rFonts w:ascii="Lato" w:eastAsiaTheme="minorEastAsia" w:hAnsi="Lato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Typy złożone w ramach Types_Z13.xsd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_Toc198021030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22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36A88B09" w14:textId="38E0D1B0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31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4.2.1.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&lt;ZConcession&gt; - Dane o zezwoleniu/koncesji.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_Toc198021031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22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7AEA9AF4" w14:textId="594F58A3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32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4.2.2.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&lt;ZStateMonopoly&gt; - Dane o realizacji monopolu państwa.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_Toc198021032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22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154775CF" w14:textId="1A12706A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33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4.2.3.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&lt;ZCalculOfAmountOfExciseDuty&gt; - Dane dotyczące obliczenia kwoty podatku akcyzowego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_Toc198021033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23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717F40B7" w14:textId="449D5059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34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4.2.4.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&lt;ZDailyAmount&gt; - Informacja o kwotach wpłat dziennych.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_Toc198021034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23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39E2A75D" w14:textId="10905D6E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35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4.2.5.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&lt;ZStatement&gt; Oświadczenie podatnika lub osoby reprezentującej podatnika.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_Toc198021035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24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473B706E" w14:textId="616121C3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36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4.2.6.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&lt;ZIDStatement&gt; - Oświadczenie podatnika lub ocoby reprezentującej podatnika (zawierające NIP/PESEL podatnika).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_Toc198021036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25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4E54F70A" w14:textId="2C372638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37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4.2.7.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&lt;ZExtStatement&gt; Oświadczenie podatnika lub osoby reprezentującej podatnika (zawierające treść oświadczenia).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_Toc198021037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26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2C9614A0" w14:textId="24454653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38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4.2.8.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&lt;ZIDExtStatement&gt; Oświadczenie podatnika lub osoby reprezentującej podatnika (zawierające NIP/PESEL podatnika oraz tekst oświadczenia).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_Toc198021038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26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14A1F760" w14:textId="1755B7FA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39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4.2.9.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&lt;ZIDOExtStatement&gt; Oświadczenie podatnika lub osoby reprezentującej podatnika (zawierające NIP/PESEL podatnika oraz tekst oświadczenia – NIP opcjonalny).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_Toc198021039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27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249BC8A9" w14:textId="18A925EF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40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4.2.10.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&lt;</w:t>
        </w:r>
        <w:r w:rsidRPr="00625323">
          <w:rPr>
            <w:rStyle w:val="Hipercze"/>
            <w:rFonts w:ascii="Lato" w:hAnsi="Lato"/>
            <w:noProof/>
            <w:highlight w:val="white"/>
            <w:lang w:eastAsia="pl-PL"/>
          </w:rPr>
          <w:t>ZCalculationOfTaxOnGameA</w:t>
        </w:r>
        <w:r w:rsidRPr="00625323">
          <w:rPr>
            <w:rStyle w:val="Hipercze"/>
            <w:rFonts w:ascii="Lato" w:hAnsi="Lato"/>
            <w:noProof/>
            <w:lang w:eastAsia="pl-PL"/>
          </w:rPr>
          <w:t xml:space="preserve">&gt; - </w:t>
        </w:r>
        <w:r w:rsidRPr="00625323">
          <w:rPr>
            <w:rStyle w:val="Hipercze"/>
            <w:rFonts w:ascii="Lato" w:hAnsi="Lato"/>
            <w:noProof/>
            <w:highlight w:val="white"/>
            <w:lang w:eastAsia="pl-PL"/>
          </w:rPr>
          <w:t>Dane dotyczące obliczenia kwoty podatku od gier.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_Toc198021040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28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076DCA5F" w14:textId="0EA0F841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41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4.2.11.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&lt;</w:t>
        </w:r>
        <w:r w:rsidRPr="00625323">
          <w:rPr>
            <w:rStyle w:val="Hipercze"/>
            <w:rFonts w:ascii="Lato" w:hAnsi="Lato"/>
            <w:noProof/>
            <w:highlight w:val="white"/>
            <w:lang w:eastAsia="pl-PL"/>
          </w:rPr>
          <w:t>ZCalculationOfTaxOnGame</w:t>
        </w:r>
        <w:r w:rsidRPr="00625323">
          <w:rPr>
            <w:rStyle w:val="Hipercze"/>
            <w:rFonts w:ascii="Lato" w:hAnsi="Lato"/>
            <w:noProof/>
            <w:lang w:eastAsia="pl-PL"/>
          </w:rPr>
          <w:t xml:space="preserve">C&gt; - </w:t>
        </w:r>
        <w:r w:rsidRPr="00625323">
          <w:rPr>
            <w:rStyle w:val="Hipercze"/>
            <w:rFonts w:ascii="Lato" w:hAnsi="Lato"/>
            <w:noProof/>
            <w:highlight w:val="white"/>
            <w:lang w:eastAsia="pl-PL"/>
          </w:rPr>
          <w:t>Dane dotyczące obliczenia kwoty podatku podatku od gier.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_Toc198021041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29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19F96339" w14:textId="20BC926E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42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4.2.12.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&lt;</w:t>
        </w:r>
        <w:r w:rsidRPr="00625323">
          <w:rPr>
            <w:rStyle w:val="Hipercze"/>
            <w:rFonts w:ascii="Lato" w:hAnsi="Lato"/>
            <w:noProof/>
            <w:lang w:val="en-GB"/>
          </w:rPr>
          <w:t>ZRepresentative</w:t>
        </w:r>
        <w:r w:rsidRPr="00625323">
          <w:rPr>
            <w:rStyle w:val="Hipercze"/>
            <w:rFonts w:ascii="Lato" w:hAnsi="Lato"/>
            <w:noProof/>
          </w:rPr>
          <w:t xml:space="preserve"> &gt; - Dane reprezentanta.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_Toc198021042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29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0F604AD7" w14:textId="177CAE59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43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4.2.13.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&lt;</w:t>
        </w:r>
        <w:r w:rsidRPr="00625323">
          <w:rPr>
            <w:rStyle w:val="Hipercze"/>
            <w:rFonts w:ascii="Lato" w:hAnsi="Lato"/>
            <w:noProof/>
            <w:lang w:val="en-GB"/>
          </w:rPr>
          <w:t>ZIDRepresentative</w:t>
        </w:r>
        <w:r w:rsidRPr="00625323">
          <w:rPr>
            <w:rStyle w:val="Hipercze"/>
            <w:rFonts w:ascii="Lato" w:hAnsi="Lato"/>
            <w:noProof/>
          </w:rPr>
          <w:t xml:space="preserve"> &gt; - Dane reprezentanta.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_Toc198021043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30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7C23D85E" w14:textId="744275E3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44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4.2.14.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&lt;</w:t>
        </w:r>
        <w:r w:rsidRPr="00625323">
          <w:rPr>
            <w:rStyle w:val="Hipercze"/>
            <w:rFonts w:ascii="Lato" w:hAnsi="Lato"/>
            <w:noProof/>
            <w:lang w:val="en-GB"/>
          </w:rPr>
          <w:t>ZIDORepresentative</w:t>
        </w:r>
        <w:r w:rsidRPr="00625323">
          <w:rPr>
            <w:rStyle w:val="Hipercze"/>
            <w:rFonts w:ascii="Lato" w:hAnsi="Lato"/>
            <w:noProof/>
          </w:rPr>
          <w:t xml:space="preserve"> &gt; - Dane reprezentanta.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_Toc198021044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31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06308C2F" w14:textId="66ADA85F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45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4.2.15.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&lt;</w:t>
        </w:r>
        <w:r w:rsidRPr="00625323">
          <w:rPr>
            <w:rStyle w:val="Hipercze"/>
            <w:rFonts w:ascii="Lato" w:hAnsi="Lato"/>
            <w:noProof/>
            <w:lang w:val="en-GB"/>
          </w:rPr>
          <w:t>ZCarDetails</w:t>
        </w:r>
        <w:r w:rsidRPr="00625323">
          <w:rPr>
            <w:rStyle w:val="Hipercze"/>
            <w:rFonts w:ascii="Lato" w:hAnsi="Lato"/>
            <w:noProof/>
          </w:rPr>
          <w:t>&gt; - Dane identyfikujące samochód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_Toc198021045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31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0F7E8845" w14:textId="330C7D64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46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4.2.16.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&lt;ZINFHeader&gt; - Dane zawarte w nagłówku komunikatu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_Toc198021046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32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043E8474" w14:textId="3ECA88CC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47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4.2.17.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 xml:space="preserve">Reguły w </w:t>
        </w:r>
        <w:r w:rsidRPr="00625323">
          <w:rPr>
            <w:rStyle w:val="Hipercze"/>
            <w:rFonts w:ascii="Lato" w:hAnsi="Lato"/>
            <w:noProof/>
            <w:lang w:val="en-GB"/>
          </w:rPr>
          <w:t>Types</w:t>
        </w:r>
        <w:r w:rsidRPr="00625323">
          <w:rPr>
            <w:rStyle w:val="Hipercze"/>
            <w:rFonts w:ascii="Lato" w:hAnsi="Lato"/>
            <w:noProof/>
          </w:rPr>
          <w:t>_Z13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_Toc198021047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33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6D6C1142" w14:textId="623BBBC4" w:rsidR="00625323" w:rsidRPr="00625323" w:rsidRDefault="00625323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Cs w:val="24"/>
          <w:lang w:eastAsia="pl-PL"/>
          <w14:ligatures w14:val="standardContextual"/>
        </w:rPr>
      </w:pPr>
      <w:hyperlink w:anchor="_Toc198021048" w:history="1">
        <w:r w:rsidRPr="00625323">
          <w:rPr>
            <w:rStyle w:val="Hipercze"/>
            <w:rFonts w:ascii="Lato" w:hAnsi="Lato"/>
            <w:noProof/>
          </w:rPr>
          <w:t>5.</w:t>
        </w:r>
        <w:r w:rsidRPr="00625323">
          <w:rPr>
            <w:rFonts w:ascii="Lato" w:eastAsiaTheme="minorEastAsia" w:hAnsi="Lato" w:cstheme="minorBidi"/>
            <w:b w:val="0"/>
            <w:b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Typy danych zdefiniowane w Trader_Z13.xsd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_Toc198021048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35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65DEF6E1" w14:textId="5419A941" w:rsidR="00625323" w:rsidRPr="00625323" w:rsidRDefault="00625323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Cs w:val="24"/>
          <w:lang w:eastAsia="pl-PL"/>
          <w14:ligatures w14:val="standardContextual"/>
        </w:rPr>
      </w:pPr>
      <w:hyperlink w:anchor="_Toc198021049" w:history="1">
        <w:r w:rsidRPr="00625323">
          <w:rPr>
            <w:rStyle w:val="Hipercze"/>
            <w:rFonts w:ascii="Lato" w:hAnsi="Lato"/>
            <w:noProof/>
          </w:rPr>
          <w:t>5.1.</w:t>
        </w:r>
        <w:r w:rsidRPr="00625323">
          <w:rPr>
            <w:rFonts w:ascii="Lato" w:eastAsiaTheme="minorEastAsia" w:hAnsi="Lato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Typy danych złożone w Trader_Z13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_Toc198021049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35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35B1F0C7" w14:textId="30DC7ABA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50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5.1.1.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&lt;</w:t>
        </w:r>
        <w:r w:rsidRPr="00625323">
          <w:rPr>
            <w:rStyle w:val="Hipercze"/>
            <w:rFonts w:ascii="Lato" w:hAnsi="Lato"/>
            <w:noProof/>
            <w:lang w:val="en-GB"/>
          </w:rPr>
          <w:t>ZAddress</w:t>
        </w:r>
        <w:r w:rsidRPr="00625323">
          <w:rPr>
            <w:rStyle w:val="Hipercze"/>
            <w:rFonts w:ascii="Lato" w:hAnsi="Lato"/>
            <w:noProof/>
          </w:rPr>
          <w:t>&gt; - Dane adresowe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_Toc198021050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35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066ED05F" w14:textId="072B370D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51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5.1.2.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&lt; ZIDCorporate &gt; - Podstawowy zestaw danych identyfikacyjnych podatnika nie będącego osobą fizyczną.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_Toc198021051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36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643C8A53" w14:textId="37B15E8A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52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5.1.3.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&lt; ZIDCorporateReg &gt; - Podstawowy zestaw danych identyfikacyjnych podatnika nie będącego osobą fizyczną.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_Toc198021052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37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01938CBD" w14:textId="1564A575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53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5.1.4.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&lt; ZIDPrivatePerson &gt; - Podstawowy zestaw danych identyfikacyjnych podatnika będącego osobę fizyczną.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_Toc198021053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37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148AE86F" w14:textId="290A2F4B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54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5.1.5.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&lt; ZCorporate &gt; Podstawowy zestaw danych identyfikacyjnych podatnika nie będącego osobą fizyczną.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_Toc198021054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38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30039F87" w14:textId="5AB8C4CD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55" w:history="1">
        <w:r w:rsidRPr="00625323">
          <w:rPr>
            <w:rStyle w:val="Hipercze"/>
            <w:rFonts w:ascii="Lato" w:hAnsi="Lato"/>
            <w:noProof/>
            <w:lang w:val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5.1.6.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&lt; ZPrivatePerson &gt; Podstawowy zestaw danych identyfikacyjnych podatnika będącego osobę fizyczną.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_Toc198021055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38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160BBBAD" w14:textId="43FDC628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56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5.1.7.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&lt; ZTrader &gt; Skrócony zestaw danych podatnika będącego lub nie będącego osobą prawną.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_Toc198021056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39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5B2B8B77" w14:textId="044FF8B6" w:rsidR="00625323" w:rsidRPr="00625323" w:rsidRDefault="00625323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Cs w:val="24"/>
          <w:lang w:eastAsia="pl-PL"/>
          <w14:ligatures w14:val="standardContextual"/>
        </w:rPr>
      </w:pPr>
      <w:hyperlink w:anchor="_Toc198021057" w:history="1">
        <w:r w:rsidRPr="00625323">
          <w:rPr>
            <w:rStyle w:val="Hipercze"/>
            <w:rFonts w:ascii="Lato" w:hAnsi="Lato"/>
            <w:noProof/>
          </w:rPr>
          <w:t>6.</w:t>
        </w:r>
        <w:r w:rsidRPr="00625323">
          <w:rPr>
            <w:rFonts w:ascii="Lato" w:eastAsiaTheme="minorEastAsia" w:hAnsi="Lato" w:cstheme="minorBidi"/>
            <w:b w:val="0"/>
            <w:b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Typy danych zdefiniowane w Auth_v3.xsd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_Toc198021057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41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30922B7C" w14:textId="5D1460DB" w:rsidR="00625323" w:rsidRPr="00625323" w:rsidRDefault="00625323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Cs w:val="24"/>
          <w:lang w:eastAsia="pl-PL"/>
          <w14:ligatures w14:val="standardContextual"/>
        </w:rPr>
      </w:pPr>
      <w:hyperlink w:anchor="_Toc198021058" w:history="1">
        <w:r w:rsidRPr="00625323">
          <w:rPr>
            <w:rStyle w:val="Hipercze"/>
            <w:rFonts w:ascii="Lato" w:hAnsi="Lato"/>
            <w:noProof/>
          </w:rPr>
          <w:t>7.</w:t>
        </w:r>
        <w:r w:rsidRPr="00625323">
          <w:rPr>
            <w:rFonts w:ascii="Lato" w:eastAsiaTheme="minorEastAsia" w:hAnsi="Lato" w:cstheme="minorBidi"/>
            <w:b w:val="0"/>
            <w:b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Wersjonowanie schematów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_Toc198021058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42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729B0EB5" w14:textId="194AF321" w:rsidR="00625323" w:rsidRPr="00625323" w:rsidRDefault="00625323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Cs w:val="24"/>
          <w:lang w:eastAsia="pl-PL"/>
          <w14:ligatures w14:val="standardContextual"/>
        </w:rPr>
      </w:pPr>
      <w:hyperlink w:anchor="_Toc198021059" w:history="1">
        <w:r w:rsidRPr="00625323">
          <w:rPr>
            <w:rStyle w:val="Hipercze"/>
            <w:rFonts w:ascii="Lato" w:hAnsi="Lato"/>
            <w:noProof/>
          </w:rPr>
          <w:t>8.</w:t>
        </w:r>
        <w:r w:rsidRPr="00625323">
          <w:rPr>
            <w:rFonts w:ascii="Lato" w:eastAsiaTheme="minorEastAsia" w:hAnsi="Lato" w:cstheme="minorBidi"/>
            <w:b w:val="0"/>
            <w:b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Załączniki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_Toc198021059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43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41902DB7" w14:textId="3B799E20" w:rsidR="00625323" w:rsidRPr="00625323" w:rsidRDefault="00625323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Cs w:val="24"/>
          <w:lang w:eastAsia="pl-PL"/>
          <w14:ligatures w14:val="standardContextual"/>
        </w:rPr>
      </w:pPr>
      <w:hyperlink w:anchor="_Toc198021060" w:history="1">
        <w:r w:rsidRPr="00625323">
          <w:rPr>
            <w:rStyle w:val="Hipercze"/>
            <w:rFonts w:ascii="Lato" w:hAnsi="Lato"/>
            <w:noProof/>
          </w:rPr>
          <w:t>8.1.</w:t>
        </w:r>
        <w:r w:rsidRPr="00625323">
          <w:rPr>
            <w:rFonts w:ascii="Lato" w:eastAsiaTheme="minorEastAsia" w:hAnsi="Lato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Rejestr konfiguracji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_Toc198021060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43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533697FA" w14:textId="046BF2C4" w:rsidR="00625323" w:rsidRPr="00625323" w:rsidRDefault="00625323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Cs w:val="24"/>
          <w:lang w:eastAsia="pl-PL"/>
          <w14:ligatures w14:val="standardContextual"/>
        </w:rPr>
      </w:pPr>
      <w:hyperlink w:anchor="_Toc198021061" w:history="1">
        <w:r w:rsidRPr="00625323">
          <w:rPr>
            <w:rStyle w:val="Hipercze"/>
            <w:rFonts w:ascii="Lato" w:hAnsi="Lato"/>
            <w:noProof/>
          </w:rPr>
          <w:t>8.2.</w:t>
        </w:r>
        <w:r w:rsidRPr="00625323">
          <w:rPr>
            <w:rFonts w:ascii="Lato" w:eastAsiaTheme="minorEastAsia" w:hAnsi="Lato" w:cstheme="minorBidi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>Struktury wspólne dokumentów XML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_Toc198021061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43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70712B22" w14:textId="2574D280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62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8.2.1.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 xml:space="preserve">Plik </w:t>
        </w:r>
        <w:r w:rsidRPr="00625323">
          <w:rPr>
            <w:rStyle w:val="Hipercze"/>
            <w:rFonts w:ascii="Lato" w:hAnsi="Lato"/>
            <w:noProof/>
            <w:lang w:val="en-GB"/>
          </w:rPr>
          <w:t>Types</w:t>
        </w:r>
        <w:r w:rsidRPr="00625323">
          <w:rPr>
            <w:rStyle w:val="Hipercze"/>
            <w:rFonts w:ascii="Lato" w:hAnsi="Lato"/>
            <w:noProof/>
          </w:rPr>
          <w:t>_Z13.xsd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_Toc198021062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43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4090A4F9" w14:textId="616E4204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63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8.2.2.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 xml:space="preserve">Plik </w:t>
        </w:r>
        <w:r w:rsidRPr="00625323">
          <w:rPr>
            <w:rStyle w:val="Hipercze"/>
            <w:rFonts w:ascii="Lato" w:hAnsi="Lato"/>
            <w:noProof/>
            <w:lang w:val="en-GB"/>
          </w:rPr>
          <w:t>Trader</w:t>
        </w:r>
        <w:r w:rsidRPr="00625323">
          <w:rPr>
            <w:rStyle w:val="Hipercze"/>
            <w:rFonts w:ascii="Lato" w:hAnsi="Lato"/>
            <w:noProof/>
          </w:rPr>
          <w:t>_Z13.xsd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_Toc198021063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43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0815B469" w14:textId="483919F1" w:rsidR="00625323" w:rsidRPr="00625323" w:rsidRDefault="00625323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Cs w:val="24"/>
          <w:lang w:eastAsia="pl-PL"/>
          <w14:ligatures w14:val="standardContextual"/>
        </w:rPr>
      </w:pPr>
      <w:hyperlink w:anchor="_Toc198021064" w:history="1">
        <w:r w:rsidRPr="00625323">
          <w:rPr>
            <w:rStyle w:val="Hipercze"/>
            <w:rFonts w:ascii="Lato" w:hAnsi="Lato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8.2.3.</w:t>
        </w:r>
        <w:r w:rsidRPr="00625323">
          <w:rPr>
            <w:rFonts w:ascii="Lato" w:eastAsiaTheme="minorEastAsia" w:hAnsi="Lato" w:cstheme="minorBidi"/>
            <w:iCs w:val="0"/>
            <w:noProof/>
            <w:kern w:val="2"/>
            <w:szCs w:val="24"/>
            <w:lang w:eastAsia="pl-PL"/>
            <w14:ligatures w14:val="standardContextual"/>
          </w:rPr>
          <w:tab/>
        </w:r>
        <w:r w:rsidRPr="00625323">
          <w:rPr>
            <w:rStyle w:val="Hipercze"/>
            <w:rFonts w:ascii="Lato" w:hAnsi="Lato"/>
            <w:noProof/>
          </w:rPr>
          <w:t xml:space="preserve">Plik </w:t>
        </w:r>
        <w:r w:rsidRPr="00625323">
          <w:rPr>
            <w:rStyle w:val="Hipercze"/>
            <w:rFonts w:ascii="Lato" w:hAnsi="Lato"/>
            <w:noProof/>
            <w:lang w:val="en-GB"/>
          </w:rPr>
          <w:t>Auth</w:t>
        </w:r>
        <w:r w:rsidRPr="00625323">
          <w:rPr>
            <w:rStyle w:val="Hipercze"/>
            <w:rFonts w:ascii="Lato" w:hAnsi="Lato"/>
            <w:noProof/>
          </w:rPr>
          <w:t>_v3.xsd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_Toc198021064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43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59126472" w14:textId="43B6CC5A" w:rsidR="00C663FF" w:rsidRPr="00625323" w:rsidRDefault="00035695" w:rsidP="00C663FF">
      <w:pPr>
        <w:pStyle w:val="PJPtekst"/>
        <w:ind w:left="0"/>
        <w:rPr>
          <w:rFonts w:ascii="Lato" w:hAnsi="Lato" w:cs="Open Sans"/>
          <w:sz w:val="24"/>
        </w:rPr>
      </w:pPr>
      <w:r w:rsidRPr="00625323">
        <w:rPr>
          <w:rFonts w:ascii="Lato" w:hAnsi="Lato" w:cs="Open Sans"/>
          <w:sz w:val="24"/>
        </w:rPr>
        <w:fldChar w:fldCharType="end"/>
      </w:r>
      <w:r w:rsidR="00C663FF" w:rsidRPr="00625323">
        <w:rPr>
          <w:rFonts w:ascii="Lato" w:hAnsi="Lato" w:cs="Open Sans"/>
          <w:sz w:val="24"/>
        </w:rPr>
        <w:br w:type="page"/>
      </w:r>
    </w:p>
    <w:p w14:paraId="44F13D2D" w14:textId="28D045CC" w:rsidR="00764E48" w:rsidRPr="00625323" w:rsidRDefault="008B1643" w:rsidP="00C663FF">
      <w:pPr>
        <w:pStyle w:val="PJPtekst"/>
        <w:ind w:left="0"/>
        <w:rPr>
          <w:rFonts w:ascii="Lato" w:hAnsi="Lato" w:cs="Open Sans"/>
          <w:sz w:val="40"/>
          <w:szCs w:val="40"/>
        </w:rPr>
      </w:pPr>
      <w:r w:rsidRPr="00625323">
        <w:rPr>
          <w:rFonts w:ascii="Lato" w:hAnsi="Lato" w:cs="Open Sans"/>
          <w:sz w:val="40"/>
          <w:szCs w:val="40"/>
        </w:rPr>
        <w:lastRenderedPageBreak/>
        <w:t>Spis Tabel</w:t>
      </w:r>
    </w:p>
    <w:p w14:paraId="426C220B" w14:textId="34758FE5" w:rsidR="00625323" w:rsidRPr="00625323" w:rsidRDefault="0006207D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r w:rsidRPr="00625323">
        <w:rPr>
          <w:rFonts w:ascii="Lato" w:hAnsi="Lato" w:cs="Open Sans"/>
        </w:rPr>
        <w:fldChar w:fldCharType="begin"/>
      </w:r>
      <w:r w:rsidR="00836DD7" w:rsidRPr="00625323">
        <w:rPr>
          <w:rFonts w:ascii="Lato" w:hAnsi="Lato" w:cs="Open Sans"/>
        </w:rPr>
        <w:instrText xml:space="preserve"> TOC \h \z \c "Tabela" </w:instrText>
      </w:r>
      <w:r w:rsidRPr="00625323">
        <w:rPr>
          <w:rFonts w:ascii="Lato" w:hAnsi="Lato" w:cs="Open Sans"/>
        </w:rPr>
        <w:fldChar w:fldCharType="separate"/>
      </w:r>
      <w:hyperlink w:anchor="_Toc198021065" w:history="1">
        <w:r w:rsidR="00625323" w:rsidRPr="00625323">
          <w:rPr>
            <w:rStyle w:val="Hipercze"/>
            <w:rFonts w:ascii="Lato" w:hAnsi="Lato"/>
            <w:noProof/>
          </w:rPr>
          <w:t>Tabela 1.Metryka dokumentu</w:t>
        </w:r>
        <w:r w:rsidR="00625323" w:rsidRPr="00625323">
          <w:rPr>
            <w:rFonts w:ascii="Lato" w:hAnsi="Lato"/>
            <w:noProof/>
            <w:webHidden/>
          </w:rPr>
          <w:tab/>
        </w:r>
        <w:r w:rsidR="00625323" w:rsidRPr="00625323">
          <w:rPr>
            <w:rFonts w:ascii="Lato" w:hAnsi="Lato"/>
            <w:noProof/>
            <w:webHidden/>
          </w:rPr>
          <w:fldChar w:fldCharType="begin"/>
        </w:r>
        <w:r w:rsidR="00625323" w:rsidRPr="00625323">
          <w:rPr>
            <w:rFonts w:ascii="Lato" w:hAnsi="Lato"/>
            <w:noProof/>
            <w:webHidden/>
          </w:rPr>
          <w:instrText xml:space="preserve"> PAGEREF _Toc198021065 \h </w:instrText>
        </w:r>
        <w:r w:rsidR="00625323" w:rsidRPr="00625323">
          <w:rPr>
            <w:rFonts w:ascii="Lato" w:hAnsi="Lato"/>
            <w:noProof/>
            <w:webHidden/>
          </w:rPr>
        </w:r>
        <w:r w:rsidR="00625323" w:rsidRPr="00625323">
          <w:rPr>
            <w:rFonts w:ascii="Lato" w:hAnsi="Lato"/>
            <w:noProof/>
            <w:webHidden/>
          </w:rPr>
          <w:fldChar w:fldCharType="separate"/>
        </w:r>
        <w:r w:rsidR="00625323" w:rsidRPr="00625323">
          <w:rPr>
            <w:rFonts w:ascii="Lato" w:hAnsi="Lato"/>
            <w:noProof/>
            <w:webHidden/>
          </w:rPr>
          <w:t>2</w:t>
        </w:r>
        <w:r w:rsidR="00625323" w:rsidRPr="00625323">
          <w:rPr>
            <w:rFonts w:ascii="Lato" w:hAnsi="Lato"/>
            <w:noProof/>
            <w:webHidden/>
          </w:rPr>
          <w:fldChar w:fldCharType="end"/>
        </w:r>
      </w:hyperlink>
    </w:p>
    <w:p w14:paraId="4962CA53" w14:textId="51894B82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66" w:history="1">
        <w:r w:rsidRPr="00625323">
          <w:rPr>
            <w:rStyle w:val="Hipercze"/>
            <w:rFonts w:ascii="Lato" w:hAnsi="Lato"/>
            <w:noProof/>
          </w:rPr>
          <w:t>Tabela 2.Historia zmian dokumentu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_Toc198021066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6DF8B32F" w14:textId="6C9819FB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67" w:history="1">
        <w:r w:rsidRPr="00625323">
          <w:rPr>
            <w:rStyle w:val="Hipercze"/>
            <w:rFonts w:ascii="Lato" w:hAnsi="Lato"/>
            <w:noProof/>
          </w:rPr>
          <w:t>Tabela 3.Wykaz dokumentów obowiązujących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_Toc198021067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11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78FEF487" w14:textId="4F18F84D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68" w:history="1">
        <w:r w:rsidRPr="00625323">
          <w:rPr>
            <w:rStyle w:val="Hipercze"/>
            <w:rFonts w:ascii="Lato" w:hAnsi="Lato"/>
            <w:noProof/>
          </w:rPr>
          <w:t>Tabela 4.Wykaz dokumentów pomocniczych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_Toc198021068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11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67F7D2F4" w14:textId="22F21DA8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69" w:history="1">
        <w:r w:rsidRPr="00625323">
          <w:rPr>
            <w:rStyle w:val="Hipercze"/>
            <w:rFonts w:ascii="Lato" w:hAnsi="Lato"/>
            <w:noProof/>
          </w:rPr>
          <w:t>Tabela 5.Wykaz skrótów i akronimów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_Toc198021069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12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2964DAD8" w14:textId="5424FD42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70" w:history="1">
        <w:r w:rsidRPr="00625323">
          <w:rPr>
            <w:rStyle w:val="Hipercze"/>
            <w:rFonts w:ascii="Lato" w:hAnsi="Lato"/>
            <w:noProof/>
          </w:rPr>
          <w:t>Tabela 6.Wykaz definicji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_Toc198021070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15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1D2C6225" w14:textId="5F6EB368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71" w:history="1">
        <w:r w:rsidRPr="00625323">
          <w:rPr>
            <w:rStyle w:val="Hipercze"/>
            <w:rFonts w:ascii="Lato" w:hAnsi="Lato"/>
            <w:noProof/>
          </w:rPr>
          <w:t>Tabela 7.Proste typy danych struktury Types_Z13.xsd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_Toc198021071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18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4ABDD878" w14:textId="232684BF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72" w:history="1">
        <w:r w:rsidRPr="00625323">
          <w:rPr>
            <w:rStyle w:val="Hipercze"/>
            <w:rFonts w:ascii="Lato" w:hAnsi="Lato"/>
            <w:noProof/>
          </w:rPr>
          <w:t>Tabela 8.Struktura danych&lt; ZConcession &gt; - Dane o zezwoleniu/koncesji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_Toc198021072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22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702641D1" w14:textId="6F2A3E84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73" w:history="1">
        <w:r w:rsidRPr="00625323">
          <w:rPr>
            <w:rStyle w:val="Hipercze"/>
            <w:rFonts w:ascii="Lato" w:hAnsi="Lato"/>
            <w:noProof/>
          </w:rPr>
          <w:t>Tabela 9.Struktura danych&lt;ZStateMonopoly &gt; - Dane o realizacji monopolu państwa.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_Toc198021073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22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06B7E10C" w14:textId="03428EA8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74" w:history="1">
        <w:r w:rsidRPr="00625323">
          <w:rPr>
            <w:rStyle w:val="Hipercze"/>
            <w:rFonts w:ascii="Lato" w:hAnsi="Lato"/>
            <w:noProof/>
          </w:rPr>
          <w:t>Tabela 10.Struktura danych &lt;ZCalculOfAmountOfExciseDuty&gt; - Dane dotyczące obliczenia kwoty podatku akcyzowego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_Toc198021074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23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57412F0C" w14:textId="37CBFB6A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75" w:history="1">
        <w:r w:rsidRPr="00625323">
          <w:rPr>
            <w:rStyle w:val="Hipercze"/>
            <w:rFonts w:ascii="Lato" w:hAnsi="Lato"/>
            <w:noProof/>
          </w:rPr>
          <w:t>Tabela 11.Struktura danych &lt;ZDailyAmount &gt; - Informacja o kwotach wpłat dziennych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_Toc198021075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23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7AB6C735" w14:textId="66134048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76" w:history="1">
        <w:r w:rsidRPr="00625323">
          <w:rPr>
            <w:rStyle w:val="Hipercze"/>
            <w:rFonts w:ascii="Lato" w:hAnsi="Lato"/>
            <w:noProof/>
          </w:rPr>
          <w:t>Tabela 12.Struktura danych &lt;ZStatement&gt; - Oświadczenie podatnika lub osoby reprezentującej podatnika.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_Toc198021076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24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51053304" w14:textId="4F0989B5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77" w:history="1">
        <w:r w:rsidRPr="00625323">
          <w:rPr>
            <w:rStyle w:val="Hipercze"/>
            <w:rFonts w:ascii="Lato" w:hAnsi="Lato"/>
            <w:noProof/>
          </w:rPr>
          <w:t>Tabela 13.Struktura danych &lt;ZIDStatement&gt; - Oświadczenie podatnika lub osoby reprezentującej podatnika (zawierające NIP/PESEL podatnika).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_Toc198021077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25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4F82F68C" w14:textId="0B864E3B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78" w:history="1">
        <w:r w:rsidRPr="00625323">
          <w:rPr>
            <w:rStyle w:val="Hipercze"/>
            <w:rFonts w:ascii="Lato" w:hAnsi="Lato"/>
            <w:noProof/>
          </w:rPr>
          <w:t>Tabela 14.Struktura danych &lt;ZExtStatement&gt; - Oświadczenie podatnika lub osoby reprezentującej podatnika (zawierające treść oświadczenia).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_Toc198021078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26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6E392762" w14:textId="247AEFC6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79" w:history="1">
        <w:r w:rsidRPr="00625323">
          <w:rPr>
            <w:rStyle w:val="Hipercze"/>
            <w:rFonts w:ascii="Lato" w:hAnsi="Lato"/>
            <w:noProof/>
          </w:rPr>
          <w:t>Tabela 15.Struktura danych &lt;ZIDExtStatement&gt; - Oświadczenie podatnika lub osoby reprezentującej podatnika (zawierające NIP/PESEL podatnika oraz tekst oświadczenia).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_Toc198021079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26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21A8C23B" w14:textId="2B84AE44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80" w:history="1">
        <w:r w:rsidRPr="00625323">
          <w:rPr>
            <w:rStyle w:val="Hipercze"/>
            <w:rFonts w:ascii="Lato" w:hAnsi="Lato"/>
            <w:noProof/>
          </w:rPr>
          <w:t>Tabela 16.Struktura danych &lt;ZIDExtStatement&gt; - Oświadczenie podatnika lub osoby reprezentującej podatnika (zawierające NIP/PESEL podatnika oraz tekst oświadczenia).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_Toc198021080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27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62300D00" w14:textId="699DE26E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81" w:history="1">
        <w:r w:rsidRPr="00625323">
          <w:rPr>
            <w:rStyle w:val="Hipercze"/>
            <w:rFonts w:ascii="Lato" w:hAnsi="Lato"/>
            <w:noProof/>
          </w:rPr>
          <w:t>Tabela 17.Struktura danych &lt;ZCalculationOfTaxOnGameA&gt; - Dane dotyczące obliczenia kwoty podatku podatku od gier.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_Toc198021081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28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686FA259" w14:textId="71AFA7F9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82" w:history="1">
        <w:r w:rsidRPr="00625323">
          <w:rPr>
            <w:rStyle w:val="Hipercze"/>
            <w:rFonts w:ascii="Lato" w:hAnsi="Lato"/>
            <w:noProof/>
          </w:rPr>
          <w:t>Tabela 18.Struktura danych &lt;ZCalculationOfTaxOnGameC&gt; - Dane dotyczące obliczenia kwoty podatku od gier.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_Toc198021082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29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1DB41902" w14:textId="41639AF3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83" w:history="1">
        <w:r w:rsidRPr="00625323">
          <w:rPr>
            <w:rStyle w:val="Hipercze"/>
            <w:rFonts w:ascii="Lato" w:hAnsi="Lato"/>
            <w:noProof/>
          </w:rPr>
          <w:t>Tabela 19.Struktura danych &lt;ZRepresentative &gt; - Dane pełnomocnika.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_Toc198021083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29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2130320D" w14:textId="3F0D4C50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84" w:history="1">
        <w:r w:rsidRPr="00625323">
          <w:rPr>
            <w:rStyle w:val="Hipercze"/>
            <w:rFonts w:ascii="Lato" w:hAnsi="Lato"/>
            <w:noProof/>
          </w:rPr>
          <w:t>Tabela 20.Struktura danych &lt;ZIDRepresentative &gt; - Dane pełnomocnika.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_Toc198021084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30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50FCEBC5" w14:textId="7DBC2DA2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85" w:history="1">
        <w:r w:rsidRPr="00625323">
          <w:rPr>
            <w:rStyle w:val="Hipercze"/>
            <w:rFonts w:ascii="Lato" w:hAnsi="Lato"/>
            <w:noProof/>
          </w:rPr>
          <w:t>Tabela 21.Struktura danych &lt;ZIDORepresentative &gt; - Dane pełnomocnika.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_Toc198021085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31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11EDD69C" w14:textId="1F17580A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86" w:history="1">
        <w:r w:rsidRPr="00625323">
          <w:rPr>
            <w:rStyle w:val="Hipercze"/>
            <w:rFonts w:ascii="Lato" w:hAnsi="Lato"/>
            <w:noProof/>
          </w:rPr>
          <w:t>Tabela 22.Struktura danych &lt;ZCarDetails&gt; - Dane identyfikujące samochód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_Toc198021086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31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6C4EE3AE" w14:textId="7243E0F4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87" w:history="1">
        <w:r w:rsidRPr="00625323">
          <w:rPr>
            <w:rStyle w:val="Hipercze"/>
            <w:rFonts w:ascii="Lato" w:hAnsi="Lato"/>
            <w:noProof/>
          </w:rPr>
          <w:t>Tabela 23.Struktura danych &lt;ZINFHeader&gt; - Dane zawarte w nagłówku komunikatu.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_Toc198021087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32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29816F37" w14:textId="480204A1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88" w:history="1">
        <w:r w:rsidRPr="00625323">
          <w:rPr>
            <w:rStyle w:val="Hipercze"/>
            <w:rFonts w:ascii="Lato" w:hAnsi="Lato"/>
            <w:noProof/>
          </w:rPr>
          <w:t>Tabela 24.Reguły dotyczące Types_Z13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_Toc198021088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33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6594651F" w14:textId="308E1BEB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89" w:history="1">
        <w:r w:rsidRPr="00625323">
          <w:rPr>
            <w:rStyle w:val="Hipercze"/>
            <w:rFonts w:ascii="Lato" w:hAnsi="Lato"/>
            <w:noProof/>
          </w:rPr>
          <w:t>Tabela 25.Struktura danych &lt;ZAddress&gt;  - Dane adresowe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_Toc198021089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35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08F855CB" w14:textId="461E2192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90" w:history="1">
        <w:r w:rsidRPr="00625323">
          <w:rPr>
            <w:rStyle w:val="Hipercze"/>
            <w:rFonts w:ascii="Lato" w:hAnsi="Lato"/>
            <w:noProof/>
          </w:rPr>
          <w:t>Tabela 26.Struktura danych &lt; ZIDCorporate &gt; Podstawowy zestaw danych identyfikacyjnych podatnika nie będącego osobą fizyczną.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_Toc198021090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36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3A000611" w14:textId="14656A10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91" w:history="1">
        <w:r w:rsidRPr="00625323">
          <w:rPr>
            <w:rStyle w:val="Hipercze"/>
            <w:rFonts w:ascii="Lato" w:hAnsi="Lato"/>
            <w:noProof/>
          </w:rPr>
          <w:t>Tabela 27.Struktura danych &lt; ZIDCorporateReg &gt; Podstawowy zestaw danych identyfikacyjnych podatnika nie będącego osobą fizyczną.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_Toc198021091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37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2DF5924B" w14:textId="01825183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92" w:history="1">
        <w:r w:rsidRPr="00625323">
          <w:rPr>
            <w:rStyle w:val="Hipercze"/>
            <w:rFonts w:ascii="Lato" w:hAnsi="Lato"/>
            <w:noProof/>
          </w:rPr>
          <w:t>Tabela 28.Struktura danych &lt; ZIDPrivatePerson &gt; - Podstawowy zestaw danych identyfikacyjnych podatnika będącego osobę fizyczną.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_Toc198021092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37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40FA121A" w14:textId="7BA4736F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93" w:history="1">
        <w:r w:rsidRPr="00625323">
          <w:rPr>
            <w:rStyle w:val="Hipercze"/>
            <w:rFonts w:ascii="Lato" w:hAnsi="Lato"/>
            <w:noProof/>
          </w:rPr>
          <w:t>Tabela 29.Struktura danych &lt; ZCorporate &gt; - Podstawowy zestaw danych identyfikacyjnych podatnika nie będącego osobą fizyczną.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_Toc198021093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38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54953487" w14:textId="55349C0A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94" w:history="1">
        <w:r w:rsidRPr="00625323">
          <w:rPr>
            <w:rStyle w:val="Hipercze"/>
            <w:rFonts w:ascii="Lato" w:hAnsi="Lato"/>
            <w:noProof/>
          </w:rPr>
          <w:t>Tabela 30.Struktura danych &lt; ZPrivatePerson &gt; Podstawowy zestaw danych identyfikacyjnych podatnika będącego osobę fizyczną.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_Toc198021094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38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7B0D0B03" w14:textId="6B41877C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95" w:history="1">
        <w:r w:rsidRPr="00625323">
          <w:rPr>
            <w:rStyle w:val="Hipercze"/>
            <w:rFonts w:ascii="Lato" w:hAnsi="Lato"/>
            <w:noProof/>
          </w:rPr>
          <w:t>Tabela 31.Struktura danych &lt; ZTrader &gt; Skrócony zestaw danych podatnika będącego lub nie będącego osobą prawną.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_Toc198021095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39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3E6C687A" w14:textId="444F21FB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96" w:history="1">
        <w:r w:rsidRPr="00625323">
          <w:rPr>
            <w:rStyle w:val="Hipercze"/>
            <w:rFonts w:ascii="Lato" w:hAnsi="Lato"/>
            <w:noProof/>
          </w:rPr>
          <w:t>Tabela 32.Struktury danych  zdefiniowane w Auth.xsd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_Toc198021096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41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2FE91E5E" w14:textId="5FF0E9DC" w:rsidR="00C663FF" w:rsidRPr="00625323" w:rsidRDefault="0006207D">
      <w:pPr>
        <w:rPr>
          <w:rFonts w:ascii="Lato" w:hAnsi="Lato" w:cs="Open Sans"/>
        </w:rPr>
      </w:pPr>
      <w:r w:rsidRPr="00625323">
        <w:rPr>
          <w:rFonts w:ascii="Lato" w:hAnsi="Lato" w:cs="Open Sans"/>
        </w:rPr>
        <w:fldChar w:fldCharType="end"/>
      </w:r>
      <w:r w:rsidR="00C663FF" w:rsidRPr="00625323">
        <w:rPr>
          <w:rFonts w:ascii="Lato" w:hAnsi="Lato" w:cs="Open Sans"/>
        </w:rPr>
        <w:br w:type="page"/>
      </w:r>
    </w:p>
    <w:p w14:paraId="7E8FCDB3" w14:textId="12505C14" w:rsidR="00836DD7" w:rsidRPr="00625323" w:rsidRDefault="008B1643" w:rsidP="00C663FF">
      <w:pPr>
        <w:pStyle w:val="PJPtekst"/>
        <w:ind w:left="0"/>
        <w:rPr>
          <w:rFonts w:ascii="Lato" w:hAnsi="Lato" w:cs="Open Sans"/>
          <w:sz w:val="40"/>
          <w:szCs w:val="40"/>
        </w:rPr>
      </w:pPr>
      <w:r w:rsidRPr="00625323">
        <w:rPr>
          <w:rFonts w:ascii="Lato" w:hAnsi="Lato" w:cs="Open Sans"/>
          <w:sz w:val="40"/>
          <w:szCs w:val="40"/>
        </w:rPr>
        <w:lastRenderedPageBreak/>
        <w:t>Spis Rysunków</w:t>
      </w:r>
    </w:p>
    <w:p w14:paraId="5756BA25" w14:textId="11DF2BCC" w:rsidR="00625323" w:rsidRPr="00625323" w:rsidRDefault="0006207D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r w:rsidRPr="00625323">
        <w:rPr>
          <w:rFonts w:ascii="Lato" w:hAnsi="Lato" w:cs="Arial"/>
        </w:rPr>
        <w:fldChar w:fldCharType="begin"/>
      </w:r>
      <w:r w:rsidR="00836DD7" w:rsidRPr="00625323">
        <w:rPr>
          <w:rFonts w:ascii="Lato" w:hAnsi="Lato" w:cs="Arial"/>
        </w:rPr>
        <w:instrText xml:space="preserve"> TOC \h \z \c "Rysunek" </w:instrText>
      </w:r>
      <w:r w:rsidRPr="00625323">
        <w:rPr>
          <w:rFonts w:ascii="Lato" w:hAnsi="Lato" w:cs="Arial"/>
        </w:rPr>
        <w:fldChar w:fldCharType="separate"/>
      </w:r>
      <w:hyperlink w:anchor="_Toc198021097" w:history="1">
        <w:r w:rsidR="00625323" w:rsidRPr="00625323">
          <w:rPr>
            <w:rStyle w:val="Hipercze"/>
            <w:rFonts w:ascii="Lato" w:hAnsi="Lato"/>
            <w:noProof/>
          </w:rPr>
          <w:t>Rysunek 1. Struktura elementu Dane o zwolnieniu/koncesji –&lt;ZConcession&gt;</w:t>
        </w:r>
        <w:r w:rsidR="00625323" w:rsidRPr="00625323">
          <w:rPr>
            <w:rFonts w:ascii="Lato" w:hAnsi="Lato"/>
            <w:noProof/>
            <w:webHidden/>
          </w:rPr>
          <w:tab/>
        </w:r>
        <w:r w:rsidR="00625323" w:rsidRPr="00625323">
          <w:rPr>
            <w:rFonts w:ascii="Lato" w:hAnsi="Lato"/>
            <w:noProof/>
            <w:webHidden/>
          </w:rPr>
          <w:fldChar w:fldCharType="begin"/>
        </w:r>
        <w:r w:rsidR="00625323" w:rsidRPr="00625323">
          <w:rPr>
            <w:rFonts w:ascii="Lato" w:hAnsi="Lato"/>
            <w:noProof/>
            <w:webHidden/>
          </w:rPr>
          <w:instrText xml:space="preserve"> PAGEREF _Toc198021097 \h </w:instrText>
        </w:r>
        <w:r w:rsidR="00625323" w:rsidRPr="00625323">
          <w:rPr>
            <w:rFonts w:ascii="Lato" w:hAnsi="Lato"/>
            <w:noProof/>
            <w:webHidden/>
          </w:rPr>
        </w:r>
        <w:r w:rsidR="00625323" w:rsidRPr="00625323">
          <w:rPr>
            <w:rFonts w:ascii="Lato" w:hAnsi="Lato"/>
            <w:noProof/>
            <w:webHidden/>
          </w:rPr>
          <w:fldChar w:fldCharType="separate"/>
        </w:r>
        <w:r w:rsidR="00625323" w:rsidRPr="00625323">
          <w:rPr>
            <w:rFonts w:ascii="Lato" w:hAnsi="Lato"/>
            <w:noProof/>
            <w:webHidden/>
          </w:rPr>
          <w:t>22</w:t>
        </w:r>
        <w:r w:rsidR="00625323" w:rsidRPr="00625323">
          <w:rPr>
            <w:rFonts w:ascii="Lato" w:hAnsi="Lato"/>
            <w:noProof/>
            <w:webHidden/>
          </w:rPr>
          <w:fldChar w:fldCharType="end"/>
        </w:r>
      </w:hyperlink>
    </w:p>
    <w:p w14:paraId="352FF9AE" w14:textId="5CC6FDA2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98" w:history="1">
        <w:r w:rsidRPr="00625323">
          <w:rPr>
            <w:rStyle w:val="Hipercze"/>
            <w:rFonts w:ascii="Lato" w:hAnsi="Lato"/>
            <w:noProof/>
          </w:rPr>
          <w:t>Rysunek 2. Struktura elementu Informacja o kwotach wpłat dziennych - ZDailyAmount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_Toc198021098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23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0C8A52B1" w14:textId="3DBDD5BD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099" w:history="1">
        <w:r w:rsidRPr="00625323">
          <w:rPr>
            <w:rStyle w:val="Hipercze"/>
            <w:rFonts w:ascii="Lato" w:hAnsi="Lato"/>
            <w:noProof/>
          </w:rPr>
          <w:t>Rysunek 3. Struktura elementu Dane dotyczące obliczenia kwoty podatku akcyzowego – ZCalculOfAmountOfExciseDuty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_Toc198021099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23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319318E8" w14:textId="09CCE8B5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100" w:history="1">
        <w:r w:rsidRPr="00625323">
          <w:rPr>
            <w:rStyle w:val="Hipercze"/>
            <w:rFonts w:ascii="Lato" w:hAnsi="Lato"/>
            <w:noProof/>
          </w:rPr>
          <w:t>Rysunek 4. Struktura elementu Informacja o kwotach wpłat dziennych - ZDailyAmount.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_Toc198021100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24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732F567E" w14:textId="128F2BCA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101" w:history="1">
        <w:r w:rsidRPr="00625323">
          <w:rPr>
            <w:rStyle w:val="Hipercze"/>
            <w:rFonts w:ascii="Lato" w:hAnsi="Lato"/>
            <w:noProof/>
          </w:rPr>
          <w:t>Rysunek 5. Struktura elementu &lt;ZStatement&gt; - Oświadczenie podatnika lub osoby reprezentującej podatnika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_Toc198021101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25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7A161449" w14:textId="21547A6C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102" w:history="1">
        <w:r w:rsidRPr="00625323">
          <w:rPr>
            <w:rStyle w:val="Hipercze"/>
            <w:rFonts w:ascii="Lato" w:hAnsi="Lato"/>
            <w:noProof/>
          </w:rPr>
          <w:t>Rysunek 6. Struktura elementu &lt;ZIDStatement&gt; - Oświadczenie podatnika lub osoby reprezentującej podatnika (zawierające NIP/PESEL podatnika).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_Toc198021102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25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3C151FBE" w14:textId="365655CE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103" w:history="1">
        <w:r w:rsidRPr="00625323">
          <w:rPr>
            <w:rStyle w:val="Hipercze"/>
            <w:rFonts w:ascii="Lato" w:hAnsi="Lato"/>
            <w:noProof/>
          </w:rPr>
          <w:t>Rysunek 7. Struktura elementu &lt;ZExtStatement&gt; - Oświadczenie podatnika lub osoby reprezentującej podatnika (zawierające treść oświadczenia).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_Toc198021103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26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116F932B" w14:textId="0038D9BF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104" w:history="1">
        <w:r w:rsidRPr="00625323">
          <w:rPr>
            <w:rStyle w:val="Hipercze"/>
            <w:rFonts w:ascii="Lato" w:hAnsi="Lato"/>
            <w:noProof/>
          </w:rPr>
          <w:t>Rysunek 8. Struktura elementu &lt;ZIDExtStatement&gt; - Oświadczenie podatnika lub osoby reprezentującej podatnika (zawierające NIP/PESEL podatnika oraz treść oświadczenia)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_Toc198021104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27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006D959E" w14:textId="604AC2E1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105" w:history="1">
        <w:r w:rsidRPr="00625323">
          <w:rPr>
            <w:rStyle w:val="Hipercze"/>
            <w:rFonts w:ascii="Lato" w:hAnsi="Lato"/>
            <w:noProof/>
          </w:rPr>
          <w:t>Rysunek 9.Struktura elementu &lt;ZIDExtStatement&gt; - Oświadczenie podatnika lub osoby reprezentującej podatnika (zawierające NIP/PESEL podatnika oraz treść oświadczenia).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_Toc198021105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28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07117C55" w14:textId="081E2495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106" w:history="1">
        <w:r w:rsidRPr="00625323">
          <w:rPr>
            <w:rStyle w:val="Hipercze"/>
            <w:rFonts w:ascii="Lato" w:hAnsi="Lato"/>
            <w:noProof/>
          </w:rPr>
          <w:t>Rysunek 10. Struktura elementu &lt; ZCalculationOfTaxOnGameA&gt; - Dane dotyczące obliczenia kwoty podatku podatku od gier.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_Toc198021106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28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44DB899E" w14:textId="2AF523EB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107" w:history="1">
        <w:r w:rsidRPr="00625323">
          <w:rPr>
            <w:rStyle w:val="Hipercze"/>
            <w:rFonts w:ascii="Lato" w:hAnsi="Lato"/>
            <w:noProof/>
          </w:rPr>
          <w:t>Rysunek 11. Struktura elementu &lt;ZCalculationOfTaxOnGameC&gt; - Dane dotyczące obliczenia kwoty podatku od gier.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_Toc198021107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29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353B5558" w14:textId="6B50E8F0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108" w:history="1">
        <w:r w:rsidRPr="00625323">
          <w:rPr>
            <w:rStyle w:val="Hipercze"/>
            <w:rFonts w:ascii="Lato" w:hAnsi="Lato"/>
            <w:noProof/>
          </w:rPr>
          <w:t>Rysunek 12. Struktura elementu &lt;ZRepresentative &gt; - Dane pełnomocnika.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_Toc198021108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30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4045D228" w14:textId="71A82B8F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109" w:history="1">
        <w:r w:rsidRPr="00625323">
          <w:rPr>
            <w:rStyle w:val="Hipercze"/>
            <w:rFonts w:ascii="Lato" w:hAnsi="Lato"/>
            <w:noProof/>
          </w:rPr>
          <w:t>Rysunek 13. Struktura elementu &lt;ZIDRepresentative &gt; - Dane pełnomocnika.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_Toc198021109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30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519C236B" w14:textId="0452C0E6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110" w:history="1">
        <w:r w:rsidRPr="00625323">
          <w:rPr>
            <w:rStyle w:val="Hipercze"/>
            <w:rFonts w:ascii="Lato" w:hAnsi="Lato"/>
            <w:noProof/>
          </w:rPr>
          <w:t>Rysunek 14. Struktura elementu.&lt;ZIDORepresentative &gt; - Dane pełnomocnika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_Toc198021110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31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6E07A65F" w14:textId="2F07F4F1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111" w:history="1">
        <w:r w:rsidRPr="00625323">
          <w:rPr>
            <w:rStyle w:val="Hipercze"/>
            <w:rFonts w:ascii="Lato" w:hAnsi="Lato"/>
            <w:noProof/>
          </w:rPr>
          <w:t>Rysunek 15.Zestaw danych o osobie niefizycznej – AuthenticationType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_Toc198021111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32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368676EF" w14:textId="7E6AAE1B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112" w:history="1">
        <w:r w:rsidRPr="00625323">
          <w:rPr>
            <w:rStyle w:val="Hipercze"/>
            <w:rFonts w:ascii="Lato" w:hAnsi="Lato"/>
            <w:noProof/>
          </w:rPr>
          <w:t>Rysunek 16. Struktura elementu &lt;ZINFHeader&gt; - Dane zawarte w nagłówku komunikatu.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_Toc198021112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33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5F8D825E" w14:textId="498FF5BB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113" w:history="1">
        <w:r w:rsidRPr="00625323">
          <w:rPr>
            <w:rStyle w:val="Hipercze"/>
            <w:rFonts w:ascii="Lato" w:hAnsi="Lato"/>
            <w:noProof/>
          </w:rPr>
          <w:t>Rysunek 17. Struktura elementu &lt;ZAddress&gt; Dane adresowe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_Toc198021113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36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52CF3E4B" w14:textId="5388056F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114" w:history="1">
        <w:r w:rsidRPr="00625323">
          <w:rPr>
            <w:rStyle w:val="Hipercze"/>
            <w:rFonts w:ascii="Lato" w:hAnsi="Lato"/>
            <w:noProof/>
          </w:rPr>
          <w:t>Rysunek 18. Struktura elementu&lt; ZIDCorporate &gt; - Podstawowy zestaw danych identyfikacyjnych podatnika nie będącego osobą fizyczną.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_Toc198021114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36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73959D88" w14:textId="335E4B45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115" w:history="1">
        <w:r w:rsidRPr="00625323">
          <w:rPr>
            <w:rStyle w:val="Hipercze"/>
            <w:rFonts w:ascii="Lato" w:hAnsi="Lato"/>
            <w:noProof/>
          </w:rPr>
          <w:t>Rysunek 19. Struktura elementu &lt; ZIDCorporate &gt; - Podstawowy zestaw danych identyfikacyjnych podatnika nie będącego osobą fizyczną.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_Toc198021115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37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4DC965E3" w14:textId="2BF91D18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116" w:history="1">
        <w:r w:rsidRPr="00625323">
          <w:rPr>
            <w:rStyle w:val="Hipercze"/>
            <w:rFonts w:ascii="Lato" w:hAnsi="Lato"/>
            <w:noProof/>
          </w:rPr>
          <w:t>Rysunek 20. Struktura elementu &lt; ZIDPrivatePerson &gt; - Podstawowy zestaw danych identyfikacyjnych podatnika będącego osobę fizyczną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_Toc198021116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37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42569C7E" w14:textId="4C649D68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117" w:history="1">
        <w:r w:rsidRPr="00625323">
          <w:rPr>
            <w:rStyle w:val="Hipercze"/>
            <w:rFonts w:ascii="Lato" w:hAnsi="Lato"/>
            <w:noProof/>
          </w:rPr>
          <w:t>Rysunek 21. Struktura&lt;ZCorporate&gt; - Zestaw danych podatnika nie będącego osobą fizyczną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_Toc198021117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38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0FBE5E40" w14:textId="5E8296C5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118" w:history="1">
        <w:r w:rsidRPr="00625323">
          <w:rPr>
            <w:rStyle w:val="Hipercze"/>
            <w:rFonts w:ascii="Lato" w:hAnsi="Lato"/>
            <w:noProof/>
          </w:rPr>
          <w:t>Rysunek 22. Struktura &lt; ZPrivatePerson &gt; Podstawowy zestaw danych identyfikacyjnych podatnika będącego osobę fizyczną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_Toc198021118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39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153273E0" w14:textId="575D58CF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119" w:history="1">
        <w:r w:rsidRPr="00625323">
          <w:rPr>
            <w:rStyle w:val="Hipercze"/>
            <w:rFonts w:ascii="Lato" w:hAnsi="Lato"/>
            <w:noProof/>
          </w:rPr>
          <w:t>Rysunek 23.&lt; ZTrader &gt; - Skrócony zestaw danych podatnika będącego lub nie będącego osobą prawną.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_Toc198021119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40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4B941BCF" w14:textId="50583305" w:rsidR="00625323" w:rsidRPr="00625323" w:rsidRDefault="00625323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lang w:eastAsia="pl-PL"/>
          <w14:ligatures w14:val="standardContextual"/>
        </w:rPr>
      </w:pPr>
      <w:hyperlink w:anchor="_Toc198021120" w:history="1">
        <w:r w:rsidRPr="00625323">
          <w:rPr>
            <w:rStyle w:val="Hipercze"/>
            <w:rFonts w:ascii="Lato" w:hAnsi="Lato"/>
            <w:noProof/>
          </w:rPr>
          <w:t xml:space="preserve">Rysunek 24.Struktury </w:t>
        </w:r>
        <w:r w:rsidRPr="00625323">
          <w:rPr>
            <w:rStyle w:val="Hipercze"/>
            <w:rFonts w:ascii="Lato" w:hAnsi="Lato"/>
            <w:noProof/>
            <w:lang w:val="en-GB"/>
          </w:rPr>
          <w:t>AuthenticationType oraz DataType z Auth</w:t>
        </w:r>
        <w:r w:rsidRPr="00625323">
          <w:rPr>
            <w:rStyle w:val="Hipercze"/>
            <w:rFonts w:ascii="Lato" w:hAnsi="Lato"/>
            <w:noProof/>
          </w:rPr>
          <w:t>_v3.xsd</w:t>
        </w:r>
        <w:r w:rsidRPr="00625323">
          <w:rPr>
            <w:rFonts w:ascii="Lato" w:hAnsi="Lato"/>
            <w:noProof/>
            <w:webHidden/>
          </w:rPr>
          <w:tab/>
        </w:r>
        <w:r w:rsidRPr="00625323">
          <w:rPr>
            <w:rFonts w:ascii="Lato" w:hAnsi="Lato"/>
            <w:noProof/>
            <w:webHidden/>
          </w:rPr>
          <w:fldChar w:fldCharType="begin"/>
        </w:r>
        <w:r w:rsidRPr="00625323">
          <w:rPr>
            <w:rFonts w:ascii="Lato" w:hAnsi="Lato"/>
            <w:noProof/>
            <w:webHidden/>
          </w:rPr>
          <w:instrText xml:space="preserve"> PAGEREF _Toc198021120 \h </w:instrText>
        </w:r>
        <w:r w:rsidRPr="00625323">
          <w:rPr>
            <w:rFonts w:ascii="Lato" w:hAnsi="Lato"/>
            <w:noProof/>
            <w:webHidden/>
          </w:rPr>
        </w:r>
        <w:r w:rsidRPr="00625323">
          <w:rPr>
            <w:rFonts w:ascii="Lato" w:hAnsi="Lato"/>
            <w:noProof/>
            <w:webHidden/>
          </w:rPr>
          <w:fldChar w:fldCharType="separate"/>
        </w:r>
        <w:r w:rsidRPr="00625323">
          <w:rPr>
            <w:rFonts w:ascii="Lato" w:hAnsi="Lato"/>
            <w:noProof/>
            <w:webHidden/>
          </w:rPr>
          <w:t>41</w:t>
        </w:r>
        <w:r w:rsidRPr="00625323">
          <w:rPr>
            <w:rFonts w:ascii="Lato" w:hAnsi="Lato"/>
            <w:noProof/>
            <w:webHidden/>
          </w:rPr>
          <w:fldChar w:fldCharType="end"/>
        </w:r>
      </w:hyperlink>
    </w:p>
    <w:p w14:paraId="485C0230" w14:textId="0BFBC053" w:rsidR="006616AB" w:rsidRPr="00625323" w:rsidRDefault="0006207D">
      <w:pPr>
        <w:rPr>
          <w:rFonts w:ascii="Lato" w:hAnsi="Lato" w:cs="Arial"/>
        </w:rPr>
      </w:pPr>
      <w:r w:rsidRPr="00625323">
        <w:rPr>
          <w:rFonts w:ascii="Lato" w:hAnsi="Lato" w:cs="Arial"/>
        </w:rPr>
        <w:fldChar w:fldCharType="end"/>
      </w:r>
      <w:bookmarkStart w:id="2" w:name="_Toc341696555"/>
      <w:bookmarkStart w:id="3" w:name="_Toc349568551"/>
      <w:r w:rsidR="006616AB" w:rsidRPr="00625323">
        <w:rPr>
          <w:rFonts w:ascii="Lato" w:hAnsi="Lato" w:cs="Arial"/>
        </w:rPr>
        <w:br w:type="page"/>
      </w:r>
    </w:p>
    <w:p w14:paraId="01B363D0" w14:textId="7DD7516F" w:rsidR="003F3585" w:rsidRPr="00625323" w:rsidRDefault="00004C2C" w:rsidP="006616AB">
      <w:pPr>
        <w:pStyle w:val="Nagwek1"/>
        <w:rPr>
          <w:bCs/>
        </w:rPr>
      </w:pPr>
      <w:bookmarkStart w:id="4" w:name="_Toc198021015"/>
      <w:r w:rsidRPr="00625323">
        <w:lastRenderedPageBreak/>
        <w:t xml:space="preserve">Opis </w:t>
      </w:r>
      <w:r w:rsidR="00CE1C03" w:rsidRPr="00625323">
        <w:t>dokumentu</w:t>
      </w:r>
      <w:bookmarkEnd w:id="2"/>
      <w:bookmarkEnd w:id="3"/>
      <w:bookmarkEnd w:id="4"/>
    </w:p>
    <w:p w14:paraId="5A08D823" w14:textId="77777777" w:rsidR="00004C2C" w:rsidRPr="00625323" w:rsidRDefault="00004C2C" w:rsidP="006616AB">
      <w:pPr>
        <w:pStyle w:val="Nagwek2"/>
      </w:pPr>
      <w:bookmarkStart w:id="5" w:name="_Toc349568552"/>
      <w:bookmarkStart w:id="6" w:name="_Toc341696556"/>
      <w:bookmarkStart w:id="7" w:name="_Toc198021016"/>
      <w:r w:rsidRPr="00625323">
        <w:t>Cel dokumentu</w:t>
      </w:r>
      <w:bookmarkEnd w:id="5"/>
      <w:bookmarkEnd w:id="7"/>
    </w:p>
    <w:p w14:paraId="20588BB0" w14:textId="77777777" w:rsidR="00D64ACB" w:rsidRPr="00625323" w:rsidRDefault="00D64ACB" w:rsidP="006616AB">
      <w:pPr>
        <w:spacing w:line="276" w:lineRule="auto"/>
        <w:rPr>
          <w:rFonts w:ascii="Lato" w:hAnsi="Lato" w:cs="Bookman Old Style"/>
        </w:rPr>
      </w:pPr>
      <w:r w:rsidRPr="00625323">
        <w:rPr>
          <w:rFonts w:ascii="Lato" w:hAnsi="Lato" w:cs="Bookman Old Style"/>
        </w:rPr>
        <w:t xml:space="preserve">Dokument specyfikuje struktury XSD definiujące </w:t>
      </w:r>
      <w:r w:rsidR="00624405" w:rsidRPr="00625323">
        <w:rPr>
          <w:rFonts w:ascii="Lato" w:hAnsi="Lato" w:cs="Bookman Old Style"/>
        </w:rPr>
        <w:t>dokumenty (komunikaty) XML dotyczące elektronicznej obsługi deklaracji.</w:t>
      </w:r>
    </w:p>
    <w:p w14:paraId="7FF3A8AA" w14:textId="3A3989F7" w:rsidR="003F3585" w:rsidRPr="00625323" w:rsidRDefault="003F3585" w:rsidP="006616AB">
      <w:pPr>
        <w:pStyle w:val="Nagwek2"/>
      </w:pPr>
      <w:bookmarkStart w:id="8" w:name="_Toc349568553"/>
      <w:bookmarkStart w:id="9" w:name="_Toc198021017"/>
      <w:r w:rsidRPr="00625323">
        <w:t>Zastosowanie</w:t>
      </w:r>
      <w:bookmarkEnd w:id="6"/>
      <w:bookmarkEnd w:id="8"/>
      <w:bookmarkEnd w:id="9"/>
    </w:p>
    <w:p w14:paraId="419A77C5" w14:textId="77777777" w:rsidR="00624405" w:rsidRPr="00625323" w:rsidRDefault="00D64ACB" w:rsidP="006616AB">
      <w:pPr>
        <w:spacing w:line="276" w:lineRule="auto"/>
        <w:rPr>
          <w:rFonts w:ascii="Lato" w:hAnsi="Lato" w:cs="Bookman Old Style"/>
        </w:rPr>
      </w:pPr>
      <w:bookmarkStart w:id="10" w:name="_Toc341696557"/>
      <w:bookmarkStart w:id="11" w:name="_Ref343010193"/>
      <w:proofErr w:type="spellStart"/>
      <w:r w:rsidRPr="00625323">
        <w:rPr>
          <w:rFonts w:ascii="Lato" w:hAnsi="Lato" w:cs="Bookman Old Style"/>
        </w:rPr>
        <w:t>Webserwisy</w:t>
      </w:r>
      <w:proofErr w:type="spellEnd"/>
      <w:r w:rsidRPr="00625323">
        <w:rPr>
          <w:rFonts w:ascii="Lato" w:hAnsi="Lato" w:cs="Bookman Old Style"/>
        </w:rPr>
        <w:t xml:space="preserve"> zdefiniowane w tym dokumencie znajdują się w module "Szyna usług wewnętrzna". Moduł ten zapewnia komunikację pomiędzy komponentami WFW, SK oraz systemami zewnętrznymi w celu udostępnienia usług i danych wymaganych do prawidłowej pracy całego systemu.</w:t>
      </w:r>
    </w:p>
    <w:p w14:paraId="5DF19DB3" w14:textId="77777777" w:rsidR="00853166" w:rsidRPr="00625323" w:rsidRDefault="00853166" w:rsidP="006616AB">
      <w:pPr>
        <w:spacing w:line="276" w:lineRule="auto"/>
        <w:rPr>
          <w:rFonts w:ascii="Lato" w:hAnsi="Lato" w:cs="Bookman Old Style"/>
        </w:rPr>
      </w:pPr>
      <w:r w:rsidRPr="00625323">
        <w:rPr>
          <w:rFonts w:ascii="Lato" w:hAnsi="Lato" w:cs="Bookman Old Style"/>
        </w:rPr>
        <w:t xml:space="preserve">Ponadto dokument zawiera specyfikacje dokumentów (komunikatów) </w:t>
      </w:r>
      <w:r w:rsidR="00DB4EE6" w:rsidRPr="00625323">
        <w:rPr>
          <w:rFonts w:ascii="Lato" w:hAnsi="Lato" w:cs="Bookman Old Style"/>
        </w:rPr>
        <w:t>XML dla podmiotów w zakresie elektronicznej obsługi deklaracji</w:t>
      </w:r>
      <w:r w:rsidRPr="00625323">
        <w:rPr>
          <w:rFonts w:ascii="Lato" w:hAnsi="Lato" w:cs="Bookman Old Style"/>
        </w:rPr>
        <w:t>.</w:t>
      </w:r>
    </w:p>
    <w:p w14:paraId="2737C3B9" w14:textId="77777777" w:rsidR="00CE1C03" w:rsidRPr="00625323" w:rsidRDefault="00CE1C03" w:rsidP="006616AB">
      <w:pPr>
        <w:pStyle w:val="Nagwek2"/>
      </w:pPr>
      <w:bookmarkStart w:id="12" w:name="_Toc349568554"/>
      <w:bookmarkStart w:id="13" w:name="_Toc198021018"/>
      <w:r w:rsidRPr="00625323">
        <w:t>Wymagana wiedza</w:t>
      </w:r>
      <w:bookmarkEnd w:id="12"/>
      <w:bookmarkEnd w:id="13"/>
    </w:p>
    <w:p w14:paraId="215C488E" w14:textId="77777777" w:rsidR="00D64ACB" w:rsidRPr="00625323" w:rsidRDefault="00D64ACB" w:rsidP="00D64ACB">
      <w:pPr>
        <w:rPr>
          <w:rFonts w:ascii="Lato" w:hAnsi="Lato" w:cs="Bookman Old Style"/>
        </w:rPr>
      </w:pPr>
      <w:r w:rsidRPr="00625323">
        <w:rPr>
          <w:rFonts w:ascii="Lato" w:hAnsi="Lato" w:cs="Bookman Old Style"/>
        </w:rPr>
        <w:t>Znajomość technologii Web Services, standardów XML, WSDL, XSD</w:t>
      </w:r>
    </w:p>
    <w:p w14:paraId="6C5839D6" w14:textId="77777777" w:rsidR="00BA6B4A" w:rsidRPr="00625323" w:rsidRDefault="00BA6B4A" w:rsidP="006616AB">
      <w:pPr>
        <w:pStyle w:val="Nagwek2"/>
      </w:pPr>
      <w:bookmarkStart w:id="14" w:name="_Toc341696558"/>
      <w:bookmarkStart w:id="15" w:name="_Toc349568555"/>
      <w:bookmarkStart w:id="16" w:name="_Toc198021019"/>
      <w:bookmarkEnd w:id="10"/>
      <w:bookmarkEnd w:id="11"/>
      <w:r w:rsidRPr="00625323">
        <w:t>Obowiązywanie</w:t>
      </w:r>
      <w:bookmarkEnd w:id="16"/>
    </w:p>
    <w:p w14:paraId="0FAFC72C" w14:textId="5A038B95" w:rsidR="00BA6B4A" w:rsidRPr="00625323" w:rsidRDefault="00BA6B4A" w:rsidP="006616AB">
      <w:pPr>
        <w:spacing w:line="276" w:lineRule="auto"/>
        <w:rPr>
          <w:rFonts w:ascii="Lato" w:hAnsi="Lato" w:cs="Bookman Old Style"/>
        </w:rPr>
      </w:pPr>
      <w:r w:rsidRPr="00625323">
        <w:rPr>
          <w:rFonts w:ascii="Lato" w:hAnsi="Lato" w:cs="Bookman Old Style"/>
        </w:rPr>
        <w:t xml:space="preserve">Specyfikacja obowiązuje dla deklaracji składanych </w:t>
      </w:r>
      <w:r w:rsidR="0076130B" w:rsidRPr="00625323">
        <w:rPr>
          <w:rFonts w:ascii="Lato" w:hAnsi="Lato" w:cs="Bookman Old Style"/>
        </w:rPr>
        <w:t xml:space="preserve">nie wcześniej niż </w:t>
      </w:r>
      <w:r w:rsidR="00E82B95" w:rsidRPr="00625323">
        <w:rPr>
          <w:rFonts w:ascii="Lato" w:hAnsi="Lato" w:cs="Bookman Old Style"/>
        </w:rPr>
        <w:t>01</w:t>
      </w:r>
      <w:r w:rsidR="0076130B" w:rsidRPr="00625323">
        <w:rPr>
          <w:rFonts w:ascii="Lato" w:hAnsi="Lato" w:cs="Bookman Old Style"/>
        </w:rPr>
        <w:t>.0</w:t>
      </w:r>
      <w:r w:rsidR="00E82B95" w:rsidRPr="00625323">
        <w:rPr>
          <w:rFonts w:ascii="Lato" w:hAnsi="Lato" w:cs="Bookman Old Style"/>
        </w:rPr>
        <w:t>7</w:t>
      </w:r>
      <w:r w:rsidR="0076130B" w:rsidRPr="00625323">
        <w:rPr>
          <w:rFonts w:ascii="Lato" w:hAnsi="Lato" w:cs="Bookman Old Style"/>
        </w:rPr>
        <w:t>.202</w:t>
      </w:r>
      <w:r w:rsidR="00E82B95" w:rsidRPr="00625323">
        <w:rPr>
          <w:rFonts w:ascii="Lato" w:hAnsi="Lato" w:cs="Bookman Old Style"/>
        </w:rPr>
        <w:t>4</w:t>
      </w:r>
      <w:r w:rsidR="00267CE0" w:rsidRPr="00625323">
        <w:rPr>
          <w:rFonts w:ascii="Lato" w:hAnsi="Lato" w:cs="Bookman Old Style"/>
        </w:rPr>
        <w:t xml:space="preserve"> roku za okres </w:t>
      </w:r>
      <w:r w:rsidR="0076130B" w:rsidRPr="00625323">
        <w:rPr>
          <w:rFonts w:ascii="Lato" w:hAnsi="Lato" w:cs="Bookman Old Style"/>
        </w:rPr>
        <w:t>nie wcześniejszy niż</w:t>
      </w:r>
      <w:r w:rsidR="00267CE0" w:rsidRPr="00625323">
        <w:rPr>
          <w:rFonts w:ascii="Lato" w:hAnsi="Lato" w:cs="Bookman Old Style"/>
        </w:rPr>
        <w:t xml:space="preserve"> </w:t>
      </w:r>
      <w:r w:rsidR="000632F6" w:rsidRPr="00625323">
        <w:rPr>
          <w:rFonts w:ascii="Lato" w:hAnsi="Lato" w:cs="Bookman Old Style"/>
        </w:rPr>
        <w:t>0</w:t>
      </w:r>
      <w:r w:rsidR="00E82B95" w:rsidRPr="00625323">
        <w:rPr>
          <w:rFonts w:ascii="Lato" w:hAnsi="Lato" w:cs="Bookman Old Style"/>
        </w:rPr>
        <w:t>7</w:t>
      </w:r>
      <w:r w:rsidR="00267CE0" w:rsidRPr="00625323">
        <w:rPr>
          <w:rFonts w:ascii="Lato" w:hAnsi="Lato" w:cs="Bookman Old Style"/>
        </w:rPr>
        <w:t>-202</w:t>
      </w:r>
      <w:r w:rsidR="00E82B95" w:rsidRPr="00625323">
        <w:rPr>
          <w:rFonts w:ascii="Lato" w:hAnsi="Lato" w:cs="Bookman Old Style"/>
        </w:rPr>
        <w:t>4</w:t>
      </w:r>
      <w:r w:rsidR="00267CE0" w:rsidRPr="00625323">
        <w:rPr>
          <w:rFonts w:ascii="Lato" w:hAnsi="Lato" w:cs="Bookman Old Style"/>
        </w:rPr>
        <w:t xml:space="preserve"> </w:t>
      </w:r>
      <w:r w:rsidR="00761DD5" w:rsidRPr="00625323">
        <w:rPr>
          <w:rFonts w:ascii="Lato" w:hAnsi="Lato" w:cs="Bookman Old Style"/>
        </w:rPr>
        <w:t>roku</w:t>
      </w:r>
      <w:r w:rsidRPr="00625323">
        <w:rPr>
          <w:rFonts w:ascii="Lato" w:hAnsi="Lato" w:cs="Bookman Old Style"/>
        </w:rPr>
        <w:t>.</w:t>
      </w:r>
    </w:p>
    <w:p w14:paraId="6578A359" w14:textId="33371307" w:rsidR="003F3585" w:rsidRPr="00625323" w:rsidRDefault="003F3585" w:rsidP="006616AB">
      <w:pPr>
        <w:pStyle w:val="Nagwek2"/>
      </w:pPr>
      <w:bookmarkStart w:id="17" w:name="_Toc198021020"/>
      <w:r w:rsidRPr="00625323">
        <w:t>Dokumenty o</w:t>
      </w:r>
      <w:r w:rsidR="00E92D9D" w:rsidRPr="00625323">
        <w:t>bo</w:t>
      </w:r>
      <w:r w:rsidRPr="00625323">
        <w:t>wiązujące</w:t>
      </w:r>
      <w:r w:rsidR="00C43119" w:rsidRPr="00625323">
        <w:t xml:space="preserve"> i </w:t>
      </w:r>
      <w:r w:rsidR="00E92D9D" w:rsidRPr="00625323">
        <w:t>p</w:t>
      </w:r>
      <w:r w:rsidRPr="00625323">
        <w:t>o</w:t>
      </w:r>
      <w:r w:rsidR="00E92D9D" w:rsidRPr="00625323">
        <w:t>mo</w:t>
      </w:r>
      <w:r w:rsidRPr="00625323">
        <w:t>cnicze</w:t>
      </w:r>
      <w:bookmarkEnd w:id="14"/>
      <w:bookmarkEnd w:id="15"/>
      <w:bookmarkEnd w:id="17"/>
    </w:p>
    <w:p w14:paraId="601F684B" w14:textId="64C3190E" w:rsidR="003F3585" w:rsidRPr="00625323" w:rsidRDefault="003F3585" w:rsidP="00042D57">
      <w:pPr>
        <w:pStyle w:val="Nagwek3"/>
        <w:numPr>
          <w:ilvl w:val="2"/>
          <w:numId w:val="12"/>
        </w:numPr>
      </w:pPr>
      <w:bookmarkStart w:id="18" w:name="_Toc341696559"/>
      <w:bookmarkStart w:id="19" w:name="_Toc349568556"/>
      <w:bookmarkStart w:id="20" w:name="_Toc198021021"/>
      <w:r w:rsidRPr="00625323">
        <w:t xml:space="preserve">Dokumenty </w:t>
      </w:r>
      <w:r w:rsidR="00437081" w:rsidRPr="00625323">
        <w:t>o</w:t>
      </w:r>
      <w:r w:rsidR="00E92D9D" w:rsidRPr="00625323">
        <w:t>bo</w:t>
      </w:r>
      <w:r w:rsidR="00437081" w:rsidRPr="00625323">
        <w:t>wiązując</w:t>
      </w:r>
      <w:r w:rsidRPr="00625323">
        <w:t>e</w:t>
      </w:r>
      <w:bookmarkEnd w:id="18"/>
      <w:bookmarkEnd w:id="19"/>
      <w:bookmarkEnd w:id="20"/>
    </w:p>
    <w:p w14:paraId="2F54DDF3" w14:textId="7C07DEE6" w:rsidR="00C85059" w:rsidRPr="00625323" w:rsidRDefault="00C85059" w:rsidP="00C85059">
      <w:pPr>
        <w:pStyle w:val="Legenda"/>
        <w:keepNext/>
      </w:pPr>
      <w:bookmarkStart w:id="21" w:name="_Toc198021067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3</w:t>
        </w:r>
      </w:fldSimple>
      <w:r w:rsidRPr="00625323">
        <w:t>.Wykaz dokumentów obowiązujących</w:t>
      </w:r>
      <w:bookmarkEnd w:id="21"/>
    </w:p>
    <w:tbl>
      <w:tblPr>
        <w:tblStyle w:val="Tabela-Siatka"/>
        <w:tblW w:w="9038" w:type="dxa"/>
        <w:tblLook w:val="01E0" w:firstRow="1" w:lastRow="1" w:firstColumn="1" w:lastColumn="1" w:noHBand="0" w:noVBand="0"/>
      </w:tblPr>
      <w:tblGrid>
        <w:gridCol w:w="738"/>
        <w:gridCol w:w="3460"/>
        <w:gridCol w:w="2427"/>
        <w:gridCol w:w="1261"/>
        <w:gridCol w:w="1152"/>
      </w:tblGrid>
      <w:tr w:rsidR="00DD2963" w:rsidRPr="00625323" w14:paraId="754559DC" w14:textId="77777777" w:rsidTr="001B00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499C3EC8" w14:textId="77777777" w:rsidR="00DD2963" w:rsidRPr="00625323" w:rsidRDefault="00DD2963" w:rsidP="006616AB">
            <w:pPr>
              <w:pStyle w:val="PJPNagwektabeli"/>
              <w:spacing w:line="276" w:lineRule="auto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Nr</w:t>
            </w:r>
          </w:p>
        </w:tc>
        <w:tc>
          <w:tcPr>
            <w:tcW w:w="3460" w:type="dxa"/>
          </w:tcPr>
          <w:p w14:paraId="0A215281" w14:textId="77777777" w:rsidR="00DD2963" w:rsidRPr="00625323" w:rsidRDefault="00DD2963" w:rsidP="006616AB">
            <w:pPr>
              <w:pStyle w:val="PJPNagwektabeli"/>
              <w:spacing w:line="276" w:lineRule="auto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Nazwa</w:t>
            </w:r>
          </w:p>
        </w:tc>
        <w:tc>
          <w:tcPr>
            <w:tcW w:w="2427" w:type="dxa"/>
          </w:tcPr>
          <w:p w14:paraId="3B66DC28" w14:textId="77777777" w:rsidR="00DD2963" w:rsidRPr="00625323" w:rsidRDefault="00DD2963" w:rsidP="006616AB">
            <w:pPr>
              <w:pStyle w:val="PJPNagwektabeli"/>
              <w:spacing w:line="276" w:lineRule="auto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Identyfikator</w:t>
            </w:r>
          </w:p>
        </w:tc>
        <w:tc>
          <w:tcPr>
            <w:tcW w:w="1261" w:type="dxa"/>
          </w:tcPr>
          <w:p w14:paraId="7418B455" w14:textId="77777777" w:rsidR="00DD2963" w:rsidRPr="00625323" w:rsidRDefault="00DD2963" w:rsidP="006616AB">
            <w:pPr>
              <w:pStyle w:val="PJPNagwektabeli"/>
              <w:spacing w:line="276" w:lineRule="auto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Wersja</w:t>
            </w:r>
          </w:p>
        </w:tc>
        <w:tc>
          <w:tcPr>
            <w:tcW w:w="1152" w:type="dxa"/>
          </w:tcPr>
          <w:p w14:paraId="72CB1DDB" w14:textId="77777777" w:rsidR="00DD2963" w:rsidRPr="00625323" w:rsidRDefault="00DD2963" w:rsidP="006616AB">
            <w:pPr>
              <w:pStyle w:val="PJPNagwektabeli"/>
              <w:spacing w:line="276" w:lineRule="auto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Data wydania</w:t>
            </w:r>
          </w:p>
        </w:tc>
      </w:tr>
      <w:tr w:rsidR="00DD2963" w:rsidRPr="00625323" w14:paraId="651020DF" w14:textId="77777777" w:rsidTr="001B00E0">
        <w:tc>
          <w:tcPr>
            <w:tcW w:w="0" w:type="auto"/>
          </w:tcPr>
          <w:p w14:paraId="00953E25" w14:textId="77777777" w:rsidR="00DD2963" w:rsidRPr="00625323" w:rsidRDefault="00DD2963" w:rsidP="006616AB">
            <w:pPr>
              <w:pStyle w:val="PJPNagwektabeli"/>
              <w:numPr>
                <w:ilvl w:val="0"/>
                <w:numId w:val="7"/>
              </w:numPr>
              <w:spacing w:line="276" w:lineRule="auto"/>
              <w:rPr>
                <w:rFonts w:ascii="Lato" w:hAnsi="Lato" w:cs="Open Sans"/>
                <w:b w:val="0"/>
                <w:sz w:val="20"/>
                <w:szCs w:val="20"/>
              </w:rPr>
            </w:pPr>
          </w:p>
        </w:tc>
        <w:tc>
          <w:tcPr>
            <w:tcW w:w="3460" w:type="dxa"/>
          </w:tcPr>
          <w:p w14:paraId="787DB03C" w14:textId="77777777" w:rsidR="00DD2963" w:rsidRPr="00625323" w:rsidRDefault="00483A1B" w:rsidP="006616AB">
            <w:pPr>
              <w:pStyle w:val="PJPNagwektabeli"/>
              <w:spacing w:line="276" w:lineRule="auto"/>
              <w:rPr>
                <w:rFonts w:ascii="Lato" w:hAnsi="Lato" w:cs="Open Sans"/>
                <w:b w:val="0"/>
                <w:sz w:val="20"/>
                <w:szCs w:val="20"/>
              </w:rPr>
            </w:pPr>
            <w:r w:rsidRPr="00625323">
              <w:rPr>
                <w:rFonts w:ascii="Lato" w:hAnsi="Lato" w:cs="Open Sans"/>
                <w:b w:val="0"/>
                <w:sz w:val="20"/>
                <w:szCs w:val="20"/>
              </w:rPr>
              <w:t xml:space="preserve">Brak </w:t>
            </w:r>
          </w:p>
        </w:tc>
        <w:tc>
          <w:tcPr>
            <w:tcW w:w="2427" w:type="dxa"/>
          </w:tcPr>
          <w:p w14:paraId="08DEE0BE" w14:textId="77777777" w:rsidR="00DD2963" w:rsidRPr="00625323" w:rsidRDefault="00483A1B" w:rsidP="006616AB">
            <w:pPr>
              <w:pStyle w:val="PJPNagwektabeli"/>
              <w:spacing w:line="276" w:lineRule="auto"/>
              <w:rPr>
                <w:rFonts w:ascii="Lato" w:hAnsi="Lato" w:cs="Open Sans"/>
                <w:b w:val="0"/>
                <w:sz w:val="20"/>
                <w:szCs w:val="20"/>
              </w:rPr>
            </w:pPr>
            <w:r w:rsidRPr="00625323">
              <w:rPr>
                <w:rFonts w:ascii="Lato" w:hAnsi="Lato" w:cs="Open Sans"/>
                <w:b w:val="0"/>
                <w:sz w:val="20"/>
                <w:szCs w:val="20"/>
              </w:rPr>
              <w:t>n/d</w:t>
            </w:r>
          </w:p>
        </w:tc>
        <w:tc>
          <w:tcPr>
            <w:tcW w:w="1261" w:type="dxa"/>
          </w:tcPr>
          <w:p w14:paraId="69608A19" w14:textId="77777777" w:rsidR="00DD2963" w:rsidRPr="00625323" w:rsidRDefault="00483A1B" w:rsidP="006616AB">
            <w:pPr>
              <w:pStyle w:val="PJPNagwektabeli"/>
              <w:spacing w:line="276" w:lineRule="auto"/>
              <w:rPr>
                <w:rFonts w:ascii="Lato" w:hAnsi="Lato" w:cs="Open Sans"/>
                <w:b w:val="0"/>
                <w:sz w:val="20"/>
                <w:szCs w:val="20"/>
              </w:rPr>
            </w:pPr>
            <w:r w:rsidRPr="00625323">
              <w:rPr>
                <w:rFonts w:ascii="Lato" w:hAnsi="Lato" w:cs="Open Sans"/>
                <w:b w:val="0"/>
                <w:sz w:val="20"/>
                <w:szCs w:val="20"/>
              </w:rPr>
              <w:t>n/d</w:t>
            </w:r>
          </w:p>
        </w:tc>
        <w:tc>
          <w:tcPr>
            <w:tcW w:w="1152" w:type="dxa"/>
          </w:tcPr>
          <w:p w14:paraId="379EE050" w14:textId="77777777" w:rsidR="00DD2963" w:rsidRPr="00625323" w:rsidRDefault="00483A1B" w:rsidP="006616AB">
            <w:pPr>
              <w:pStyle w:val="PJPNagwektabeli"/>
              <w:spacing w:line="276" w:lineRule="auto"/>
              <w:rPr>
                <w:rFonts w:ascii="Lato" w:hAnsi="Lato" w:cs="Open Sans"/>
                <w:b w:val="0"/>
                <w:sz w:val="20"/>
                <w:szCs w:val="20"/>
              </w:rPr>
            </w:pPr>
            <w:r w:rsidRPr="00625323">
              <w:rPr>
                <w:rFonts w:ascii="Lato" w:hAnsi="Lato" w:cs="Open Sans"/>
                <w:b w:val="0"/>
                <w:sz w:val="20"/>
                <w:szCs w:val="20"/>
              </w:rPr>
              <w:t>n/d</w:t>
            </w:r>
          </w:p>
        </w:tc>
      </w:tr>
    </w:tbl>
    <w:p w14:paraId="7C939763" w14:textId="77777777" w:rsidR="003F3585" w:rsidRPr="00625323" w:rsidRDefault="003F3585" w:rsidP="00042D57">
      <w:pPr>
        <w:pStyle w:val="Nagwek3"/>
        <w:numPr>
          <w:ilvl w:val="2"/>
          <w:numId w:val="12"/>
        </w:numPr>
      </w:pPr>
      <w:bookmarkStart w:id="22" w:name="_Toc341696560"/>
      <w:bookmarkStart w:id="23" w:name="_Toc349568557"/>
      <w:bookmarkStart w:id="24" w:name="_Toc198021022"/>
      <w:r w:rsidRPr="00625323">
        <w:t xml:space="preserve">Dokumenty </w:t>
      </w:r>
      <w:r w:rsidR="00E92D9D" w:rsidRPr="00625323">
        <w:t>po</w:t>
      </w:r>
      <w:r w:rsidR="00437081" w:rsidRPr="00625323">
        <w:t>mocnicz</w:t>
      </w:r>
      <w:r w:rsidRPr="00625323">
        <w:t>e</w:t>
      </w:r>
      <w:bookmarkEnd w:id="22"/>
      <w:bookmarkEnd w:id="23"/>
      <w:bookmarkEnd w:id="24"/>
    </w:p>
    <w:p w14:paraId="4698F784" w14:textId="345BE3E5" w:rsidR="00C85059" w:rsidRPr="00625323" w:rsidRDefault="00C85059" w:rsidP="00C85059">
      <w:pPr>
        <w:pStyle w:val="Legenda"/>
        <w:keepNext/>
      </w:pPr>
      <w:bookmarkStart w:id="25" w:name="_Toc198021068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4</w:t>
        </w:r>
      </w:fldSimple>
      <w:r w:rsidRPr="00625323">
        <w:t>.Wykaz dokumentów pomocniczych</w:t>
      </w:r>
      <w:bookmarkEnd w:id="25"/>
    </w:p>
    <w:tbl>
      <w:tblPr>
        <w:tblStyle w:val="Tabela-Siatka"/>
        <w:tblW w:w="9031" w:type="dxa"/>
        <w:tblLook w:val="01E0" w:firstRow="1" w:lastRow="1" w:firstColumn="1" w:lastColumn="1" w:noHBand="0" w:noVBand="0"/>
      </w:tblPr>
      <w:tblGrid>
        <w:gridCol w:w="446"/>
        <w:gridCol w:w="3750"/>
        <w:gridCol w:w="2407"/>
        <w:gridCol w:w="1199"/>
        <w:gridCol w:w="1229"/>
      </w:tblGrid>
      <w:tr w:rsidR="00C85059" w:rsidRPr="00625323" w14:paraId="2733E4B2" w14:textId="77777777" w:rsidTr="00FA7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7FC2463F" w14:textId="77777777" w:rsidR="00C85059" w:rsidRPr="00625323" w:rsidRDefault="00C85059" w:rsidP="00FA7207">
            <w:pPr>
              <w:pStyle w:val="PJPNagwektabeli"/>
              <w:rPr>
                <w:rFonts w:ascii="Lato" w:hAnsi="Lato" w:cs="Open Sans"/>
              </w:rPr>
            </w:pPr>
            <w:r w:rsidRPr="00625323">
              <w:rPr>
                <w:rFonts w:ascii="Lato" w:hAnsi="Lato" w:cs="Open Sans"/>
              </w:rPr>
              <w:t>Nr</w:t>
            </w:r>
          </w:p>
        </w:tc>
        <w:tc>
          <w:tcPr>
            <w:tcW w:w="3750" w:type="dxa"/>
          </w:tcPr>
          <w:p w14:paraId="5B0DE934" w14:textId="77777777" w:rsidR="00C85059" w:rsidRPr="00625323" w:rsidRDefault="00C85059" w:rsidP="00FA7207">
            <w:pPr>
              <w:pStyle w:val="PJPNagwektabeli"/>
              <w:rPr>
                <w:rFonts w:ascii="Lato" w:hAnsi="Lato" w:cs="Open Sans"/>
              </w:rPr>
            </w:pPr>
            <w:r w:rsidRPr="00625323">
              <w:rPr>
                <w:rFonts w:ascii="Lato" w:hAnsi="Lato" w:cs="Open Sans"/>
              </w:rPr>
              <w:t>Nazwa</w:t>
            </w:r>
          </w:p>
        </w:tc>
        <w:tc>
          <w:tcPr>
            <w:tcW w:w="2407" w:type="dxa"/>
          </w:tcPr>
          <w:p w14:paraId="3FB855B8" w14:textId="77777777" w:rsidR="00C85059" w:rsidRPr="00625323" w:rsidRDefault="00C85059" w:rsidP="00FA7207">
            <w:pPr>
              <w:pStyle w:val="PJPNagwektabeli"/>
              <w:rPr>
                <w:rFonts w:ascii="Lato" w:hAnsi="Lato" w:cs="Open Sans"/>
              </w:rPr>
            </w:pPr>
            <w:r w:rsidRPr="00625323">
              <w:rPr>
                <w:rFonts w:ascii="Lato" w:hAnsi="Lato" w:cs="Open Sans"/>
              </w:rPr>
              <w:t>Identyfikator</w:t>
            </w:r>
          </w:p>
        </w:tc>
        <w:tc>
          <w:tcPr>
            <w:tcW w:w="1199" w:type="dxa"/>
          </w:tcPr>
          <w:p w14:paraId="1DBD47EA" w14:textId="77777777" w:rsidR="00C85059" w:rsidRPr="00625323" w:rsidRDefault="00C85059" w:rsidP="00FA7207">
            <w:pPr>
              <w:pStyle w:val="PJPNagwektabeli"/>
              <w:rPr>
                <w:rFonts w:ascii="Lato" w:hAnsi="Lato" w:cs="Open Sans"/>
              </w:rPr>
            </w:pPr>
            <w:r w:rsidRPr="00625323">
              <w:rPr>
                <w:rFonts w:ascii="Lato" w:hAnsi="Lato" w:cs="Open Sans"/>
              </w:rPr>
              <w:t>Wersja</w:t>
            </w:r>
          </w:p>
        </w:tc>
        <w:tc>
          <w:tcPr>
            <w:tcW w:w="1229" w:type="dxa"/>
          </w:tcPr>
          <w:p w14:paraId="017CAE35" w14:textId="77777777" w:rsidR="00C85059" w:rsidRPr="00625323" w:rsidRDefault="00C85059" w:rsidP="00FA7207">
            <w:pPr>
              <w:pStyle w:val="PJPNagwektabeli"/>
              <w:rPr>
                <w:rFonts w:ascii="Lato" w:hAnsi="Lato" w:cs="Open Sans"/>
              </w:rPr>
            </w:pPr>
            <w:r w:rsidRPr="00625323">
              <w:rPr>
                <w:rFonts w:ascii="Lato" w:hAnsi="Lato" w:cs="Open Sans"/>
              </w:rPr>
              <w:t>Data wydania</w:t>
            </w:r>
          </w:p>
        </w:tc>
      </w:tr>
      <w:tr w:rsidR="00C85059" w:rsidRPr="00625323" w14:paraId="33F9DC42" w14:textId="77777777" w:rsidTr="00FA7207">
        <w:tc>
          <w:tcPr>
            <w:tcW w:w="0" w:type="auto"/>
          </w:tcPr>
          <w:p w14:paraId="0CD95869" w14:textId="77777777" w:rsidR="00C85059" w:rsidRPr="00625323" w:rsidRDefault="00C85059" w:rsidP="00C85059">
            <w:pPr>
              <w:pStyle w:val="PJPNagwektabeli"/>
              <w:numPr>
                <w:ilvl w:val="0"/>
                <w:numId w:val="8"/>
              </w:numPr>
              <w:rPr>
                <w:rFonts w:ascii="Lato" w:hAnsi="Lato" w:cs="Open Sans"/>
                <w:b w:val="0"/>
                <w:sz w:val="20"/>
                <w:szCs w:val="20"/>
              </w:rPr>
            </w:pPr>
          </w:p>
        </w:tc>
        <w:tc>
          <w:tcPr>
            <w:tcW w:w="3750" w:type="dxa"/>
          </w:tcPr>
          <w:p w14:paraId="092167A9" w14:textId="77777777" w:rsidR="00C85059" w:rsidRPr="00625323" w:rsidRDefault="00C85059" w:rsidP="00FA7207">
            <w:pPr>
              <w:pStyle w:val="PJPNagwektabeli"/>
              <w:rPr>
                <w:rFonts w:ascii="Lato" w:hAnsi="Lato" w:cs="Open Sans"/>
                <w:b w:val="0"/>
                <w:sz w:val="20"/>
                <w:szCs w:val="20"/>
              </w:rPr>
            </w:pPr>
            <w:r w:rsidRPr="00625323">
              <w:rPr>
                <w:rFonts w:ascii="Lato" w:hAnsi="Lato" w:cs="Open Sans"/>
                <w:b w:val="0"/>
                <w:sz w:val="20"/>
                <w:szCs w:val="20"/>
              </w:rPr>
              <w:t>Brak</w:t>
            </w:r>
          </w:p>
        </w:tc>
        <w:tc>
          <w:tcPr>
            <w:tcW w:w="2407" w:type="dxa"/>
          </w:tcPr>
          <w:p w14:paraId="6192805E" w14:textId="77777777" w:rsidR="00C85059" w:rsidRPr="00625323" w:rsidRDefault="00C85059" w:rsidP="00FA7207">
            <w:pPr>
              <w:pStyle w:val="PJPNagwektabeli"/>
              <w:rPr>
                <w:rFonts w:ascii="Lato" w:hAnsi="Lato" w:cs="Open Sans"/>
                <w:b w:val="0"/>
                <w:sz w:val="20"/>
                <w:szCs w:val="20"/>
              </w:rPr>
            </w:pPr>
            <w:r w:rsidRPr="00625323">
              <w:rPr>
                <w:rFonts w:ascii="Lato" w:hAnsi="Lato" w:cs="Open Sans"/>
                <w:b w:val="0"/>
                <w:sz w:val="20"/>
                <w:szCs w:val="20"/>
              </w:rPr>
              <w:t>n/d</w:t>
            </w:r>
          </w:p>
        </w:tc>
        <w:tc>
          <w:tcPr>
            <w:tcW w:w="1199" w:type="dxa"/>
          </w:tcPr>
          <w:p w14:paraId="4C5380A9" w14:textId="77777777" w:rsidR="00C85059" w:rsidRPr="00625323" w:rsidRDefault="00C85059" w:rsidP="00FA7207">
            <w:pPr>
              <w:pStyle w:val="PJPNagwektabeli"/>
              <w:rPr>
                <w:rFonts w:ascii="Lato" w:hAnsi="Lato" w:cs="Open Sans"/>
                <w:b w:val="0"/>
                <w:sz w:val="20"/>
                <w:szCs w:val="20"/>
              </w:rPr>
            </w:pPr>
            <w:r w:rsidRPr="00625323">
              <w:rPr>
                <w:rFonts w:ascii="Lato" w:hAnsi="Lato" w:cs="Open Sans"/>
                <w:b w:val="0"/>
                <w:sz w:val="20"/>
                <w:szCs w:val="20"/>
              </w:rPr>
              <w:t>n/d</w:t>
            </w:r>
          </w:p>
        </w:tc>
        <w:tc>
          <w:tcPr>
            <w:tcW w:w="1229" w:type="dxa"/>
          </w:tcPr>
          <w:p w14:paraId="3A7BA1C5" w14:textId="77777777" w:rsidR="00C85059" w:rsidRPr="00625323" w:rsidRDefault="00C85059" w:rsidP="00FA7207">
            <w:pPr>
              <w:pStyle w:val="PJPNagwektabeli"/>
              <w:rPr>
                <w:rFonts w:ascii="Lato" w:hAnsi="Lato" w:cs="Open Sans"/>
                <w:b w:val="0"/>
                <w:sz w:val="20"/>
                <w:szCs w:val="20"/>
              </w:rPr>
            </w:pPr>
            <w:r w:rsidRPr="00625323">
              <w:rPr>
                <w:rFonts w:ascii="Lato" w:hAnsi="Lato" w:cs="Open Sans"/>
                <w:b w:val="0"/>
                <w:sz w:val="20"/>
                <w:szCs w:val="20"/>
              </w:rPr>
              <w:t>n/d</w:t>
            </w:r>
          </w:p>
        </w:tc>
      </w:tr>
    </w:tbl>
    <w:p w14:paraId="529B0D28" w14:textId="77777777" w:rsidR="00C85059" w:rsidRPr="00625323" w:rsidRDefault="00C85059">
      <w:pPr>
        <w:rPr>
          <w:rFonts w:ascii="Lato" w:hAnsi="Lato"/>
        </w:rPr>
      </w:pPr>
      <w:r w:rsidRPr="00625323">
        <w:rPr>
          <w:rFonts w:ascii="Lato" w:hAnsi="Lato"/>
        </w:rPr>
        <w:br w:type="page"/>
      </w:r>
    </w:p>
    <w:p w14:paraId="762BF893" w14:textId="77777777" w:rsidR="003F3585" w:rsidRPr="00625323" w:rsidRDefault="00C43119" w:rsidP="006616AB">
      <w:pPr>
        <w:pStyle w:val="Nagwek2"/>
      </w:pPr>
      <w:bookmarkStart w:id="26" w:name="_Toc341696561"/>
      <w:bookmarkStart w:id="27" w:name="_Toc349568558"/>
      <w:bookmarkStart w:id="28" w:name="_Toc198021023"/>
      <w:r w:rsidRPr="00625323">
        <w:lastRenderedPageBreak/>
        <w:t>Słownik przyjętych skrótów i terminów</w:t>
      </w:r>
      <w:bookmarkEnd w:id="26"/>
      <w:bookmarkEnd w:id="27"/>
      <w:bookmarkEnd w:id="28"/>
    </w:p>
    <w:p w14:paraId="0FEC24EE" w14:textId="02D894B2" w:rsidR="003F3585" w:rsidRPr="00625323" w:rsidRDefault="00C43119" w:rsidP="00042D57">
      <w:pPr>
        <w:pStyle w:val="Nagwek3"/>
        <w:numPr>
          <w:ilvl w:val="2"/>
          <w:numId w:val="12"/>
        </w:numPr>
      </w:pPr>
      <w:bookmarkStart w:id="29" w:name="_Toc341696562"/>
      <w:bookmarkStart w:id="30" w:name="_Toc349568559"/>
      <w:bookmarkStart w:id="31" w:name="_Toc198021024"/>
      <w:r w:rsidRPr="00625323">
        <w:t xml:space="preserve">Skróty i </w:t>
      </w:r>
      <w:r w:rsidR="00E92D9D" w:rsidRPr="00625323">
        <w:t>ak</w:t>
      </w:r>
      <w:r w:rsidR="003F3585" w:rsidRPr="00625323">
        <w:t>ronimy</w:t>
      </w:r>
      <w:bookmarkEnd w:id="29"/>
      <w:bookmarkEnd w:id="30"/>
      <w:bookmarkEnd w:id="31"/>
    </w:p>
    <w:p w14:paraId="73BEA0DE" w14:textId="03CCDC02" w:rsidR="00C85059" w:rsidRPr="00625323" w:rsidRDefault="00C85059" w:rsidP="00C85059">
      <w:pPr>
        <w:pStyle w:val="Legenda"/>
        <w:keepNext/>
      </w:pPr>
      <w:bookmarkStart w:id="32" w:name="_Toc198021069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5</w:t>
        </w:r>
      </w:fldSimple>
      <w:r w:rsidRPr="00625323">
        <w:t>.Wykaz skrótów i akronimów</w:t>
      </w:r>
      <w:bookmarkEnd w:id="32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DB6C9D" w:rsidRPr="00625323" w14:paraId="46EB9496" w14:textId="77777777" w:rsidTr="00C850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5AC0EA8D" w14:textId="77777777" w:rsidR="00DB6C9D" w:rsidRPr="00625323" w:rsidRDefault="00DB6C9D" w:rsidP="000C2AD2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Skrót/Akronim</w:t>
            </w:r>
          </w:p>
        </w:tc>
        <w:tc>
          <w:tcPr>
            <w:tcW w:w="6240" w:type="dxa"/>
          </w:tcPr>
          <w:p w14:paraId="35F303F5" w14:textId="77777777" w:rsidR="00DB6C9D" w:rsidRPr="00625323" w:rsidRDefault="00DB6C9D" w:rsidP="000C2AD2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Objaśnienie</w:t>
            </w:r>
          </w:p>
        </w:tc>
      </w:tr>
      <w:tr w:rsidR="00DB6C9D" w:rsidRPr="00625323" w14:paraId="7B53BEB4" w14:textId="77777777" w:rsidTr="001B00E0">
        <w:tc>
          <w:tcPr>
            <w:tcW w:w="2988" w:type="dxa"/>
          </w:tcPr>
          <w:p w14:paraId="56B01C60" w14:textId="77777777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AIS</w:t>
            </w:r>
          </w:p>
        </w:tc>
        <w:tc>
          <w:tcPr>
            <w:tcW w:w="6240" w:type="dxa"/>
          </w:tcPr>
          <w:p w14:paraId="3D3D7F91" w14:textId="77777777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proofErr w:type="spellStart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Automated</w:t>
            </w:r>
            <w:proofErr w:type="spellEnd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Import System – Automatyczny System Importu. Także projekt „Programu e-Cło”.</w:t>
            </w:r>
          </w:p>
        </w:tc>
      </w:tr>
      <w:tr w:rsidR="00DB6C9D" w:rsidRPr="00625323" w14:paraId="549EC462" w14:textId="77777777" w:rsidTr="001B00E0">
        <w:tc>
          <w:tcPr>
            <w:tcW w:w="2988" w:type="dxa"/>
          </w:tcPr>
          <w:p w14:paraId="56C80835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ARI@DNA2</w:t>
            </w:r>
          </w:p>
        </w:tc>
        <w:tc>
          <w:tcPr>
            <w:tcW w:w="6240" w:type="dxa"/>
          </w:tcPr>
          <w:p w14:paraId="52EFCD2B" w14:textId="6B1EB80B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Hurtownia danych Administracji </w:t>
            </w:r>
            <w:r w:rsidR="006E04EB"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Skarbowej</w:t>
            </w: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.</w:t>
            </w:r>
          </w:p>
        </w:tc>
      </w:tr>
      <w:tr w:rsidR="00DB6C9D" w:rsidRPr="00625323" w14:paraId="78B8F1B3" w14:textId="77777777" w:rsidTr="001B00E0">
        <w:tc>
          <w:tcPr>
            <w:tcW w:w="2988" w:type="dxa"/>
          </w:tcPr>
          <w:p w14:paraId="69E0D4AB" w14:textId="77777777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CELINA</w:t>
            </w:r>
          </w:p>
        </w:tc>
        <w:tc>
          <w:tcPr>
            <w:tcW w:w="6240" w:type="dxa"/>
          </w:tcPr>
          <w:p w14:paraId="714B81A1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System obsługi zgłoszeń celnych.</w:t>
            </w:r>
          </w:p>
        </w:tc>
      </w:tr>
      <w:tr w:rsidR="00DB6C9D" w:rsidRPr="00625323" w14:paraId="7B76A15F" w14:textId="77777777" w:rsidTr="001B00E0">
        <w:tc>
          <w:tcPr>
            <w:tcW w:w="2988" w:type="dxa"/>
          </w:tcPr>
          <w:p w14:paraId="6A1D55BD" w14:textId="77777777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ECIP</w:t>
            </w:r>
          </w:p>
        </w:tc>
        <w:tc>
          <w:tcPr>
            <w:tcW w:w="6240" w:type="dxa"/>
          </w:tcPr>
          <w:p w14:paraId="026F1B4A" w14:textId="77777777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val="en-GB" w:eastAsia="en-US"/>
              </w:rPr>
              <w:t>EU Customs Information Portal</w:t>
            </w: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– Europejski Portal Informacji Celnej. </w:t>
            </w:r>
          </w:p>
        </w:tc>
      </w:tr>
      <w:tr w:rsidR="00DB6C9D" w:rsidRPr="00625323" w14:paraId="1291A46C" w14:textId="77777777" w:rsidTr="001B00E0">
        <w:tc>
          <w:tcPr>
            <w:tcW w:w="2988" w:type="dxa"/>
          </w:tcPr>
          <w:p w14:paraId="1119C243" w14:textId="77777777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ECIP/SEAP PL </w:t>
            </w:r>
          </w:p>
        </w:tc>
        <w:tc>
          <w:tcPr>
            <w:tcW w:w="6240" w:type="dxa"/>
          </w:tcPr>
          <w:p w14:paraId="243E3B6A" w14:textId="77777777" w:rsidR="00316BC2" w:rsidRPr="00625323" w:rsidRDefault="00316BC2" w:rsidP="00316BC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proofErr w:type="spellStart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European</w:t>
            </w:r>
            <w:proofErr w:type="spellEnd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Customs</w:t>
            </w:r>
            <w:proofErr w:type="spellEnd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Information Portal - Europejski Informacyjny Portal Celny</w:t>
            </w:r>
          </w:p>
          <w:p w14:paraId="027A1865" w14:textId="77777777" w:rsidR="00316BC2" w:rsidRPr="00625323" w:rsidRDefault="00316BC2" w:rsidP="00316BC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Single </w:t>
            </w:r>
            <w:proofErr w:type="spellStart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Electronic</w:t>
            </w:r>
            <w:proofErr w:type="spellEnd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Access Point - Pojedynczy Elektroniczny Punkt Dostępu</w:t>
            </w:r>
          </w:p>
          <w:p w14:paraId="210687BA" w14:textId="77777777" w:rsidR="00316BC2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DB6C9D" w:rsidRPr="00625323" w14:paraId="212A4F95" w14:textId="77777777" w:rsidTr="001B00E0">
        <w:tc>
          <w:tcPr>
            <w:tcW w:w="2988" w:type="dxa"/>
          </w:tcPr>
          <w:p w14:paraId="785D700A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ESB</w:t>
            </w:r>
          </w:p>
        </w:tc>
        <w:tc>
          <w:tcPr>
            <w:tcW w:w="6240" w:type="dxa"/>
          </w:tcPr>
          <w:p w14:paraId="33A0214D" w14:textId="77777777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Enterprise Service Bus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DB6C9D" w:rsidRPr="00625323" w14:paraId="2C83911A" w14:textId="77777777" w:rsidTr="001B00E0">
        <w:tc>
          <w:tcPr>
            <w:tcW w:w="2988" w:type="dxa"/>
          </w:tcPr>
          <w:p w14:paraId="6F3BBAFA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ESKS</w:t>
            </w:r>
          </w:p>
        </w:tc>
        <w:tc>
          <w:tcPr>
            <w:tcW w:w="6240" w:type="dxa"/>
          </w:tcPr>
          <w:p w14:paraId="6180FD55" w14:textId="2F4243BE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Ewidencja Spraw Karnych Skarbowych - system informatyczny usprawniający pracę administracji </w:t>
            </w:r>
            <w:r w:rsidR="006E04EB"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skarbowej</w:t>
            </w: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w zakresie rejestracji spraw o przestępstwa </w:t>
            </w: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br/>
              <w:t xml:space="preserve">i wykroczenia skarbowe oraz ewidencjonowania grzywien nakładanych </w:t>
            </w: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br/>
              <w:t>w drodze mandatu karnego.</w:t>
            </w:r>
          </w:p>
        </w:tc>
      </w:tr>
      <w:tr w:rsidR="00DB6C9D" w:rsidRPr="00625323" w14:paraId="5257293C" w14:textId="77777777" w:rsidTr="001B00E0">
        <w:tc>
          <w:tcPr>
            <w:tcW w:w="2988" w:type="dxa"/>
          </w:tcPr>
          <w:p w14:paraId="4E626983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HERMES2</w:t>
            </w:r>
          </w:p>
        </w:tc>
        <w:tc>
          <w:tcPr>
            <w:tcW w:w="6240" w:type="dxa"/>
          </w:tcPr>
          <w:p w14:paraId="3076A2FA" w14:textId="77777777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Projekt „Programu e-Cło” obejmujący wdrożenie Systemu Zarządzania Zasobami Ludzkimi.</w:t>
            </w:r>
          </w:p>
        </w:tc>
      </w:tr>
      <w:tr w:rsidR="00DB6C9D" w:rsidRPr="00625323" w14:paraId="61D62532" w14:textId="77777777" w:rsidTr="001B00E0">
        <w:tc>
          <w:tcPr>
            <w:tcW w:w="2988" w:type="dxa"/>
          </w:tcPr>
          <w:p w14:paraId="74D5C985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HTTP</w:t>
            </w:r>
          </w:p>
        </w:tc>
        <w:tc>
          <w:tcPr>
            <w:tcW w:w="6240" w:type="dxa"/>
          </w:tcPr>
          <w:p w14:paraId="48A0F4A4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proofErr w:type="spellStart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Hypertext</w:t>
            </w:r>
            <w:proofErr w:type="spellEnd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Transfer </w:t>
            </w:r>
            <w:proofErr w:type="spellStart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Protocol</w:t>
            </w:r>
            <w:proofErr w:type="spellEnd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– protokół przesyłania dokumentów hipertekstowych.</w:t>
            </w:r>
          </w:p>
        </w:tc>
      </w:tr>
      <w:tr w:rsidR="00DB6C9D" w:rsidRPr="00625323" w14:paraId="42DAE04C" w14:textId="77777777" w:rsidTr="001B00E0">
        <w:tc>
          <w:tcPr>
            <w:tcW w:w="2988" w:type="dxa"/>
          </w:tcPr>
          <w:p w14:paraId="6F5DE566" w14:textId="77777777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ISZTAR</w:t>
            </w:r>
          </w:p>
        </w:tc>
        <w:tc>
          <w:tcPr>
            <w:tcW w:w="6240" w:type="dxa"/>
          </w:tcPr>
          <w:p w14:paraId="00366C06" w14:textId="77777777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System Zintegrowanej Taryfy Celnej. </w:t>
            </w:r>
          </w:p>
        </w:tc>
      </w:tr>
      <w:tr w:rsidR="00DB6C9D" w:rsidRPr="00625323" w14:paraId="6B530BD7" w14:textId="77777777" w:rsidTr="001B00E0">
        <w:tc>
          <w:tcPr>
            <w:tcW w:w="2988" w:type="dxa"/>
          </w:tcPr>
          <w:p w14:paraId="61DB8D57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ISZTAR4</w:t>
            </w:r>
          </w:p>
        </w:tc>
        <w:tc>
          <w:tcPr>
            <w:tcW w:w="6240" w:type="dxa"/>
          </w:tcPr>
          <w:p w14:paraId="3ECA20A4" w14:textId="77777777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System ISZTAR4 – Projekt w ramach Obszaru Zintegrowanej Taryfy Celnej, obejmujący przebudowę systemu w technologii wymiany komunikatów MCA, </w:t>
            </w: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lastRenderedPageBreak/>
              <w:t xml:space="preserve">rozwój funkcjonalności zgodnie z </w:t>
            </w:r>
            <w:proofErr w:type="spellStart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Integrated</w:t>
            </w:r>
            <w:proofErr w:type="spellEnd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Tariff</w:t>
            </w:r>
            <w:proofErr w:type="spellEnd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Environment i TARIC oraz opracowane testy regresywne i przebudowę i integrację EBTI PL z portalem ECIP PL. Projekt Programu e-Cło.</w:t>
            </w:r>
          </w:p>
        </w:tc>
      </w:tr>
      <w:tr w:rsidR="00DB6C9D" w:rsidRPr="00625323" w14:paraId="1F396261" w14:textId="77777777" w:rsidTr="001B00E0">
        <w:tc>
          <w:tcPr>
            <w:tcW w:w="2988" w:type="dxa"/>
          </w:tcPr>
          <w:p w14:paraId="6BFA3642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lastRenderedPageBreak/>
              <w:t>OSOZ2</w:t>
            </w:r>
          </w:p>
        </w:tc>
        <w:tc>
          <w:tcPr>
            <w:tcW w:w="6240" w:type="dxa"/>
          </w:tcPr>
          <w:p w14:paraId="79006541" w14:textId="77777777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Projekt „Programu e-Cło” Zintegrowany System Obsługi Zabezpieczeń.</w:t>
            </w:r>
          </w:p>
        </w:tc>
      </w:tr>
      <w:tr w:rsidR="00DB6C9D" w:rsidRPr="00625323" w14:paraId="3DED15EA" w14:textId="77777777" w:rsidTr="001B00E0">
        <w:tc>
          <w:tcPr>
            <w:tcW w:w="2988" w:type="dxa"/>
          </w:tcPr>
          <w:p w14:paraId="777FEF23" w14:textId="77777777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OWNRES</w:t>
            </w:r>
          </w:p>
        </w:tc>
        <w:tc>
          <w:tcPr>
            <w:tcW w:w="6240" w:type="dxa"/>
          </w:tcPr>
          <w:p w14:paraId="020611FF" w14:textId="77777777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proofErr w:type="spellStart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OWNRESources</w:t>
            </w:r>
            <w:proofErr w:type="spellEnd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DB6C9D" w:rsidRPr="00625323" w14:paraId="7D71CC37" w14:textId="77777777" w:rsidTr="001B00E0">
        <w:tc>
          <w:tcPr>
            <w:tcW w:w="2988" w:type="dxa"/>
          </w:tcPr>
          <w:p w14:paraId="4B6E8747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PDR</w:t>
            </w:r>
          </w:p>
        </w:tc>
        <w:tc>
          <w:tcPr>
            <w:tcW w:w="6240" w:type="dxa"/>
          </w:tcPr>
          <w:p w14:paraId="6A489465" w14:textId="7F6D3EB2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Podsystem Danych Referencyjnych – komponenty funkcjonalne do utrzymywania i udostępniania danych referencyjnych w systemach operacyjnych administracji </w:t>
            </w:r>
            <w:r w:rsidR="006E04EB"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skarbowej</w:t>
            </w: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. Również rozumiany, jako system danych referencyjnych PDR, będący produktem projektu PDR, realizowanego </w:t>
            </w: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br/>
              <w:t>w ramach Programu e-Cło.</w:t>
            </w:r>
          </w:p>
        </w:tc>
      </w:tr>
      <w:tr w:rsidR="00DB6C9D" w:rsidRPr="00625323" w14:paraId="3A6EDDA1" w14:textId="77777777" w:rsidTr="001B00E0">
        <w:tc>
          <w:tcPr>
            <w:tcW w:w="2988" w:type="dxa"/>
          </w:tcPr>
          <w:p w14:paraId="11B45EE8" w14:textId="77777777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PKI</w:t>
            </w:r>
          </w:p>
        </w:tc>
        <w:tc>
          <w:tcPr>
            <w:tcW w:w="6240" w:type="dxa"/>
          </w:tcPr>
          <w:p w14:paraId="4FA9A6BF" w14:textId="77777777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Projekt Programu e-Cło przewidujący stworzenie jednolitego podsystemu uwierzytelniania dla wszystkich systemów i użytkowników wewnętrznych  wraz  z Public </w:t>
            </w:r>
            <w:proofErr w:type="spellStart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Key</w:t>
            </w:r>
            <w:proofErr w:type="spellEnd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Infrastructure</w:t>
            </w:r>
            <w:proofErr w:type="spellEnd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 i funkcjonalnością/technologią jednokrotnego uwierzytelniania Single </w:t>
            </w:r>
            <w:proofErr w:type="spellStart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Sign</w:t>
            </w:r>
            <w:proofErr w:type="spellEnd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On (SSO).</w:t>
            </w:r>
          </w:p>
        </w:tc>
      </w:tr>
      <w:tr w:rsidR="00DB6C9D" w:rsidRPr="00625323" w14:paraId="4CEC1C5C" w14:textId="77777777" w:rsidTr="001B00E0">
        <w:tc>
          <w:tcPr>
            <w:tcW w:w="2988" w:type="dxa"/>
          </w:tcPr>
          <w:p w14:paraId="4A394713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POLTAX</w:t>
            </w:r>
          </w:p>
        </w:tc>
        <w:tc>
          <w:tcPr>
            <w:tcW w:w="6240" w:type="dxa"/>
          </w:tcPr>
          <w:p w14:paraId="126878B9" w14:textId="77777777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DB6C9D" w:rsidRPr="00625323" w14:paraId="5CE20B17" w14:textId="77777777" w:rsidTr="001B00E0">
        <w:tc>
          <w:tcPr>
            <w:tcW w:w="2988" w:type="dxa"/>
          </w:tcPr>
          <w:p w14:paraId="1908D662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SK</w:t>
            </w:r>
          </w:p>
        </w:tc>
        <w:tc>
          <w:tcPr>
            <w:tcW w:w="6240" w:type="dxa"/>
          </w:tcPr>
          <w:p w14:paraId="031522BB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System informatyczny przeznaczony do prowadzenia ksiąg rachunkowych w formie elektronicznej.</w:t>
            </w:r>
          </w:p>
        </w:tc>
      </w:tr>
      <w:tr w:rsidR="00DB6C9D" w:rsidRPr="00625323" w14:paraId="46A85671" w14:textId="77777777" w:rsidTr="001B00E0">
        <w:tc>
          <w:tcPr>
            <w:tcW w:w="2988" w:type="dxa"/>
          </w:tcPr>
          <w:p w14:paraId="66D0632C" w14:textId="77777777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SOA</w:t>
            </w:r>
          </w:p>
        </w:tc>
        <w:tc>
          <w:tcPr>
            <w:tcW w:w="6240" w:type="dxa"/>
          </w:tcPr>
          <w:p w14:paraId="63797C74" w14:textId="77777777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Architektura oparta na usługach (ang. Service-</w:t>
            </w:r>
            <w:proofErr w:type="spellStart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Oriented</w:t>
            </w:r>
            <w:proofErr w:type="spellEnd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DB6C9D" w:rsidRPr="00625323" w14:paraId="441C32A3" w14:textId="77777777" w:rsidTr="001B00E0">
        <w:tc>
          <w:tcPr>
            <w:tcW w:w="2988" w:type="dxa"/>
          </w:tcPr>
          <w:p w14:paraId="430900E5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SOAP</w:t>
            </w:r>
          </w:p>
        </w:tc>
        <w:tc>
          <w:tcPr>
            <w:tcW w:w="6240" w:type="dxa"/>
          </w:tcPr>
          <w:p w14:paraId="4B7434D8" w14:textId="77777777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Simple Object Access </w:t>
            </w:r>
            <w:proofErr w:type="spellStart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Protocol</w:t>
            </w:r>
            <w:proofErr w:type="spellEnd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– protokół wywoływania zdalnego dostępu do obiektów, wykorzystujący XML do kodowania wywołań.</w:t>
            </w:r>
          </w:p>
        </w:tc>
      </w:tr>
      <w:tr w:rsidR="00DB6C9D" w:rsidRPr="00625323" w14:paraId="00C9DD92" w14:textId="77777777" w:rsidTr="001B00E0">
        <w:tc>
          <w:tcPr>
            <w:tcW w:w="2988" w:type="dxa"/>
          </w:tcPr>
          <w:p w14:paraId="08CF6DD6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SSO</w:t>
            </w:r>
          </w:p>
        </w:tc>
        <w:tc>
          <w:tcPr>
            <w:tcW w:w="6240" w:type="dxa"/>
          </w:tcPr>
          <w:p w14:paraId="18B55D52" w14:textId="77777777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Single </w:t>
            </w:r>
            <w:proofErr w:type="spellStart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Sign</w:t>
            </w:r>
            <w:proofErr w:type="spellEnd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On – Pojedyncze logowanie. Możliwość jednorazowego zalogowania się do usługi sieciowej i </w:t>
            </w: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lastRenderedPageBreak/>
              <w:t>uzyskania dostępu do wszystkich autoryzowanych zasobów zgodnych z tą usługą.</w:t>
            </w:r>
          </w:p>
        </w:tc>
      </w:tr>
      <w:tr w:rsidR="00DB6C9D" w:rsidRPr="00625323" w14:paraId="18C4B575" w14:textId="77777777" w:rsidTr="001B00E0">
        <w:tc>
          <w:tcPr>
            <w:tcW w:w="2988" w:type="dxa"/>
          </w:tcPr>
          <w:p w14:paraId="5B45E827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lastRenderedPageBreak/>
              <w:t>SZPROT</w:t>
            </w:r>
          </w:p>
        </w:tc>
        <w:tc>
          <w:tcPr>
            <w:tcW w:w="6240" w:type="dxa"/>
          </w:tcPr>
          <w:p w14:paraId="23E81044" w14:textId="77777777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System Zintegrowanej Rejestracji Przedsiębiorców. Projekt „Programu e-Cło”.</w:t>
            </w:r>
          </w:p>
        </w:tc>
      </w:tr>
      <w:tr w:rsidR="00DB6C9D" w:rsidRPr="00625323" w14:paraId="60C403F2" w14:textId="77777777" w:rsidTr="001B00E0">
        <w:tc>
          <w:tcPr>
            <w:tcW w:w="2988" w:type="dxa"/>
          </w:tcPr>
          <w:p w14:paraId="4D71F82F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TREZOR</w:t>
            </w:r>
          </w:p>
        </w:tc>
        <w:tc>
          <w:tcPr>
            <w:tcW w:w="6240" w:type="dxa"/>
          </w:tcPr>
          <w:p w14:paraId="284B0322" w14:textId="77777777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Informatyczny System Obsługi Budżetu Państwa.</w:t>
            </w:r>
          </w:p>
        </w:tc>
      </w:tr>
      <w:tr w:rsidR="00DB6C9D" w:rsidRPr="00625323" w14:paraId="59B4C35D" w14:textId="77777777" w:rsidTr="001B00E0">
        <w:tc>
          <w:tcPr>
            <w:tcW w:w="2988" w:type="dxa"/>
          </w:tcPr>
          <w:p w14:paraId="5AD83786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WFW</w:t>
            </w:r>
          </w:p>
        </w:tc>
        <w:tc>
          <w:tcPr>
            <w:tcW w:w="6240" w:type="dxa"/>
          </w:tcPr>
          <w:p w14:paraId="33D6FD00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workflow</w:t>
            </w:r>
            <w:proofErr w:type="spellEnd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), jak i automatyzacji procesów biznesowych (tradycyjnie określane terminem Business </w:t>
            </w:r>
            <w:proofErr w:type="spellStart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Process</w:t>
            </w:r>
            <w:proofErr w:type="spellEnd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Management, BPM).</w:t>
            </w:r>
          </w:p>
        </w:tc>
      </w:tr>
      <w:tr w:rsidR="00DB6C9D" w:rsidRPr="00625323" w14:paraId="11383339" w14:textId="77777777" w:rsidTr="001B00E0">
        <w:tc>
          <w:tcPr>
            <w:tcW w:w="2988" w:type="dxa"/>
          </w:tcPr>
          <w:p w14:paraId="06B7A2E0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WOMIS</w:t>
            </w:r>
          </w:p>
        </w:tc>
        <w:tc>
          <w:tcPr>
            <w:tcW w:w="6240" w:type="dxa"/>
          </w:tcPr>
          <w:p w14:paraId="4DF027EB" w14:textId="77777777" w:rsidR="00DB6C9D" w:rsidRPr="00625323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Write-Off Management and Information System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DB6C9D" w:rsidRPr="00625323" w14:paraId="65D23C81" w14:textId="77777777" w:rsidTr="001B00E0">
        <w:tc>
          <w:tcPr>
            <w:tcW w:w="2988" w:type="dxa"/>
          </w:tcPr>
          <w:p w14:paraId="3411C4CF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WSDL</w:t>
            </w:r>
          </w:p>
        </w:tc>
        <w:tc>
          <w:tcPr>
            <w:tcW w:w="6240" w:type="dxa"/>
          </w:tcPr>
          <w:p w14:paraId="28B80E65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Web Services </w:t>
            </w:r>
            <w:proofErr w:type="spellStart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Description</w:t>
            </w:r>
            <w:proofErr w:type="spellEnd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Language – oparty na XML język do definiowania usług sieciowych. Opisuje protokoły i formaty używane przez usługi sieciowe. </w:t>
            </w:r>
          </w:p>
          <w:p w14:paraId="380D0053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DB6C9D" w:rsidRPr="00625323" w14:paraId="2FC8B910" w14:textId="77777777" w:rsidTr="001B00E0">
        <w:tc>
          <w:tcPr>
            <w:tcW w:w="2988" w:type="dxa"/>
          </w:tcPr>
          <w:p w14:paraId="4D67FE39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XML</w:t>
            </w:r>
          </w:p>
        </w:tc>
        <w:tc>
          <w:tcPr>
            <w:tcW w:w="6240" w:type="dxa"/>
          </w:tcPr>
          <w:p w14:paraId="2990B6FC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proofErr w:type="spellStart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Extensible</w:t>
            </w:r>
            <w:proofErr w:type="spellEnd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Markup</w:t>
            </w:r>
            <w:proofErr w:type="spellEnd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DB6C9D" w:rsidRPr="00625323" w14:paraId="47D9863F" w14:textId="77777777" w:rsidTr="001B00E0">
        <w:tc>
          <w:tcPr>
            <w:tcW w:w="2988" w:type="dxa"/>
          </w:tcPr>
          <w:p w14:paraId="42707AA5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XML </w:t>
            </w:r>
            <w:proofErr w:type="spellStart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Schema</w:t>
            </w:r>
            <w:proofErr w:type="spellEnd"/>
          </w:p>
        </w:tc>
        <w:tc>
          <w:tcPr>
            <w:tcW w:w="6240" w:type="dxa"/>
          </w:tcPr>
          <w:p w14:paraId="701DF1FE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Schemat XML - standard służący do definiowania struktury dokumentu XML. </w:t>
            </w:r>
          </w:p>
        </w:tc>
      </w:tr>
      <w:tr w:rsidR="00DB6C9D" w:rsidRPr="00625323" w14:paraId="33DFEA04" w14:textId="77777777" w:rsidTr="001B00E0">
        <w:tc>
          <w:tcPr>
            <w:tcW w:w="2988" w:type="dxa"/>
          </w:tcPr>
          <w:p w14:paraId="7F000B28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XSD </w:t>
            </w:r>
          </w:p>
        </w:tc>
        <w:tc>
          <w:tcPr>
            <w:tcW w:w="6240" w:type="dxa"/>
          </w:tcPr>
          <w:p w14:paraId="3FB8E96E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XML </w:t>
            </w:r>
            <w:proofErr w:type="spellStart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Schema</w:t>
            </w:r>
            <w:proofErr w:type="spellEnd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Definition  - plik zawierający definicje XML </w:t>
            </w:r>
            <w:proofErr w:type="spellStart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Schema</w:t>
            </w:r>
            <w:proofErr w:type="spellEnd"/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.</w:t>
            </w:r>
          </w:p>
        </w:tc>
      </w:tr>
      <w:tr w:rsidR="00DB6C9D" w:rsidRPr="00625323" w14:paraId="45AE1C2F" w14:textId="77777777" w:rsidTr="001B00E0">
        <w:tc>
          <w:tcPr>
            <w:tcW w:w="2988" w:type="dxa"/>
          </w:tcPr>
          <w:p w14:paraId="3021791D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ZEFIR 2</w:t>
            </w:r>
          </w:p>
        </w:tc>
        <w:tc>
          <w:tcPr>
            <w:tcW w:w="6240" w:type="dxa"/>
          </w:tcPr>
          <w:p w14:paraId="0F302953" w14:textId="77777777" w:rsidR="00DB6C9D" w:rsidRPr="00625323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625323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Zintegrowany system poboru należności i rozrachunków z UE i budżetem ZEFIR 2. Projekt „Programu e-Cło”.</w:t>
            </w:r>
          </w:p>
        </w:tc>
      </w:tr>
    </w:tbl>
    <w:p w14:paraId="2274E04E" w14:textId="77777777" w:rsidR="00C85059" w:rsidRPr="00625323" w:rsidRDefault="00C85059">
      <w:pPr>
        <w:rPr>
          <w:rFonts w:ascii="Lato" w:hAnsi="Lato" w:cs="Open Sans"/>
        </w:rPr>
      </w:pPr>
      <w:bookmarkStart w:id="33" w:name="_Toc349568560"/>
      <w:r w:rsidRPr="00625323">
        <w:rPr>
          <w:rFonts w:ascii="Lato" w:hAnsi="Lato" w:cs="Open Sans"/>
        </w:rPr>
        <w:br w:type="page"/>
      </w:r>
    </w:p>
    <w:p w14:paraId="0AC125C0" w14:textId="77777777" w:rsidR="003F3585" w:rsidRPr="00625323" w:rsidRDefault="00C43119" w:rsidP="00042D57">
      <w:pPr>
        <w:pStyle w:val="Nagwek3"/>
        <w:numPr>
          <w:ilvl w:val="2"/>
          <w:numId w:val="12"/>
        </w:numPr>
      </w:pPr>
      <w:bookmarkStart w:id="34" w:name="_Toc198021025"/>
      <w:r w:rsidRPr="00625323">
        <w:lastRenderedPageBreak/>
        <w:t>Terminy</w:t>
      </w:r>
      <w:bookmarkEnd w:id="33"/>
      <w:bookmarkEnd w:id="34"/>
    </w:p>
    <w:p w14:paraId="593B40F3" w14:textId="15ED7709" w:rsidR="00F26589" w:rsidRPr="00625323" w:rsidRDefault="00F26589" w:rsidP="00F26589">
      <w:pPr>
        <w:pStyle w:val="Legenda"/>
        <w:keepNext/>
      </w:pPr>
      <w:bookmarkStart w:id="35" w:name="_Toc198021070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6</w:t>
        </w:r>
      </w:fldSimple>
      <w:r w:rsidRPr="00625323">
        <w:t>.Wykaz definicji</w:t>
      </w:r>
      <w:bookmarkEnd w:id="35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625323" w14:paraId="24A19849" w14:textId="77777777" w:rsidTr="009E6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477DB472" w14:textId="77777777" w:rsidR="00034C39" w:rsidRPr="00625323" w:rsidRDefault="00034C39" w:rsidP="00AB22F6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Termin</w:t>
            </w:r>
          </w:p>
        </w:tc>
        <w:tc>
          <w:tcPr>
            <w:tcW w:w="6476" w:type="dxa"/>
          </w:tcPr>
          <w:p w14:paraId="3C8064A3" w14:textId="77777777" w:rsidR="00034C39" w:rsidRPr="00625323" w:rsidRDefault="00034C39" w:rsidP="00AB22F6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Definicja</w:t>
            </w:r>
          </w:p>
        </w:tc>
      </w:tr>
      <w:tr w:rsidR="00D64ACB" w:rsidRPr="00625323" w14:paraId="48FA9B5F" w14:textId="77777777" w:rsidTr="009E6415">
        <w:tc>
          <w:tcPr>
            <w:tcW w:w="2988" w:type="dxa"/>
          </w:tcPr>
          <w:p w14:paraId="665BDE8A" w14:textId="77777777" w:rsidR="00D64ACB" w:rsidRPr="00625323" w:rsidRDefault="00D64ACB" w:rsidP="00AB22F6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Szyna usług wewnętrzna</w:t>
            </w:r>
          </w:p>
        </w:tc>
        <w:tc>
          <w:tcPr>
            <w:tcW w:w="6476" w:type="dxa"/>
          </w:tcPr>
          <w:p w14:paraId="6D7552E9" w14:textId="77777777" w:rsidR="00D64ACB" w:rsidRPr="00625323" w:rsidRDefault="00D64ACB" w:rsidP="00AB22F6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 xml:space="preserve">Moduł umożliwiający komunikację między </w:t>
            </w:r>
            <w:r w:rsidR="00DD2963" w:rsidRPr="00625323">
              <w:rPr>
                <w:rFonts w:ascii="Lato" w:hAnsi="Lato" w:cs="Open Sans"/>
                <w:sz w:val="20"/>
                <w:szCs w:val="20"/>
              </w:rPr>
              <w:t>S</w:t>
            </w:r>
            <w:r w:rsidRPr="00625323">
              <w:rPr>
                <w:rFonts w:ascii="Lato" w:hAnsi="Lato" w:cs="Open Sans"/>
                <w:sz w:val="20"/>
                <w:szCs w:val="20"/>
              </w:rPr>
              <w:t>ystemem Z</w:t>
            </w:r>
            <w:r w:rsidR="00DD2963" w:rsidRPr="00625323">
              <w:rPr>
                <w:rFonts w:ascii="Lato" w:hAnsi="Lato" w:cs="Open Sans"/>
                <w:sz w:val="20"/>
                <w:szCs w:val="20"/>
              </w:rPr>
              <w:t>EFIR</w:t>
            </w:r>
            <w:r w:rsidRPr="00625323">
              <w:rPr>
                <w:rFonts w:ascii="Lato" w:hAnsi="Lato" w:cs="Open Sans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 a"/>
              </w:smartTagPr>
              <w:r w:rsidRPr="00625323">
                <w:rPr>
                  <w:rFonts w:ascii="Lato" w:hAnsi="Lato" w:cs="Open Sans"/>
                  <w:sz w:val="20"/>
                  <w:szCs w:val="20"/>
                </w:rPr>
                <w:t>2 a</w:t>
              </w:r>
            </w:smartTag>
            <w:r w:rsidRPr="00625323">
              <w:rPr>
                <w:rFonts w:ascii="Lato" w:hAnsi="Lato" w:cs="Open Sans"/>
                <w:sz w:val="20"/>
                <w:szCs w:val="20"/>
              </w:rPr>
              <w:t xml:space="preserve"> systemami zewnętrznymi oraz umożliwiający komunikację między wymagającymi tego modułami wewnątrz </w:t>
            </w:r>
            <w:r w:rsidR="00DD2963" w:rsidRPr="00625323">
              <w:rPr>
                <w:rFonts w:ascii="Lato" w:hAnsi="Lato" w:cs="Open Sans"/>
                <w:sz w:val="20"/>
                <w:szCs w:val="20"/>
              </w:rPr>
              <w:t>S</w:t>
            </w:r>
            <w:r w:rsidRPr="00625323">
              <w:rPr>
                <w:rFonts w:ascii="Lato" w:hAnsi="Lato" w:cs="Open Sans"/>
                <w:sz w:val="20"/>
                <w:szCs w:val="20"/>
              </w:rPr>
              <w:t>ystemu Z</w:t>
            </w:r>
            <w:r w:rsidR="00DD2963" w:rsidRPr="00625323">
              <w:rPr>
                <w:rFonts w:ascii="Lato" w:hAnsi="Lato" w:cs="Open Sans"/>
                <w:sz w:val="20"/>
                <w:szCs w:val="20"/>
              </w:rPr>
              <w:t>EFIR</w:t>
            </w:r>
            <w:r w:rsidRPr="00625323">
              <w:rPr>
                <w:rFonts w:ascii="Lato" w:hAnsi="Lato" w:cs="Open Sans"/>
                <w:sz w:val="20"/>
                <w:szCs w:val="20"/>
              </w:rPr>
              <w:t xml:space="preserve"> 2.</w:t>
            </w:r>
          </w:p>
        </w:tc>
      </w:tr>
      <w:tr w:rsidR="00D64ACB" w:rsidRPr="00625323" w14:paraId="682330C9" w14:textId="77777777" w:rsidTr="009E6415">
        <w:tc>
          <w:tcPr>
            <w:tcW w:w="2988" w:type="dxa"/>
          </w:tcPr>
          <w:p w14:paraId="5127668D" w14:textId="77777777" w:rsidR="00D64ACB" w:rsidRPr="00625323" w:rsidRDefault="00D64ACB" w:rsidP="00AB22F6">
            <w:pPr>
              <w:pStyle w:val="Z2tabelatekst"/>
              <w:rPr>
                <w:rFonts w:ascii="Lato" w:hAnsi="Lato" w:cs="Open Sans"/>
                <w:sz w:val="20"/>
                <w:szCs w:val="20"/>
                <w:lang w:val="en-GB" w:eastAsia="pl-PL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  <w:lang w:val="en-GB" w:eastAsia="pl-PL"/>
              </w:rPr>
              <w:t>webserwis</w:t>
            </w:r>
            <w:proofErr w:type="spellEnd"/>
          </w:p>
        </w:tc>
        <w:tc>
          <w:tcPr>
            <w:tcW w:w="6476" w:type="dxa"/>
          </w:tcPr>
          <w:p w14:paraId="6F95FD4C" w14:textId="77777777" w:rsidR="00D64ACB" w:rsidRPr="00625323" w:rsidRDefault="00D64ACB" w:rsidP="00AB22F6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25323">
              <w:rPr>
                <w:rFonts w:ascii="Lato" w:hAnsi="Lato" w:cs="Open Sans"/>
                <w:sz w:val="20"/>
                <w:szCs w:val="20"/>
                <w:lang w:val="pl-PL" w:eastAsia="pl-PL"/>
              </w:rPr>
              <w:t>Usługa świadczona poprzez sieć komputerową z wykorzystaniem protokołu HTTP zdefiniowana za pomocą języka opisu usług WSDL uruchomiona na serwerze aplikacji.</w:t>
            </w:r>
          </w:p>
        </w:tc>
      </w:tr>
    </w:tbl>
    <w:p w14:paraId="291389AE" w14:textId="77777777" w:rsidR="008304F5" w:rsidRPr="00625323" w:rsidRDefault="008304F5" w:rsidP="006616AB">
      <w:pPr>
        <w:pStyle w:val="Nagwek1"/>
      </w:pPr>
      <w:bookmarkStart w:id="36" w:name="_Toc349568561"/>
      <w:bookmarkStart w:id="37" w:name="_Toc198021026"/>
      <w:r w:rsidRPr="00625323">
        <w:lastRenderedPageBreak/>
        <w:t>Zawartość merytoryczna dokumentu</w:t>
      </w:r>
      <w:bookmarkEnd w:id="36"/>
      <w:bookmarkEnd w:id="37"/>
    </w:p>
    <w:p w14:paraId="6D9598F2" w14:textId="77777777" w:rsidR="00206D91" w:rsidRPr="00625323" w:rsidRDefault="00206D91" w:rsidP="00F5041C">
      <w:pPr>
        <w:spacing w:line="276" w:lineRule="auto"/>
        <w:rPr>
          <w:rFonts w:ascii="Lato" w:hAnsi="Lato" w:cs="Open Sans"/>
        </w:rPr>
      </w:pPr>
      <w:r w:rsidRPr="00625323">
        <w:rPr>
          <w:rFonts w:ascii="Lato" w:hAnsi="Lato" w:cs="Open Sans"/>
        </w:rPr>
        <w:t xml:space="preserve">Dokument zawiera specyfikację dokumentów XML do </w:t>
      </w:r>
      <w:r w:rsidR="00F5163A" w:rsidRPr="00625323">
        <w:rPr>
          <w:rFonts w:ascii="Lato" w:hAnsi="Lato" w:cs="Open Sans"/>
        </w:rPr>
        <w:t>obsługi podmiotów zewnętrznych.</w:t>
      </w:r>
    </w:p>
    <w:p w14:paraId="1F1979B9" w14:textId="77777777" w:rsidR="006B6FF1" w:rsidRPr="00625323" w:rsidRDefault="00BA0FDD" w:rsidP="00F5041C">
      <w:pPr>
        <w:spacing w:line="276" w:lineRule="auto"/>
        <w:rPr>
          <w:rFonts w:ascii="Lato" w:hAnsi="Lato" w:cs="Open Sans"/>
        </w:rPr>
      </w:pPr>
      <w:r w:rsidRPr="00625323">
        <w:rPr>
          <w:rFonts w:ascii="Lato" w:hAnsi="Lato" w:cs="Open Sans"/>
        </w:rPr>
        <w:t xml:space="preserve">Struktury danych dokumentów XML do obsługi podmiotów zewnętrznych przez Portal ECIP/SEAP są zaimplementowane jako pliki XML </w:t>
      </w:r>
      <w:proofErr w:type="spellStart"/>
      <w:r w:rsidRPr="00625323">
        <w:rPr>
          <w:rFonts w:ascii="Lato" w:hAnsi="Lato" w:cs="Open Sans"/>
        </w:rPr>
        <w:t>schema</w:t>
      </w:r>
      <w:proofErr w:type="spellEnd"/>
      <w:r w:rsidRPr="00625323">
        <w:rPr>
          <w:rFonts w:ascii="Lato" w:hAnsi="Lato" w:cs="Open Sans"/>
        </w:rPr>
        <w:t>, czyli pliki z rozszerzeniem XSD. Wyznaczają struktury danych dotyczące dokumentów składanych elektronicznie w tym m.in.: deklaracji podatku akcyzowego, podatku od gier, związanych z obsługą banderol.</w:t>
      </w:r>
    </w:p>
    <w:p w14:paraId="2F5F60C9" w14:textId="77777777" w:rsidR="000F2C16" w:rsidRPr="00625323" w:rsidRDefault="000F2C16" w:rsidP="00F5041C">
      <w:pPr>
        <w:spacing w:line="276" w:lineRule="auto"/>
        <w:rPr>
          <w:rFonts w:ascii="Lato" w:hAnsi="Lato" w:cs="Open Sans"/>
        </w:rPr>
      </w:pPr>
      <w:r w:rsidRPr="00625323">
        <w:rPr>
          <w:rFonts w:ascii="Lato" w:hAnsi="Lato" w:cs="Open Sans"/>
        </w:rPr>
        <w:t xml:space="preserve">Szczegółowy opis poszczególnych struktur zawarty jest w </w:t>
      </w:r>
      <w:r w:rsidR="000C6B9E" w:rsidRPr="00625323">
        <w:rPr>
          <w:rFonts w:ascii="Lato" w:hAnsi="Lato" w:cs="Open Sans"/>
        </w:rPr>
        <w:t>załącznikach do</w:t>
      </w:r>
      <w:r w:rsidRPr="00625323">
        <w:rPr>
          <w:rFonts w:ascii="Lato" w:hAnsi="Lato" w:cs="Open Sans"/>
        </w:rPr>
        <w:t xml:space="preserve"> niniejszego dokumentu</w:t>
      </w:r>
      <w:r w:rsidR="000C6B9E" w:rsidRPr="00625323">
        <w:rPr>
          <w:rFonts w:ascii="Lato" w:hAnsi="Lato" w:cs="Open Sans"/>
        </w:rPr>
        <w:t>, stanowiących jego integralną część</w:t>
      </w:r>
      <w:r w:rsidRPr="00625323">
        <w:rPr>
          <w:rFonts w:ascii="Lato" w:hAnsi="Lato" w:cs="Open Sans"/>
        </w:rPr>
        <w:t>.</w:t>
      </w:r>
    </w:p>
    <w:p w14:paraId="7910C9CB" w14:textId="5590051C" w:rsidR="00206D91" w:rsidRPr="00625323" w:rsidRDefault="000C6B9E" w:rsidP="00F5041C">
      <w:pPr>
        <w:spacing w:line="276" w:lineRule="auto"/>
        <w:rPr>
          <w:rFonts w:ascii="Lato" w:hAnsi="Lato" w:cs="Open Sans"/>
        </w:rPr>
      </w:pPr>
      <w:r w:rsidRPr="00625323">
        <w:rPr>
          <w:rFonts w:ascii="Lato" w:hAnsi="Lato" w:cs="Open Sans"/>
        </w:rPr>
        <w:t xml:space="preserve">W celu uniknięcia konieczności aktualizacji Specyfikacji komunikatów XML w przypadku wprowadzenia zmian w którymkolwiek z jego załączników, został wprowadzony Rejestr Konfiguracji KXML </w:t>
      </w:r>
      <w:r w:rsidR="004D66A6" w:rsidRPr="00625323">
        <w:rPr>
          <w:rFonts w:ascii="Lato" w:hAnsi="Lato" w:cs="Open Sans"/>
        </w:rPr>
        <w:t xml:space="preserve">(nr referencyjny </w:t>
      </w:r>
      <w:r w:rsidR="0058164B" w:rsidRPr="00625323">
        <w:rPr>
          <w:rFonts w:ascii="Lato" w:hAnsi="Lato" w:cs="Open Sans"/>
        </w:rPr>
        <w:t>ZF2-PWT-DtRKKXML</w:t>
      </w:r>
      <w:r w:rsidR="004D66A6" w:rsidRPr="00625323">
        <w:rPr>
          <w:rFonts w:ascii="Lato" w:hAnsi="Lato" w:cs="Open Sans"/>
        </w:rPr>
        <w:t xml:space="preserve">) </w:t>
      </w:r>
      <w:r w:rsidRPr="00625323">
        <w:rPr>
          <w:rFonts w:ascii="Lato" w:hAnsi="Lato" w:cs="Open Sans"/>
        </w:rPr>
        <w:t xml:space="preserve">zawierający wykaz elementów składowych Specyfikacji komunikatów XML. Rejestr ten obejmuje Specyfikację komunikatów XML i wszystkie jej załączniki wyszczególnione w rozdz. </w:t>
      </w:r>
      <w:r w:rsidRPr="00625323">
        <w:rPr>
          <w:rFonts w:ascii="Lato" w:hAnsi="Lato" w:cs="Open Sans"/>
        </w:rPr>
        <w:fldChar w:fldCharType="begin"/>
      </w:r>
      <w:r w:rsidRPr="00625323">
        <w:rPr>
          <w:rFonts w:ascii="Lato" w:hAnsi="Lato" w:cs="Open Sans"/>
        </w:rPr>
        <w:instrText xml:space="preserve"> REF _Ref361391369 \n \h </w:instrText>
      </w:r>
      <w:r w:rsidR="005643EA" w:rsidRPr="00625323">
        <w:rPr>
          <w:rFonts w:ascii="Lato" w:hAnsi="Lato" w:cs="Open Sans"/>
        </w:rPr>
        <w:instrText xml:space="preserve"> \* MERGEFORMAT </w:instrText>
      </w:r>
      <w:r w:rsidRPr="00625323">
        <w:rPr>
          <w:rFonts w:ascii="Lato" w:hAnsi="Lato" w:cs="Open Sans"/>
        </w:rPr>
      </w:r>
      <w:r w:rsidRPr="00625323">
        <w:rPr>
          <w:rFonts w:ascii="Lato" w:hAnsi="Lato" w:cs="Open Sans"/>
        </w:rPr>
        <w:fldChar w:fldCharType="separate"/>
      </w:r>
      <w:r w:rsidR="00625323" w:rsidRPr="00625323">
        <w:rPr>
          <w:rFonts w:ascii="Lato" w:hAnsi="Lato" w:cs="Open Sans"/>
        </w:rPr>
        <w:t>8</w:t>
      </w:r>
      <w:r w:rsidRPr="00625323">
        <w:rPr>
          <w:rFonts w:ascii="Lato" w:hAnsi="Lato" w:cs="Open Sans"/>
        </w:rPr>
        <w:fldChar w:fldCharType="end"/>
      </w:r>
      <w:r w:rsidRPr="00625323">
        <w:rPr>
          <w:rFonts w:ascii="Lato" w:hAnsi="Lato" w:cs="Open Sans"/>
        </w:rPr>
        <w:t>, przy czym dla dokumentów podana jest ich aktualna wersja. Sam Rejestr Konfiguracji KXML nie będzie wersjonowany.</w:t>
      </w:r>
    </w:p>
    <w:p w14:paraId="570419A9" w14:textId="77777777" w:rsidR="007E35C1" w:rsidRPr="00625323" w:rsidRDefault="007E35C1" w:rsidP="008B1643">
      <w:pPr>
        <w:pStyle w:val="Nagwek1"/>
        <w:rPr>
          <w:bCs/>
        </w:rPr>
      </w:pPr>
      <w:bookmarkStart w:id="38" w:name="_Toc198021027"/>
      <w:r w:rsidRPr="00625323">
        <w:lastRenderedPageBreak/>
        <w:t>Struktury wspólne dokumentów XML</w:t>
      </w:r>
      <w:bookmarkEnd w:id="38"/>
    </w:p>
    <w:p w14:paraId="53593F03" w14:textId="77777777" w:rsidR="007E35C1" w:rsidRPr="00625323" w:rsidRDefault="007E35C1" w:rsidP="006616AB">
      <w:pPr>
        <w:spacing w:line="276" w:lineRule="auto"/>
        <w:rPr>
          <w:rFonts w:ascii="Lato" w:hAnsi="Lato" w:cs="Open Sans"/>
        </w:rPr>
      </w:pPr>
      <w:r w:rsidRPr="00625323">
        <w:rPr>
          <w:rFonts w:ascii="Lato" w:hAnsi="Lato" w:cs="Open Sans"/>
        </w:rPr>
        <w:t xml:space="preserve">Specyfikacja wspólnych struktur danych dla dokumentów XML zawarta jest w </w:t>
      </w:r>
      <w:r w:rsidR="00817E22" w:rsidRPr="00625323">
        <w:rPr>
          <w:rFonts w:ascii="Lato" w:hAnsi="Lato" w:cs="Open Sans"/>
        </w:rPr>
        <w:t xml:space="preserve">następujących </w:t>
      </w:r>
      <w:r w:rsidRPr="00625323">
        <w:rPr>
          <w:rFonts w:ascii="Lato" w:hAnsi="Lato" w:cs="Open Sans"/>
        </w:rPr>
        <w:t>plik</w:t>
      </w:r>
      <w:r w:rsidR="007877A2" w:rsidRPr="00625323">
        <w:rPr>
          <w:rFonts w:ascii="Lato" w:hAnsi="Lato" w:cs="Open Sans"/>
        </w:rPr>
        <w:t>ach</w:t>
      </w:r>
      <w:r w:rsidR="00817E22" w:rsidRPr="00625323">
        <w:rPr>
          <w:rFonts w:ascii="Lato" w:hAnsi="Lato" w:cs="Open Sans"/>
        </w:rPr>
        <w:t>:</w:t>
      </w:r>
    </w:p>
    <w:p w14:paraId="21D32F08" w14:textId="0C4FCCE6" w:rsidR="00817E22" w:rsidRPr="00625323" w:rsidRDefault="00817E22" w:rsidP="006616AB">
      <w:pPr>
        <w:spacing w:line="276" w:lineRule="auto"/>
        <w:rPr>
          <w:rFonts w:ascii="Lato" w:hAnsi="Lato" w:cs="Open Sans"/>
        </w:rPr>
      </w:pPr>
      <w:r w:rsidRPr="00625323">
        <w:rPr>
          <w:rFonts w:ascii="Lato" w:hAnsi="Lato" w:cs="Open Sans"/>
        </w:rPr>
        <w:t>Types_</w:t>
      </w:r>
      <w:r w:rsidR="00823532" w:rsidRPr="00625323">
        <w:rPr>
          <w:rFonts w:ascii="Lato" w:hAnsi="Lato" w:cs="Open Sans"/>
        </w:rPr>
        <w:t>Z</w:t>
      </w:r>
      <w:r w:rsidR="0076130B" w:rsidRPr="00625323">
        <w:rPr>
          <w:rFonts w:ascii="Lato" w:hAnsi="Lato" w:cs="Open Sans"/>
        </w:rPr>
        <w:t>1</w:t>
      </w:r>
      <w:r w:rsidR="007F0909" w:rsidRPr="00625323">
        <w:rPr>
          <w:rFonts w:ascii="Lato" w:hAnsi="Lato" w:cs="Open Sans"/>
        </w:rPr>
        <w:t>3</w:t>
      </w:r>
      <w:r w:rsidR="0076130B" w:rsidRPr="00625323">
        <w:rPr>
          <w:rFonts w:ascii="Lato" w:hAnsi="Lato" w:cs="Open Sans"/>
        </w:rPr>
        <w:t>.xsd</w:t>
      </w:r>
      <w:r w:rsidR="004001FE" w:rsidRPr="00625323">
        <w:rPr>
          <w:rFonts w:ascii="Lato" w:hAnsi="Lato" w:cs="Open Sans"/>
        </w:rPr>
        <w:t xml:space="preserve"> </w:t>
      </w:r>
      <w:r w:rsidRPr="00625323">
        <w:rPr>
          <w:rFonts w:ascii="Lato" w:hAnsi="Lato" w:cs="Open Sans"/>
        </w:rPr>
        <w:t>zawiera definicje podstawowych typów danych wykorzystywanych w pozostałych schematach.</w:t>
      </w:r>
    </w:p>
    <w:p w14:paraId="3DC010AF" w14:textId="45E997A7" w:rsidR="007E35C1" w:rsidRPr="00625323" w:rsidRDefault="007E35C1" w:rsidP="006616AB">
      <w:pPr>
        <w:spacing w:line="276" w:lineRule="auto"/>
        <w:rPr>
          <w:rFonts w:ascii="Lato" w:hAnsi="Lato" w:cs="Open Sans"/>
        </w:rPr>
      </w:pPr>
      <w:r w:rsidRPr="00625323">
        <w:rPr>
          <w:rFonts w:ascii="Lato" w:hAnsi="Lato" w:cs="Open Sans"/>
        </w:rPr>
        <w:t>Trader_</w:t>
      </w:r>
      <w:r w:rsidR="00823532" w:rsidRPr="00625323">
        <w:rPr>
          <w:rFonts w:ascii="Lato" w:hAnsi="Lato" w:cs="Open Sans"/>
        </w:rPr>
        <w:t>Z</w:t>
      </w:r>
      <w:r w:rsidR="0076130B" w:rsidRPr="00625323">
        <w:rPr>
          <w:rFonts w:ascii="Lato" w:hAnsi="Lato" w:cs="Open Sans"/>
        </w:rPr>
        <w:t>1</w:t>
      </w:r>
      <w:r w:rsidR="007F0909" w:rsidRPr="00625323">
        <w:rPr>
          <w:rFonts w:ascii="Lato" w:hAnsi="Lato" w:cs="Open Sans"/>
        </w:rPr>
        <w:t>3</w:t>
      </w:r>
      <w:r w:rsidRPr="00625323">
        <w:rPr>
          <w:rFonts w:ascii="Lato" w:hAnsi="Lato" w:cs="Open Sans"/>
        </w:rPr>
        <w:t>.xsd zawiera definicje podstawowych struktur danych opisujących kontrahentów.</w:t>
      </w:r>
    </w:p>
    <w:p w14:paraId="0C4CEE0E" w14:textId="4DAD9124" w:rsidR="00A72878" w:rsidRPr="00625323" w:rsidRDefault="00A72878" w:rsidP="006616AB">
      <w:pPr>
        <w:spacing w:line="276" w:lineRule="auto"/>
        <w:rPr>
          <w:rFonts w:ascii="Lato" w:hAnsi="Lato" w:cs="Open Sans"/>
        </w:rPr>
      </w:pPr>
      <w:r w:rsidRPr="00625323">
        <w:rPr>
          <w:rFonts w:ascii="Lato" w:hAnsi="Lato" w:cs="Open Sans"/>
        </w:rPr>
        <w:t>ForeignTrader_Z</w:t>
      </w:r>
      <w:r w:rsidR="0076130B" w:rsidRPr="00625323">
        <w:rPr>
          <w:rFonts w:ascii="Lato" w:hAnsi="Lato" w:cs="Open Sans"/>
        </w:rPr>
        <w:t>5</w:t>
      </w:r>
      <w:r w:rsidRPr="00625323">
        <w:rPr>
          <w:rFonts w:ascii="Lato" w:hAnsi="Lato" w:cs="Open Sans"/>
        </w:rPr>
        <w:t>.xsd zawiera definicje podstawowych struktur danych opisujących kontrahentów będących podmiotami zagranicznymi.</w:t>
      </w:r>
    </w:p>
    <w:p w14:paraId="7E5558D0" w14:textId="423DD8D0" w:rsidR="00817E22" w:rsidRPr="00625323" w:rsidRDefault="00817E22" w:rsidP="006616AB">
      <w:pPr>
        <w:spacing w:line="276" w:lineRule="auto"/>
        <w:rPr>
          <w:rFonts w:ascii="Lato" w:hAnsi="Lato" w:cs="Open Sans"/>
        </w:rPr>
      </w:pPr>
      <w:r w:rsidRPr="00625323">
        <w:rPr>
          <w:rFonts w:ascii="Lato" w:hAnsi="Lato" w:cs="Open Sans"/>
        </w:rPr>
        <w:t>Auth</w:t>
      </w:r>
      <w:r w:rsidR="0076130B" w:rsidRPr="00625323">
        <w:rPr>
          <w:rFonts w:ascii="Lato" w:hAnsi="Lato" w:cs="Open Sans"/>
        </w:rPr>
        <w:t>_v3</w:t>
      </w:r>
      <w:r w:rsidRPr="00625323">
        <w:rPr>
          <w:rFonts w:ascii="Lato" w:hAnsi="Lato" w:cs="Open Sans"/>
        </w:rPr>
        <w:t>.xsd zawiera definicję struktury do uwierzytelniania na podstawie kwoty przychodu.</w:t>
      </w:r>
    </w:p>
    <w:p w14:paraId="2B3D1993" w14:textId="77777777" w:rsidR="007E35C1" w:rsidRPr="00625323" w:rsidRDefault="007E35C1" w:rsidP="006616AB">
      <w:pPr>
        <w:spacing w:line="276" w:lineRule="auto"/>
        <w:rPr>
          <w:rFonts w:ascii="Lato" w:hAnsi="Lato" w:cs="Open Sans"/>
        </w:rPr>
      </w:pPr>
      <w:r w:rsidRPr="00625323">
        <w:rPr>
          <w:rFonts w:ascii="Lato" w:hAnsi="Lato" w:cs="Open Sans"/>
        </w:rPr>
        <w:t>Typy danych i elementy zdefiniowane w powyższych plikach są wykorzystywane w definicjach dokumentów XML.</w:t>
      </w:r>
    </w:p>
    <w:p w14:paraId="5A13F481" w14:textId="1EDC8973" w:rsidR="00186B57" w:rsidRPr="00625323" w:rsidRDefault="00186B57" w:rsidP="008B1643">
      <w:pPr>
        <w:pStyle w:val="Nagwek1"/>
        <w:rPr>
          <w:bCs/>
        </w:rPr>
      </w:pPr>
      <w:bookmarkStart w:id="39" w:name="_Toc198021028"/>
      <w:r w:rsidRPr="00625323">
        <w:lastRenderedPageBreak/>
        <w:t xml:space="preserve">Typy danych zdefiniowane w </w:t>
      </w:r>
      <w:r w:rsidR="00C571BF" w:rsidRPr="00625323">
        <w:t>Types_</w:t>
      </w:r>
      <w:r w:rsidR="0076130B" w:rsidRPr="00625323">
        <w:t>Z</w:t>
      </w:r>
      <w:r w:rsidR="007F0909" w:rsidRPr="00625323">
        <w:t>13</w:t>
      </w:r>
      <w:r w:rsidR="00C571BF" w:rsidRPr="00625323">
        <w:t>.xsd</w:t>
      </w:r>
      <w:bookmarkEnd w:id="39"/>
    </w:p>
    <w:p w14:paraId="65364C20" w14:textId="66556F25" w:rsidR="0062734B" w:rsidRPr="00625323" w:rsidRDefault="0062734B" w:rsidP="006616AB">
      <w:pPr>
        <w:pStyle w:val="Nagwek2"/>
      </w:pPr>
      <w:bookmarkStart w:id="40" w:name="_Toc198021029"/>
      <w:r w:rsidRPr="00625323">
        <w:t>Typy proste w ramach Types_</w:t>
      </w:r>
      <w:r w:rsidR="0076130B" w:rsidRPr="00625323">
        <w:t>Z</w:t>
      </w:r>
      <w:r w:rsidR="007F0909" w:rsidRPr="00625323">
        <w:t>13</w:t>
      </w:r>
      <w:r w:rsidR="00DC1A87" w:rsidRPr="00625323">
        <w:t>.xsd</w:t>
      </w:r>
      <w:bookmarkEnd w:id="40"/>
    </w:p>
    <w:p w14:paraId="40EAC4E5" w14:textId="7F765960" w:rsidR="00F26589" w:rsidRPr="00625323" w:rsidRDefault="00F26589" w:rsidP="00F26589">
      <w:pPr>
        <w:pStyle w:val="Legenda"/>
        <w:keepNext/>
      </w:pPr>
      <w:bookmarkStart w:id="41" w:name="_Toc198021071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7</w:t>
        </w:r>
      </w:fldSimple>
      <w:r w:rsidRPr="00625323">
        <w:t>.Proste typy danych struktury Types_Z1</w:t>
      </w:r>
      <w:r w:rsidR="007F0909" w:rsidRPr="00625323">
        <w:t>3</w:t>
      </w:r>
      <w:r w:rsidRPr="00625323">
        <w:t>.xsd</w:t>
      </w:r>
      <w:bookmarkEnd w:id="41"/>
    </w:p>
    <w:tbl>
      <w:tblPr>
        <w:tblStyle w:val="tabela"/>
        <w:tblW w:w="0" w:type="auto"/>
        <w:tblLook w:val="04A0" w:firstRow="1" w:lastRow="0" w:firstColumn="1" w:lastColumn="0" w:noHBand="0" w:noVBand="1"/>
      </w:tblPr>
      <w:tblGrid>
        <w:gridCol w:w="2208"/>
        <w:gridCol w:w="923"/>
        <w:gridCol w:w="2657"/>
        <w:gridCol w:w="3266"/>
      </w:tblGrid>
      <w:tr w:rsidR="00F5041C" w:rsidRPr="00625323" w14:paraId="76F4D6E4" w14:textId="77777777" w:rsidTr="00625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49" w:type="dxa"/>
          </w:tcPr>
          <w:p w14:paraId="72A23B08" w14:textId="6FE37B25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18" w:type="dxa"/>
          </w:tcPr>
          <w:p w14:paraId="54BF98D1" w14:textId="04F83ADF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 w:cs="Arial"/>
                <w:b/>
                <w:bCs/>
                <w:sz w:val="20"/>
                <w:szCs w:val="20"/>
              </w:rPr>
              <w:t>Typ bazowy</w:t>
            </w:r>
          </w:p>
        </w:tc>
        <w:tc>
          <w:tcPr>
            <w:tcW w:w="2641" w:type="dxa"/>
          </w:tcPr>
          <w:p w14:paraId="55566DF4" w14:textId="41F73D60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 w:cs="Arial"/>
                <w:b/>
                <w:bCs/>
                <w:sz w:val="20"/>
                <w:szCs w:val="20"/>
              </w:rPr>
              <w:t>Wzorzec</w:t>
            </w:r>
          </w:p>
        </w:tc>
        <w:tc>
          <w:tcPr>
            <w:tcW w:w="3246" w:type="dxa"/>
          </w:tcPr>
          <w:p w14:paraId="6FC51649" w14:textId="44FA66D7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 w:cs="Arial"/>
                <w:b/>
                <w:bCs/>
                <w:sz w:val="20"/>
                <w:szCs w:val="20"/>
              </w:rPr>
              <w:t>Opis</w:t>
            </w:r>
          </w:p>
        </w:tc>
      </w:tr>
      <w:tr w:rsidR="00F5041C" w:rsidRPr="00625323" w14:paraId="3310DD99" w14:textId="77777777" w:rsidTr="00625323">
        <w:tc>
          <w:tcPr>
            <w:tcW w:w="2249" w:type="dxa"/>
          </w:tcPr>
          <w:p w14:paraId="29E4EA15" w14:textId="55480D36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TKodDostepu</w:t>
            </w:r>
            <w:proofErr w:type="spellEnd"/>
          </w:p>
        </w:tc>
        <w:tc>
          <w:tcPr>
            <w:tcW w:w="918" w:type="dxa"/>
          </w:tcPr>
          <w:p w14:paraId="4DF4E7D8" w14:textId="482FB8EB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Normalized</w:t>
            </w:r>
            <w:proofErr w:type="spellEnd"/>
            <w:r w:rsidRPr="00625323">
              <w:rPr>
                <w:rFonts w:ascii="Lato" w:hAnsi="Lato"/>
                <w:sz w:val="20"/>
                <w:szCs w:val="20"/>
              </w:rPr>
              <w:t xml:space="preserve"> String</w:t>
            </w:r>
          </w:p>
        </w:tc>
        <w:tc>
          <w:tcPr>
            <w:tcW w:w="2641" w:type="dxa"/>
          </w:tcPr>
          <w:p w14:paraId="69D5E337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 xml:space="preserve"> = 4</w:t>
            </w:r>
          </w:p>
          <w:p w14:paraId="476F167F" w14:textId="4D7A98A2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\d4</w:t>
            </w:r>
          </w:p>
        </w:tc>
        <w:tc>
          <w:tcPr>
            <w:tcW w:w="3246" w:type="dxa"/>
          </w:tcPr>
          <w:p w14:paraId="0BBED57D" w14:textId="733E6F04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4-cyfrowy kod dostępu do zabezpieczenia. Pole wymagalne dla wszystkich zabezpieczeń poza zabezpieczeniem akcyzowym, gdy zaznaczono: czyPodatnikOkreslonyWArt78Ust1</w:t>
            </w:r>
          </w:p>
        </w:tc>
      </w:tr>
      <w:tr w:rsidR="00F5041C" w:rsidRPr="00625323" w14:paraId="2CFAF20A" w14:textId="77777777" w:rsidTr="00625323">
        <w:tc>
          <w:tcPr>
            <w:tcW w:w="2249" w:type="dxa"/>
          </w:tcPr>
          <w:p w14:paraId="29121179" w14:textId="3D35E96F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TGrn</w:t>
            </w:r>
            <w:proofErr w:type="spellEnd"/>
          </w:p>
        </w:tc>
        <w:tc>
          <w:tcPr>
            <w:tcW w:w="918" w:type="dxa"/>
          </w:tcPr>
          <w:p w14:paraId="35350F19" w14:textId="58492043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Normalized</w:t>
            </w:r>
            <w:proofErr w:type="spellEnd"/>
            <w:r w:rsidRPr="00625323">
              <w:rPr>
                <w:rFonts w:ascii="Lato" w:hAnsi="Lato"/>
                <w:sz w:val="20"/>
                <w:szCs w:val="20"/>
              </w:rPr>
              <w:t xml:space="preserve"> String</w:t>
            </w:r>
          </w:p>
        </w:tc>
        <w:tc>
          <w:tcPr>
            <w:tcW w:w="2641" w:type="dxa"/>
          </w:tcPr>
          <w:p w14:paraId="08679B7C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min: 10</w:t>
            </w:r>
          </w:p>
          <w:p w14:paraId="09C4A22B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max: 50</w:t>
            </w:r>
          </w:p>
          <w:p w14:paraId="4F90F824" w14:textId="578DEEFC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patern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 xml:space="preserve"> = (\d{2}[A-Z]{2}\d{6}[G|R]\d{5}\d)|(\d{2}[A-Z]{2}\d{6}[A-Z][A-Z0-9]{5}\d)|(\d{2}[A-Z]{2}\d{4}[G|X|Y|Z][D|T]\d{5}\d\d)|(\d{2}[A-Z]{2}\d{6}[A-Z]\d{5}\d)|(\d{2}[A-Z]{2}\d{6}[A-Z]\d{5}\d[A-Z]\d{6})|(.{10,50})</w:t>
            </w:r>
          </w:p>
        </w:tc>
        <w:tc>
          <w:tcPr>
            <w:tcW w:w="3246" w:type="dxa"/>
          </w:tcPr>
          <w:p w14:paraId="7B162F8E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Typ reprezentujący numer GRN. Typ przewiduje</w:t>
            </w:r>
          </w:p>
          <w:p w14:paraId="1D2B5E03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przechowanie numeru GRN: - dla zabezpieczeń (generalnych</w:t>
            </w:r>
          </w:p>
          <w:p w14:paraId="23C263A5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/ ryczałtowych) - zgodnie z pkt 2.1.3.1 OPZ - dla</w:t>
            </w:r>
          </w:p>
          <w:p w14:paraId="73758083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gwarancji generalnych / zwolnień z obowiązku złożenia</w:t>
            </w:r>
          </w:p>
          <w:p w14:paraId="7DD01E0B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gwarancji (stosowane w procedurze tranzytu) - zgodnie z</w:t>
            </w:r>
          </w:p>
          <w:p w14:paraId="341D80F6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pkt 2.1.3.2 OPZ - dla zabezpieczeń akcyzowych - zgodnie</w:t>
            </w:r>
          </w:p>
          <w:p w14:paraId="6AE925AC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z pkt 2.1.3.3 OPZ - dla zabezpieczeń składanych przez</w:t>
            </w:r>
          </w:p>
          <w:p w14:paraId="0D571C31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podmioty w związku z prowadzoną działalnością w zakresie</w:t>
            </w:r>
          </w:p>
          <w:p w14:paraId="61E13C12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gier hazardowych - zgodnie z pkt 2.1.3.4 OPZ - dla</w:t>
            </w:r>
          </w:p>
          <w:p w14:paraId="18CA6831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gwarancji pojedynczych składanych w formie karnetu</w:t>
            </w:r>
          </w:p>
          <w:p w14:paraId="280BD7A0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stosowanych w procedurze tranzytu - zgodnie z pkt</w:t>
            </w:r>
          </w:p>
          <w:p w14:paraId="695BD4F6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2.4.1.6 OPZ - dla zabezpieczeń akcyzowych generalnych -</w:t>
            </w:r>
          </w:p>
          <w:p w14:paraId="0305D848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wariant "karta do saldowania" - numer karty do</w:t>
            </w:r>
          </w:p>
          <w:p w14:paraId="078C508D" w14:textId="1246FFC0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saldowania</w:t>
            </w:r>
          </w:p>
        </w:tc>
      </w:tr>
      <w:tr w:rsidR="00F5041C" w:rsidRPr="00625323" w14:paraId="7D59A810" w14:textId="77777777" w:rsidTr="00625323">
        <w:tc>
          <w:tcPr>
            <w:tcW w:w="2249" w:type="dxa"/>
          </w:tcPr>
          <w:p w14:paraId="322421AE" w14:textId="48CE2811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  <w:lang w:val="en-GB"/>
              </w:rPr>
              <w:t>ZNumeric</w:t>
            </w:r>
            <w:proofErr w:type="spellEnd"/>
          </w:p>
        </w:tc>
        <w:tc>
          <w:tcPr>
            <w:tcW w:w="918" w:type="dxa"/>
          </w:tcPr>
          <w:p w14:paraId="2F2CE4F5" w14:textId="27E3F150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decimal</w:t>
            </w:r>
            <w:proofErr w:type="spellEnd"/>
          </w:p>
        </w:tc>
        <w:tc>
          <w:tcPr>
            <w:tcW w:w="2641" w:type="dxa"/>
          </w:tcPr>
          <w:p w14:paraId="6EAD5B6F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5.0</w:t>
            </w:r>
          </w:p>
          <w:p w14:paraId="68584F30" w14:textId="0B999535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Min: 0, 00000</w:t>
            </w:r>
          </w:p>
        </w:tc>
        <w:tc>
          <w:tcPr>
            <w:tcW w:w="3246" w:type="dxa"/>
          </w:tcPr>
          <w:p w14:paraId="1EE2C985" w14:textId="1DFDCAAD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Typ liczbowy</w:t>
            </w:r>
          </w:p>
        </w:tc>
      </w:tr>
      <w:tr w:rsidR="00F5041C" w:rsidRPr="00625323" w14:paraId="692F9E70" w14:textId="77777777" w:rsidTr="00625323">
        <w:tc>
          <w:tcPr>
            <w:tcW w:w="2249" w:type="dxa"/>
          </w:tcPr>
          <w:p w14:paraId="73916937" w14:textId="2C552012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ZCharacter</w:t>
            </w:r>
            <w:proofErr w:type="spellEnd"/>
          </w:p>
        </w:tc>
        <w:tc>
          <w:tcPr>
            <w:tcW w:w="918" w:type="dxa"/>
          </w:tcPr>
          <w:p w14:paraId="2C7E697A" w14:textId="58BC287B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Normalized</w:t>
            </w:r>
            <w:proofErr w:type="spellEnd"/>
            <w:r w:rsidRPr="00625323">
              <w:rPr>
                <w:rFonts w:ascii="Lato" w:hAnsi="Lato"/>
                <w:sz w:val="20"/>
                <w:szCs w:val="20"/>
              </w:rPr>
              <w:t xml:space="preserve"> String</w:t>
            </w:r>
          </w:p>
        </w:tc>
        <w:tc>
          <w:tcPr>
            <w:tcW w:w="2641" w:type="dxa"/>
          </w:tcPr>
          <w:p w14:paraId="08A148F6" w14:textId="4569DDA3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 xml:space="preserve"> = 1..240</w:t>
            </w:r>
          </w:p>
        </w:tc>
        <w:tc>
          <w:tcPr>
            <w:tcW w:w="3246" w:type="dxa"/>
          </w:tcPr>
          <w:p w14:paraId="2E78BE77" w14:textId="09687FB9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Typ znakowy ograniczony do jednej linii.</w:t>
            </w:r>
          </w:p>
        </w:tc>
      </w:tr>
      <w:tr w:rsidR="00F5041C" w:rsidRPr="00625323" w14:paraId="0318EF50" w14:textId="77777777" w:rsidTr="00625323">
        <w:tc>
          <w:tcPr>
            <w:tcW w:w="2249" w:type="dxa"/>
          </w:tcPr>
          <w:p w14:paraId="62DE2C44" w14:textId="08F896F4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ZPercentage</w:t>
            </w:r>
            <w:proofErr w:type="spellEnd"/>
          </w:p>
        </w:tc>
        <w:tc>
          <w:tcPr>
            <w:tcW w:w="918" w:type="dxa"/>
          </w:tcPr>
          <w:p w14:paraId="00551708" w14:textId="43C3D1B4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decimal</w:t>
            </w:r>
            <w:proofErr w:type="spellEnd"/>
          </w:p>
        </w:tc>
        <w:tc>
          <w:tcPr>
            <w:tcW w:w="2641" w:type="dxa"/>
          </w:tcPr>
          <w:p w14:paraId="4A50AFAC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0.4</w:t>
            </w:r>
          </w:p>
          <w:p w14:paraId="147025B0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min: 0, 0.0000</w:t>
            </w:r>
          </w:p>
          <w:p w14:paraId="5B6137B7" w14:textId="2D62A05D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max: 1, 1.0000</w:t>
            </w:r>
          </w:p>
        </w:tc>
        <w:tc>
          <w:tcPr>
            <w:tcW w:w="3246" w:type="dxa"/>
          </w:tcPr>
          <w:p w14:paraId="3BA34EF5" w14:textId="3BAED7F1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Wartość ułamkowa z dokładnością do 4 miejsc po przecinku</w:t>
            </w:r>
          </w:p>
        </w:tc>
      </w:tr>
      <w:tr w:rsidR="00F5041C" w:rsidRPr="00625323" w14:paraId="659B39B9" w14:textId="77777777" w:rsidTr="00625323">
        <w:tc>
          <w:tcPr>
            <w:tcW w:w="2249" w:type="dxa"/>
          </w:tcPr>
          <w:p w14:paraId="6EA18F86" w14:textId="3D9F0F51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ZNumber</w:t>
            </w:r>
            <w:proofErr w:type="spellEnd"/>
          </w:p>
        </w:tc>
        <w:tc>
          <w:tcPr>
            <w:tcW w:w="918" w:type="dxa"/>
          </w:tcPr>
          <w:p w14:paraId="470C021D" w14:textId="1A1B7D4E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decimal</w:t>
            </w:r>
            <w:proofErr w:type="spellEnd"/>
          </w:p>
        </w:tc>
        <w:tc>
          <w:tcPr>
            <w:tcW w:w="2641" w:type="dxa"/>
          </w:tcPr>
          <w:p w14:paraId="32B9FBCF" w14:textId="2BA2DBE0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14.0 min=0</w:t>
            </w:r>
          </w:p>
        </w:tc>
        <w:tc>
          <w:tcPr>
            <w:tcW w:w="3246" w:type="dxa"/>
          </w:tcPr>
          <w:p w14:paraId="23FE15E8" w14:textId="21D9DF3E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Liczby naturalne.</w:t>
            </w:r>
          </w:p>
        </w:tc>
      </w:tr>
      <w:tr w:rsidR="00F5041C" w:rsidRPr="00625323" w14:paraId="65FC41F7" w14:textId="77777777" w:rsidTr="00625323">
        <w:tc>
          <w:tcPr>
            <w:tcW w:w="2249" w:type="dxa"/>
          </w:tcPr>
          <w:p w14:paraId="007CE7AF" w14:textId="197B825D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ZAmountE</w:t>
            </w:r>
            <w:proofErr w:type="spellEnd"/>
          </w:p>
        </w:tc>
        <w:tc>
          <w:tcPr>
            <w:tcW w:w="918" w:type="dxa"/>
          </w:tcPr>
          <w:p w14:paraId="52D0CFE2" w14:textId="3244F743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decimal</w:t>
            </w:r>
            <w:proofErr w:type="spellEnd"/>
          </w:p>
        </w:tc>
        <w:tc>
          <w:tcPr>
            <w:tcW w:w="2641" w:type="dxa"/>
          </w:tcPr>
          <w:p w14:paraId="2FC3EA7E" w14:textId="1ACE9823" w:rsidR="00F5041C" w:rsidRPr="00625323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15.3 min=0</w:t>
            </w:r>
          </w:p>
        </w:tc>
        <w:tc>
          <w:tcPr>
            <w:tcW w:w="3246" w:type="dxa"/>
          </w:tcPr>
          <w:p w14:paraId="0A07BD77" w14:textId="02AF458B" w:rsidR="00F5041C" w:rsidRPr="00625323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Wartość liczbowa/kwotowa z dokładnością do 3 miejsc po przecinku</w:t>
            </w:r>
          </w:p>
        </w:tc>
      </w:tr>
      <w:tr w:rsidR="00F5041C" w:rsidRPr="00625323" w14:paraId="0B572DCC" w14:textId="77777777" w:rsidTr="00625323">
        <w:tc>
          <w:tcPr>
            <w:tcW w:w="2249" w:type="dxa"/>
          </w:tcPr>
          <w:p w14:paraId="130E61A8" w14:textId="2A84A8DA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ZAmountT</w:t>
            </w:r>
            <w:proofErr w:type="spellEnd"/>
          </w:p>
        </w:tc>
        <w:tc>
          <w:tcPr>
            <w:tcW w:w="918" w:type="dxa"/>
          </w:tcPr>
          <w:p w14:paraId="29C534A9" w14:textId="3E4E8072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decimal</w:t>
            </w:r>
            <w:proofErr w:type="spellEnd"/>
          </w:p>
        </w:tc>
        <w:tc>
          <w:tcPr>
            <w:tcW w:w="2641" w:type="dxa"/>
          </w:tcPr>
          <w:p w14:paraId="0D820DF1" w14:textId="64A279AB" w:rsidR="00F5041C" w:rsidRPr="00625323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12.0</w:t>
            </w:r>
          </w:p>
        </w:tc>
        <w:tc>
          <w:tcPr>
            <w:tcW w:w="3246" w:type="dxa"/>
          </w:tcPr>
          <w:p w14:paraId="515D8229" w14:textId="4822704F" w:rsidR="00F5041C" w:rsidRPr="00625323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Wartość liczbowa/kwotowa</w:t>
            </w:r>
          </w:p>
        </w:tc>
      </w:tr>
      <w:tr w:rsidR="00F5041C" w:rsidRPr="00625323" w14:paraId="1C6BB382" w14:textId="77777777" w:rsidTr="00625323">
        <w:tc>
          <w:tcPr>
            <w:tcW w:w="2249" w:type="dxa"/>
          </w:tcPr>
          <w:p w14:paraId="556474F4" w14:textId="6AD23EC4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lastRenderedPageBreak/>
              <w:t>ZAmountC</w:t>
            </w:r>
            <w:proofErr w:type="spellEnd"/>
          </w:p>
        </w:tc>
        <w:tc>
          <w:tcPr>
            <w:tcW w:w="918" w:type="dxa"/>
          </w:tcPr>
          <w:p w14:paraId="09E79141" w14:textId="1EBEDC6B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decimal</w:t>
            </w:r>
            <w:proofErr w:type="spellEnd"/>
          </w:p>
        </w:tc>
        <w:tc>
          <w:tcPr>
            <w:tcW w:w="2641" w:type="dxa"/>
          </w:tcPr>
          <w:p w14:paraId="13BC3193" w14:textId="1B1AA80D" w:rsidR="00F5041C" w:rsidRPr="00625323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14.2</w:t>
            </w:r>
          </w:p>
        </w:tc>
        <w:tc>
          <w:tcPr>
            <w:tcW w:w="3246" w:type="dxa"/>
          </w:tcPr>
          <w:p w14:paraId="35C68867" w14:textId="68ADB085" w:rsidR="00F5041C" w:rsidRPr="00625323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Wartość liczbowa/kwotowa z dokładnością do 2 miejsc po przecinku</w:t>
            </w:r>
          </w:p>
        </w:tc>
      </w:tr>
      <w:tr w:rsidR="00F5041C" w:rsidRPr="00625323" w14:paraId="3E3DD726" w14:textId="77777777" w:rsidTr="00625323">
        <w:tc>
          <w:tcPr>
            <w:tcW w:w="2249" w:type="dxa"/>
          </w:tcPr>
          <w:p w14:paraId="701FC877" w14:textId="65739B67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ZAmountCD</w:t>
            </w:r>
            <w:proofErr w:type="spellEnd"/>
          </w:p>
        </w:tc>
        <w:tc>
          <w:tcPr>
            <w:tcW w:w="918" w:type="dxa"/>
          </w:tcPr>
          <w:p w14:paraId="0E5A7FD5" w14:textId="1F1DAD04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decimal</w:t>
            </w:r>
            <w:proofErr w:type="spellEnd"/>
          </w:p>
        </w:tc>
        <w:tc>
          <w:tcPr>
            <w:tcW w:w="2641" w:type="dxa"/>
          </w:tcPr>
          <w:p w14:paraId="40E6D8EF" w14:textId="508329D3" w:rsidR="00F5041C" w:rsidRPr="00625323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14.2</w:t>
            </w:r>
          </w:p>
        </w:tc>
        <w:tc>
          <w:tcPr>
            <w:tcW w:w="3246" w:type="dxa"/>
          </w:tcPr>
          <w:p w14:paraId="731D1865" w14:textId="52E86668" w:rsidR="00F5041C" w:rsidRPr="00625323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Wartość liczbowa/kwotowa nieujemna z dokładnością do 2 miejsc po przecinku</w:t>
            </w:r>
          </w:p>
        </w:tc>
      </w:tr>
      <w:tr w:rsidR="00F5041C" w:rsidRPr="00625323" w14:paraId="28C0C5D5" w14:textId="77777777" w:rsidTr="00625323">
        <w:tc>
          <w:tcPr>
            <w:tcW w:w="2249" w:type="dxa"/>
          </w:tcPr>
          <w:p w14:paraId="74530476" w14:textId="067240B8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ZAmountP</w:t>
            </w:r>
            <w:proofErr w:type="spellEnd"/>
          </w:p>
        </w:tc>
        <w:tc>
          <w:tcPr>
            <w:tcW w:w="918" w:type="dxa"/>
          </w:tcPr>
          <w:p w14:paraId="2FDF25B1" w14:textId="68297921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decimal</w:t>
            </w:r>
            <w:proofErr w:type="spellEnd"/>
          </w:p>
        </w:tc>
        <w:tc>
          <w:tcPr>
            <w:tcW w:w="2641" w:type="dxa"/>
          </w:tcPr>
          <w:p w14:paraId="1EB5D6D6" w14:textId="1A18E03A" w:rsidR="00F5041C" w:rsidRPr="00625323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16.0 min=0</w:t>
            </w:r>
          </w:p>
        </w:tc>
        <w:tc>
          <w:tcPr>
            <w:tcW w:w="3246" w:type="dxa"/>
          </w:tcPr>
          <w:p w14:paraId="40FF99EC" w14:textId="475EC080" w:rsidR="00F5041C" w:rsidRPr="00625323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Wartość kwotowa nieujemna wyrażona w zł</w:t>
            </w:r>
          </w:p>
        </w:tc>
      </w:tr>
      <w:tr w:rsidR="00F5041C" w:rsidRPr="00625323" w14:paraId="538AD12D" w14:textId="77777777" w:rsidTr="00625323">
        <w:tc>
          <w:tcPr>
            <w:tcW w:w="2249" w:type="dxa"/>
          </w:tcPr>
          <w:p w14:paraId="660A5D68" w14:textId="0F878664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ZDate</w:t>
            </w:r>
            <w:proofErr w:type="spellEnd"/>
          </w:p>
        </w:tc>
        <w:tc>
          <w:tcPr>
            <w:tcW w:w="918" w:type="dxa"/>
          </w:tcPr>
          <w:p w14:paraId="36AE455C" w14:textId="5D3B520A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date</w:t>
            </w:r>
            <w:proofErr w:type="spellEnd"/>
          </w:p>
        </w:tc>
        <w:tc>
          <w:tcPr>
            <w:tcW w:w="2641" w:type="dxa"/>
          </w:tcPr>
          <w:p w14:paraId="56A7A772" w14:textId="47C72DD0" w:rsidR="00F5041C" w:rsidRPr="00625323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min=1900-01-01</w:t>
            </w:r>
          </w:p>
        </w:tc>
        <w:tc>
          <w:tcPr>
            <w:tcW w:w="3246" w:type="dxa"/>
          </w:tcPr>
          <w:p w14:paraId="78CFB620" w14:textId="3F3558C8" w:rsidR="00F5041C" w:rsidRPr="00625323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Typ daty</w:t>
            </w:r>
          </w:p>
        </w:tc>
      </w:tr>
      <w:tr w:rsidR="00F5041C" w:rsidRPr="00625323" w14:paraId="7ABA0CA6" w14:textId="77777777" w:rsidTr="00625323">
        <w:tc>
          <w:tcPr>
            <w:tcW w:w="2249" w:type="dxa"/>
          </w:tcPr>
          <w:p w14:paraId="0AB143B3" w14:textId="4E84256E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ZPeriod</w:t>
            </w:r>
            <w:proofErr w:type="spellEnd"/>
          </w:p>
        </w:tc>
        <w:tc>
          <w:tcPr>
            <w:tcW w:w="918" w:type="dxa"/>
          </w:tcPr>
          <w:p w14:paraId="4D7EF149" w14:textId="3E9CC0CE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gYearMonth</w:t>
            </w:r>
            <w:proofErr w:type="spellEnd"/>
          </w:p>
        </w:tc>
        <w:tc>
          <w:tcPr>
            <w:tcW w:w="2641" w:type="dxa"/>
          </w:tcPr>
          <w:p w14:paraId="19FB4D65" w14:textId="77777777" w:rsidR="00F5041C" w:rsidRPr="00625323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3246" w:type="dxa"/>
          </w:tcPr>
          <w:p w14:paraId="58D4E74B" w14:textId="1E9D827E" w:rsidR="00F5041C" w:rsidRPr="00625323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Typ daty w formacie RRRR-MM</w:t>
            </w:r>
          </w:p>
        </w:tc>
      </w:tr>
      <w:tr w:rsidR="00F5041C" w:rsidRPr="00625323" w14:paraId="3728DAEB" w14:textId="77777777" w:rsidTr="00625323">
        <w:tc>
          <w:tcPr>
            <w:tcW w:w="2249" w:type="dxa"/>
          </w:tcPr>
          <w:p w14:paraId="58B0D5C7" w14:textId="35633AD2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ZEmail</w:t>
            </w:r>
            <w:proofErr w:type="spellEnd"/>
          </w:p>
        </w:tc>
        <w:tc>
          <w:tcPr>
            <w:tcW w:w="918" w:type="dxa"/>
          </w:tcPr>
          <w:p w14:paraId="13061F45" w14:textId="3AD44EC6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6CEA5ABA" w14:textId="7DDEDC84" w:rsidR="00F5041C" w:rsidRPr="00625323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>=1..240</w:t>
            </w:r>
          </w:p>
        </w:tc>
        <w:tc>
          <w:tcPr>
            <w:tcW w:w="3246" w:type="dxa"/>
          </w:tcPr>
          <w:p w14:paraId="75A78867" w14:textId="69BEA4F1" w:rsidR="00F5041C" w:rsidRPr="00625323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Atrybut będący adresem e-mail</w:t>
            </w:r>
          </w:p>
        </w:tc>
      </w:tr>
      <w:tr w:rsidR="00F5041C" w:rsidRPr="00625323" w14:paraId="6158B3E9" w14:textId="77777777" w:rsidTr="00625323">
        <w:tc>
          <w:tcPr>
            <w:tcW w:w="2249" w:type="dxa"/>
          </w:tcPr>
          <w:p w14:paraId="014F1008" w14:textId="22FADC45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ZPhone</w:t>
            </w:r>
            <w:proofErr w:type="spellEnd"/>
          </w:p>
        </w:tc>
        <w:tc>
          <w:tcPr>
            <w:tcW w:w="918" w:type="dxa"/>
          </w:tcPr>
          <w:p w14:paraId="5126C0CC" w14:textId="0CE108C1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56BF2D4C" w14:textId="301984BE" w:rsidR="00F5041C" w:rsidRPr="00625323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>=1..18</w:t>
            </w:r>
          </w:p>
        </w:tc>
        <w:tc>
          <w:tcPr>
            <w:tcW w:w="3246" w:type="dxa"/>
          </w:tcPr>
          <w:p w14:paraId="7F39A415" w14:textId="5E064271" w:rsidR="00F5041C" w:rsidRPr="00625323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Atrybut będący numerem telefonu</w:t>
            </w:r>
          </w:p>
        </w:tc>
      </w:tr>
      <w:tr w:rsidR="00F5041C" w:rsidRPr="00625323" w14:paraId="73D91D87" w14:textId="77777777" w:rsidTr="00625323">
        <w:tc>
          <w:tcPr>
            <w:tcW w:w="2249" w:type="dxa"/>
          </w:tcPr>
          <w:p w14:paraId="1CDA7020" w14:textId="6B4EBB70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ZIdentification</w:t>
            </w:r>
            <w:proofErr w:type="spellEnd"/>
          </w:p>
        </w:tc>
        <w:tc>
          <w:tcPr>
            <w:tcW w:w="918" w:type="dxa"/>
          </w:tcPr>
          <w:p w14:paraId="030C3AB8" w14:textId="4679B5CB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463FFB32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 xml:space="preserve">\d{10} </w:t>
            </w:r>
          </w:p>
          <w:p w14:paraId="07355613" w14:textId="1F948DD3" w:rsidR="00F5041C" w:rsidRPr="00625323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\d{11}</w:t>
            </w:r>
          </w:p>
        </w:tc>
        <w:tc>
          <w:tcPr>
            <w:tcW w:w="3246" w:type="dxa"/>
          </w:tcPr>
          <w:p w14:paraId="2433D758" w14:textId="21119745" w:rsidR="00F5041C" w:rsidRPr="00625323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Numer identyfikujący podatnika (NIP lub PESEL)</w:t>
            </w:r>
          </w:p>
        </w:tc>
      </w:tr>
      <w:tr w:rsidR="00F5041C" w:rsidRPr="00625323" w14:paraId="364CADEF" w14:textId="77777777" w:rsidTr="00625323">
        <w:tc>
          <w:tcPr>
            <w:tcW w:w="2249" w:type="dxa"/>
          </w:tcPr>
          <w:p w14:paraId="1EF01538" w14:textId="36B96FBC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ZOIdentification</w:t>
            </w:r>
            <w:proofErr w:type="spellEnd"/>
          </w:p>
        </w:tc>
        <w:tc>
          <w:tcPr>
            <w:tcW w:w="918" w:type="dxa"/>
          </w:tcPr>
          <w:p w14:paraId="7B6ABB37" w14:textId="030044D6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3C5D686F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 xml:space="preserve">\d{10} </w:t>
            </w:r>
          </w:p>
          <w:p w14:paraId="489D1DD3" w14:textId="667C47FC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\d{11}</w:t>
            </w:r>
          </w:p>
        </w:tc>
        <w:tc>
          <w:tcPr>
            <w:tcW w:w="3246" w:type="dxa"/>
          </w:tcPr>
          <w:p w14:paraId="4E8DF068" w14:textId="48E28156" w:rsidR="00F5041C" w:rsidRPr="00625323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Numer identyfikujący podatnika (NIP lub PESEL) dla zastosowania jako atrybut opcjonalny</w:t>
            </w:r>
          </w:p>
        </w:tc>
      </w:tr>
      <w:tr w:rsidR="00F5041C" w:rsidRPr="00625323" w14:paraId="7176523B" w14:textId="77777777" w:rsidTr="00625323">
        <w:tc>
          <w:tcPr>
            <w:tcW w:w="2249" w:type="dxa"/>
          </w:tcPr>
          <w:p w14:paraId="5EF1345F" w14:textId="633D9BA4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r w:rsidRPr="00625323">
              <w:rPr>
                <w:rFonts w:ascii="Lato" w:hAnsi="Lato"/>
                <w:sz w:val="20"/>
                <w:szCs w:val="20"/>
                <w:lang w:val="en-GB"/>
              </w:rPr>
              <w:t>ZPESEL</w:t>
            </w:r>
          </w:p>
        </w:tc>
        <w:tc>
          <w:tcPr>
            <w:tcW w:w="918" w:type="dxa"/>
          </w:tcPr>
          <w:p w14:paraId="6673073D" w14:textId="4D88C64F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132C957A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 xml:space="preserve">=11 </w:t>
            </w:r>
          </w:p>
          <w:p w14:paraId="65E98A1F" w14:textId="306F1574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\d{11}</w:t>
            </w:r>
          </w:p>
        </w:tc>
        <w:tc>
          <w:tcPr>
            <w:tcW w:w="3246" w:type="dxa"/>
          </w:tcPr>
          <w:p w14:paraId="4B64B4BB" w14:textId="3096DC75" w:rsidR="00F5041C" w:rsidRPr="00625323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Numer PESEL</w:t>
            </w:r>
          </w:p>
        </w:tc>
      </w:tr>
      <w:tr w:rsidR="00F5041C" w:rsidRPr="00625323" w14:paraId="2155BBDA" w14:textId="77777777" w:rsidTr="00625323">
        <w:tc>
          <w:tcPr>
            <w:tcW w:w="2249" w:type="dxa"/>
          </w:tcPr>
          <w:p w14:paraId="161D0909" w14:textId="71146AE4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r w:rsidRPr="00625323">
              <w:rPr>
                <w:rFonts w:ascii="Lato" w:hAnsi="Lato"/>
                <w:sz w:val="20"/>
                <w:szCs w:val="20"/>
                <w:lang w:val="en-GB"/>
              </w:rPr>
              <w:t>ZNIP</w:t>
            </w:r>
          </w:p>
        </w:tc>
        <w:tc>
          <w:tcPr>
            <w:tcW w:w="918" w:type="dxa"/>
          </w:tcPr>
          <w:p w14:paraId="72F04BC0" w14:textId="37559EB8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6AB6D647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>=10</w:t>
            </w:r>
          </w:p>
          <w:p w14:paraId="0796E869" w14:textId="03474F0B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\d{10}</w:t>
            </w:r>
          </w:p>
        </w:tc>
        <w:tc>
          <w:tcPr>
            <w:tcW w:w="3246" w:type="dxa"/>
          </w:tcPr>
          <w:p w14:paraId="435EA7BC" w14:textId="61B00607" w:rsidR="00F5041C" w:rsidRPr="00625323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Numer NIP, same cyfry, bez myślników/kresek</w:t>
            </w:r>
          </w:p>
        </w:tc>
      </w:tr>
      <w:tr w:rsidR="00F5041C" w:rsidRPr="00625323" w14:paraId="11F1C60D" w14:textId="77777777" w:rsidTr="00625323">
        <w:tc>
          <w:tcPr>
            <w:tcW w:w="2249" w:type="dxa"/>
          </w:tcPr>
          <w:p w14:paraId="6BE81151" w14:textId="03479148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ZNrREGON</w:t>
            </w:r>
            <w:proofErr w:type="spellEnd"/>
          </w:p>
        </w:tc>
        <w:tc>
          <w:tcPr>
            <w:tcW w:w="918" w:type="dxa"/>
          </w:tcPr>
          <w:p w14:paraId="40ED4910" w14:textId="6B9D1F3E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05C46E30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>=9..14</w:t>
            </w:r>
          </w:p>
          <w:p w14:paraId="5BC3D7C4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 xml:space="preserve">\d{9} </w:t>
            </w:r>
          </w:p>
          <w:p w14:paraId="6A18AF5F" w14:textId="03395A1E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\d{14}</w:t>
            </w:r>
          </w:p>
        </w:tc>
        <w:tc>
          <w:tcPr>
            <w:tcW w:w="3246" w:type="dxa"/>
          </w:tcPr>
          <w:p w14:paraId="4A42D131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Numer REGON</w:t>
            </w:r>
          </w:p>
          <w:p w14:paraId="500CB111" w14:textId="006029A9" w:rsidR="00F5041C" w:rsidRPr="00625323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Patrz reguła R3</w:t>
            </w:r>
          </w:p>
        </w:tc>
      </w:tr>
      <w:tr w:rsidR="00F5041C" w:rsidRPr="00625323" w14:paraId="7E77E260" w14:textId="77777777" w:rsidTr="00625323">
        <w:tc>
          <w:tcPr>
            <w:tcW w:w="2249" w:type="dxa"/>
          </w:tcPr>
          <w:p w14:paraId="6A11CD53" w14:textId="58346EFD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ZName</w:t>
            </w:r>
            <w:proofErr w:type="spellEnd"/>
          </w:p>
        </w:tc>
        <w:tc>
          <w:tcPr>
            <w:tcW w:w="918" w:type="dxa"/>
          </w:tcPr>
          <w:p w14:paraId="47FEE95B" w14:textId="6E92D253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194B19BC" w14:textId="119BA202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>=1..30</w:t>
            </w:r>
          </w:p>
        </w:tc>
        <w:tc>
          <w:tcPr>
            <w:tcW w:w="3246" w:type="dxa"/>
          </w:tcPr>
          <w:p w14:paraId="7126F452" w14:textId="1AA2D0EA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Pierwsze imię</w:t>
            </w:r>
          </w:p>
        </w:tc>
      </w:tr>
      <w:tr w:rsidR="00F5041C" w:rsidRPr="00625323" w14:paraId="0A9E2F5E" w14:textId="77777777" w:rsidTr="00625323">
        <w:tc>
          <w:tcPr>
            <w:tcW w:w="2249" w:type="dxa"/>
          </w:tcPr>
          <w:p w14:paraId="7E7428A2" w14:textId="718BDDE5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ZSurname</w:t>
            </w:r>
            <w:proofErr w:type="spellEnd"/>
          </w:p>
        </w:tc>
        <w:tc>
          <w:tcPr>
            <w:tcW w:w="918" w:type="dxa"/>
          </w:tcPr>
          <w:p w14:paraId="4947D473" w14:textId="1DCC959A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63AE1485" w14:textId="4C93EEB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>=1..81</w:t>
            </w:r>
          </w:p>
        </w:tc>
        <w:tc>
          <w:tcPr>
            <w:tcW w:w="3246" w:type="dxa"/>
          </w:tcPr>
          <w:p w14:paraId="28561CDE" w14:textId="6239BE0B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Nazwisko</w:t>
            </w:r>
          </w:p>
        </w:tc>
      </w:tr>
      <w:tr w:rsidR="00F5041C" w:rsidRPr="00625323" w14:paraId="3BE557A6" w14:textId="77777777" w:rsidTr="00625323">
        <w:tc>
          <w:tcPr>
            <w:tcW w:w="2249" w:type="dxa"/>
          </w:tcPr>
          <w:p w14:paraId="060787C5" w14:textId="68605D9C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ZCity</w:t>
            </w:r>
            <w:proofErr w:type="spellEnd"/>
          </w:p>
        </w:tc>
        <w:tc>
          <w:tcPr>
            <w:tcW w:w="918" w:type="dxa"/>
          </w:tcPr>
          <w:p w14:paraId="69F04FCE" w14:textId="53F42680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4332775D" w14:textId="5875EDDE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>=1..56</w:t>
            </w:r>
          </w:p>
        </w:tc>
        <w:tc>
          <w:tcPr>
            <w:tcW w:w="3246" w:type="dxa"/>
          </w:tcPr>
          <w:p w14:paraId="021A0959" w14:textId="3F3330AB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Typ określający nazwę miejscowości</w:t>
            </w:r>
          </w:p>
        </w:tc>
      </w:tr>
      <w:tr w:rsidR="00F5041C" w:rsidRPr="00625323" w14:paraId="01ABE48D" w14:textId="77777777" w:rsidTr="00625323">
        <w:tc>
          <w:tcPr>
            <w:tcW w:w="2249" w:type="dxa"/>
          </w:tcPr>
          <w:p w14:paraId="3422573E" w14:textId="3A6BA7E0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ZStreet</w:t>
            </w:r>
            <w:proofErr w:type="spellEnd"/>
          </w:p>
        </w:tc>
        <w:tc>
          <w:tcPr>
            <w:tcW w:w="918" w:type="dxa"/>
          </w:tcPr>
          <w:p w14:paraId="2479C0DD" w14:textId="4F140E20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6DE8A1DE" w14:textId="4F6EB29F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>=1..65</w:t>
            </w:r>
          </w:p>
        </w:tc>
        <w:tc>
          <w:tcPr>
            <w:tcW w:w="3246" w:type="dxa"/>
          </w:tcPr>
          <w:p w14:paraId="1096BBB6" w14:textId="64C76529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Nazwa ulicy</w:t>
            </w:r>
          </w:p>
        </w:tc>
      </w:tr>
      <w:tr w:rsidR="00F5041C" w:rsidRPr="00625323" w14:paraId="23635FD4" w14:textId="77777777" w:rsidTr="00625323">
        <w:tc>
          <w:tcPr>
            <w:tcW w:w="2249" w:type="dxa"/>
          </w:tcPr>
          <w:p w14:paraId="63395482" w14:textId="36601545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ZBuildingNumber</w:t>
            </w:r>
            <w:proofErr w:type="spellEnd"/>
          </w:p>
        </w:tc>
        <w:tc>
          <w:tcPr>
            <w:tcW w:w="918" w:type="dxa"/>
          </w:tcPr>
          <w:p w14:paraId="296BFC22" w14:textId="1F1CB5F6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2EB47653" w14:textId="2B7D5331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>=1..9</w:t>
            </w:r>
          </w:p>
        </w:tc>
        <w:tc>
          <w:tcPr>
            <w:tcW w:w="3246" w:type="dxa"/>
          </w:tcPr>
          <w:p w14:paraId="5C2C1D0D" w14:textId="01ED5AD1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Numer budynku</w:t>
            </w:r>
          </w:p>
        </w:tc>
      </w:tr>
      <w:tr w:rsidR="00F5041C" w:rsidRPr="00625323" w14:paraId="3F907C38" w14:textId="77777777" w:rsidTr="00625323">
        <w:tc>
          <w:tcPr>
            <w:tcW w:w="2249" w:type="dxa"/>
          </w:tcPr>
          <w:p w14:paraId="3AE42471" w14:textId="24FA4BE8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ZSuite</w:t>
            </w:r>
            <w:r w:rsidRPr="00625323">
              <w:rPr>
                <w:rFonts w:ascii="Lato" w:hAnsi="Lato" w:cs="Arial"/>
                <w:sz w:val="20"/>
                <w:szCs w:val="20"/>
                <w:lang w:val="en-GB"/>
              </w:rPr>
              <w:t>‌</w:t>
            </w:r>
            <w:r w:rsidRPr="00625323">
              <w:rPr>
                <w:rFonts w:ascii="Lato" w:hAnsi="Lato"/>
                <w:sz w:val="20"/>
                <w:szCs w:val="20"/>
                <w:lang w:val="en-GB"/>
              </w:rPr>
              <w:t>Number</w:t>
            </w:r>
            <w:proofErr w:type="spellEnd"/>
          </w:p>
        </w:tc>
        <w:tc>
          <w:tcPr>
            <w:tcW w:w="918" w:type="dxa"/>
          </w:tcPr>
          <w:p w14:paraId="5D56D120" w14:textId="313EDBC6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66A19CCD" w14:textId="53820243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>=1..10</w:t>
            </w:r>
          </w:p>
        </w:tc>
        <w:tc>
          <w:tcPr>
            <w:tcW w:w="3246" w:type="dxa"/>
          </w:tcPr>
          <w:p w14:paraId="61095F0E" w14:textId="3D9D9B2F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Numer lokalu</w:t>
            </w:r>
          </w:p>
        </w:tc>
      </w:tr>
      <w:tr w:rsidR="00F5041C" w:rsidRPr="00625323" w14:paraId="72BA8E86" w14:textId="77777777" w:rsidTr="00625323">
        <w:tc>
          <w:tcPr>
            <w:tcW w:w="2249" w:type="dxa"/>
          </w:tcPr>
          <w:p w14:paraId="09BAB956" w14:textId="79FA9C31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ZPostalCode</w:t>
            </w:r>
            <w:proofErr w:type="spellEnd"/>
          </w:p>
        </w:tc>
        <w:tc>
          <w:tcPr>
            <w:tcW w:w="918" w:type="dxa"/>
          </w:tcPr>
          <w:p w14:paraId="5B64D4B5" w14:textId="1E470B33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464113FF" w14:textId="26855FB2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>=1..8</w:t>
            </w:r>
          </w:p>
        </w:tc>
        <w:tc>
          <w:tcPr>
            <w:tcW w:w="3246" w:type="dxa"/>
          </w:tcPr>
          <w:p w14:paraId="49A8FB39" w14:textId="65B50408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Kod pocztowy</w:t>
            </w:r>
          </w:p>
        </w:tc>
      </w:tr>
      <w:tr w:rsidR="00F5041C" w:rsidRPr="00625323" w14:paraId="50A8883D" w14:textId="77777777" w:rsidTr="00625323">
        <w:tc>
          <w:tcPr>
            <w:tcW w:w="2249" w:type="dxa"/>
          </w:tcPr>
          <w:p w14:paraId="0A758044" w14:textId="6C7F7E93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ZSubmissionAim</w:t>
            </w:r>
            <w:proofErr w:type="spellEnd"/>
          </w:p>
        </w:tc>
        <w:tc>
          <w:tcPr>
            <w:tcW w:w="918" w:type="dxa"/>
          </w:tcPr>
          <w:p w14:paraId="58C672DD" w14:textId="7227B540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78614F28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Deklaracja</w:t>
            </w:r>
          </w:p>
          <w:p w14:paraId="50317109" w14:textId="4826BBEC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Korekta</w:t>
            </w:r>
          </w:p>
        </w:tc>
        <w:tc>
          <w:tcPr>
            <w:tcW w:w="3246" w:type="dxa"/>
          </w:tcPr>
          <w:p w14:paraId="11043975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 xml:space="preserve">Określa cel złożenia formularza, czy korekta dokumentu </w:t>
            </w:r>
          </w:p>
          <w:p w14:paraId="6A1D067B" w14:textId="77777777" w:rsidR="00F5041C" w:rsidRPr="00625323" w:rsidRDefault="00F5041C" w:rsidP="00F5041C">
            <w:pPr>
              <w:numPr>
                <w:ilvl w:val="0"/>
                <w:numId w:val="6"/>
              </w:numPr>
              <w:tabs>
                <w:tab w:val="clear" w:pos="720"/>
                <w:tab w:val="num" w:pos="286"/>
              </w:tabs>
              <w:snapToGrid w:val="0"/>
              <w:ind w:left="286" w:hanging="24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 xml:space="preserve">złożenie po raz pierwszy deklaracji za dany okres </w:t>
            </w:r>
          </w:p>
          <w:p w14:paraId="13CA3D90" w14:textId="768E99BC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korekta deklaracji za dany okres</w:t>
            </w:r>
          </w:p>
        </w:tc>
      </w:tr>
      <w:tr w:rsidR="00F5041C" w:rsidRPr="00625323" w14:paraId="567A02EB" w14:textId="77777777" w:rsidTr="00625323">
        <w:tc>
          <w:tcPr>
            <w:tcW w:w="2249" w:type="dxa"/>
          </w:tcPr>
          <w:p w14:paraId="3F1CED29" w14:textId="21CED3FB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ZCustomsOffice</w:t>
            </w:r>
            <w:proofErr w:type="spellEnd"/>
          </w:p>
        </w:tc>
        <w:tc>
          <w:tcPr>
            <w:tcW w:w="918" w:type="dxa"/>
          </w:tcPr>
          <w:p w14:paraId="53C323CC" w14:textId="16A6F929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00412427" w14:textId="1EB15D7B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>=1..6</w:t>
            </w:r>
          </w:p>
        </w:tc>
        <w:tc>
          <w:tcPr>
            <w:tcW w:w="3246" w:type="dxa"/>
          </w:tcPr>
          <w:p w14:paraId="155C0B62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Urząd skarbowy, do którego adresowana jest deklaracja.</w:t>
            </w:r>
          </w:p>
          <w:p w14:paraId="072D5DF6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Zgodny ze słownikiem 3090, dostępnym pod adresem:</w:t>
            </w:r>
          </w:p>
          <w:p w14:paraId="5E1493E1" w14:textId="727A520C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https://puesc.gov.pl/seap_pdr_extimpl/slowniki/3090</w:t>
            </w:r>
          </w:p>
        </w:tc>
      </w:tr>
      <w:tr w:rsidR="00F5041C" w:rsidRPr="00625323" w14:paraId="2BC0F89A" w14:textId="77777777" w:rsidTr="00625323">
        <w:tc>
          <w:tcPr>
            <w:tcW w:w="2249" w:type="dxa"/>
          </w:tcPr>
          <w:p w14:paraId="250DFC7F" w14:textId="77777777" w:rsidR="00F5041C" w:rsidRPr="00625323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ZTaxOffice</w:t>
            </w:r>
            <w:proofErr w:type="spellEnd"/>
          </w:p>
          <w:p w14:paraId="387EF3ED" w14:textId="77777777" w:rsidR="00F5041C" w:rsidRPr="00625323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</w:p>
        </w:tc>
        <w:tc>
          <w:tcPr>
            <w:tcW w:w="918" w:type="dxa"/>
          </w:tcPr>
          <w:p w14:paraId="7960A0AA" w14:textId="249C51BB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0B00843C" w14:textId="1BF83240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>=1..6</w:t>
            </w:r>
          </w:p>
        </w:tc>
        <w:tc>
          <w:tcPr>
            <w:tcW w:w="3246" w:type="dxa"/>
          </w:tcPr>
          <w:p w14:paraId="1BAC8763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Urząd skarbowy/Urząd celno-skarbowy, do którego adresowana jest deklaracja.</w:t>
            </w:r>
          </w:p>
          <w:p w14:paraId="44D2950A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Zgodny ze słownikiem 3090, dostępnym pod adresem:</w:t>
            </w:r>
          </w:p>
          <w:p w14:paraId="2DDDA99F" w14:textId="5DAC83B0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https://puesc.gov.pl/seap_pdr_extimpl/slowniki/3090</w:t>
            </w:r>
          </w:p>
        </w:tc>
      </w:tr>
      <w:tr w:rsidR="00F5041C" w:rsidRPr="00625323" w14:paraId="6829AA5C" w14:textId="77777777" w:rsidTr="00625323">
        <w:tc>
          <w:tcPr>
            <w:tcW w:w="2249" w:type="dxa"/>
          </w:tcPr>
          <w:p w14:paraId="005D3864" w14:textId="21796DE1" w:rsidR="00F5041C" w:rsidRPr="00625323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ZCodeCN</w:t>
            </w:r>
            <w:proofErr w:type="spellEnd"/>
          </w:p>
        </w:tc>
        <w:tc>
          <w:tcPr>
            <w:tcW w:w="918" w:type="dxa"/>
          </w:tcPr>
          <w:p w14:paraId="13490AF4" w14:textId="4A791E24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7435F613" w14:textId="238616E8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>=4..8</w:t>
            </w:r>
          </w:p>
        </w:tc>
        <w:tc>
          <w:tcPr>
            <w:tcW w:w="3246" w:type="dxa"/>
          </w:tcPr>
          <w:p w14:paraId="552E3164" w14:textId="6A29953A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Kod CN</w:t>
            </w:r>
          </w:p>
        </w:tc>
      </w:tr>
      <w:tr w:rsidR="00F5041C" w:rsidRPr="00625323" w14:paraId="09B97C27" w14:textId="77777777" w:rsidTr="00625323">
        <w:tc>
          <w:tcPr>
            <w:tcW w:w="2249" w:type="dxa"/>
          </w:tcPr>
          <w:p w14:paraId="2BDA3650" w14:textId="2BDCA3DC" w:rsidR="00F5041C" w:rsidRPr="00625323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ZGroupOfGoodsName</w:t>
            </w:r>
            <w:proofErr w:type="spellEnd"/>
          </w:p>
        </w:tc>
        <w:tc>
          <w:tcPr>
            <w:tcW w:w="918" w:type="dxa"/>
          </w:tcPr>
          <w:p w14:paraId="6D62690F" w14:textId="4A86F188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73656805" w14:textId="35ECDA9B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lenght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>=1..1024</w:t>
            </w:r>
          </w:p>
        </w:tc>
        <w:tc>
          <w:tcPr>
            <w:tcW w:w="3246" w:type="dxa"/>
          </w:tcPr>
          <w:p w14:paraId="14548686" w14:textId="5A8B2ADF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Nazwa grupy wyrobów</w:t>
            </w:r>
          </w:p>
        </w:tc>
      </w:tr>
      <w:tr w:rsidR="00F5041C" w:rsidRPr="00625323" w14:paraId="2F61682F" w14:textId="77777777" w:rsidTr="00625323">
        <w:tc>
          <w:tcPr>
            <w:tcW w:w="2249" w:type="dxa"/>
          </w:tcPr>
          <w:p w14:paraId="5A3CAC3D" w14:textId="46E69430" w:rsidR="00F5041C" w:rsidRPr="00625323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lastRenderedPageBreak/>
              <w:t>ZGroupOfGoodsNameEnum</w:t>
            </w:r>
            <w:proofErr w:type="spellEnd"/>
          </w:p>
        </w:tc>
        <w:tc>
          <w:tcPr>
            <w:tcW w:w="918" w:type="dxa"/>
          </w:tcPr>
          <w:p w14:paraId="64A889BB" w14:textId="16CFC95C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30B8C884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3246" w:type="dxa"/>
          </w:tcPr>
          <w:p w14:paraId="3C6C92AF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Nazwa grupy wyrobów.</w:t>
            </w:r>
          </w:p>
          <w:p w14:paraId="2C440942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Możliwe wartości:</w:t>
            </w:r>
          </w:p>
          <w:p w14:paraId="7DAB8696" w14:textId="77777777" w:rsidR="00625323" w:rsidRPr="00625323" w:rsidRDefault="00625323" w:rsidP="00625323">
            <w:pPr>
              <w:pStyle w:val="Akapitzlist"/>
              <w:numPr>
                <w:ilvl w:val="0"/>
                <w:numId w:val="26"/>
              </w:numPr>
              <w:suppressAutoHyphens w:val="0"/>
              <w:ind w:left="284"/>
              <w:contextualSpacing/>
              <w:rPr>
                <w:rFonts w:ascii="Lato" w:hAnsi="Lato"/>
                <w:sz w:val="20"/>
                <w:szCs w:val="20"/>
                <w:lang w:val="en-US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US"/>
              </w:rPr>
              <w:t>spirytusowe</w:t>
            </w:r>
            <w:proofErr w:type="spellEnd"/>
          </w:p>
          <w:p w14:paraId="38573655" w14:textId="77777777" w:rsidR="00625323" w:rsidRPr="00625323" w:rsidRDefault="00625323" w:rsidP="00625323">
            <w:pPr>
              <w:pStyle w:val="Akapitzlist"/>
              <w:numPr>
                <w:ilvl w:val="0"/>
                <w:numId w:val="26"/>
              </w:numPr>
              <w:suppressAutoHyphens w:val="0"/>
              <w:ind w:left="284"/>
              <w:contextualSpacing/>
              <w:rPr>
                <w:rFonts w:ascii="Lato" w:hAnsi="Lato"/>
                <w:sz w:val="20"/>
                <w:szCs w:val="20"/>
                <w:lang w:val="en-US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US"/>
              </w:rPr>
              <w:t>winiarskie</w:t>
            </w:r>
            <w:proofErr w:type="spellEnd"/>
          </w:p>
          <w:p w14:paraId="04CC2EE1" w14:textId="77777777" w:rsidR="00625323" w:rsidRPr="00625323" w:rsidRDefault="00625323" w:rsidP="00625323">
            <w:pPr>
              <w:pStyle w:val="Akapitzlist"/>
              <w:numPr>
                <w:ilvl w:val="0"/>
                <w:numId w:val="26"/>
              </w:numPr>
              <w:suppressAutoHyphens w:val="0"/>
              <w:ind w:left="284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piwo</w:t>
            </w:r>
          </w:p>
          <w:p w14:paraId="282F129B" w14:textId="77777777" w:rsidR="00625323" w:rsidRPr="00625323" w:rsidRDefault="00625323" w:rsidP="00625323">
            <w:pPr>
              <w:pStyle w:val="Akapitzlist"/>
              <w:numPr>
                <w:ilvl w:val="0"/>
                <w:numId w:val="26"/>
              </w:numPr>
              <w:suppressAutoHyphens w:val="0"/>
              <w:ind w:left="284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paliwa-silnikowe</w:t>
            </w:r>
          </w:p>
          <w:p w14:paraId="30E985DF" w14:textId="77777777" w:rsidR="00625323" w:rsidRPr="00625323" w:rsidRDefault="00625323" w:rsidP="00625323">
            <w:pPr>
              <w:pStyle w:val="Akapitzlist"/>
              <w:numPr>
                <w:ilvl w:val="0"/>
                <w:numId w:val="26"/>
              </w:numPr>
              <w:suppressAutoHyphens w:val="0"/>
              <w:ind w:left="284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tytoniowe</w:t>
            </w:r>
          </w:p>
          <w:p w14:paraId="09C19362" w14:textId="77777777" w:rsidR="00625323" w:rsidRPr="00625323" w:rsidRDefault="00625323" w:rsidP="00625323">
            <w:pPr>
              <w:pStyle w:val="Akapitzlist"/>
              <w:numPr>
                <w:ilvl w:val="0"/>
                <w:numId w:val="26"/>
              </w:numPr>
              <w:suppressAutoHyphens w:val="0"/>
              <w:ind w:left="284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paliwa-opalowe</w:t>
            </w:r>
          </w:p>
          <w:p w14:paraId="623FC222" w14:textId="77777777" w:rsidR="00625323" w:rsidRPr="00625323" w:rsidRDefault="00625323" w:rsidP="00625323">
            <w:pPr>
              <w:pStyle w:val="Akapitzlist"/>
              <w:numPr>
                <w:ilvl w:val="0"/>
                <w:numId w:val="26"/>
              </w:numPr>
              <w:suppressAutoHyphens w:val="0"/>
              <w:ind w:left="284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gaz</w:t>
            </w:r>
          </w:p>
          <w:p w14:paraId="430780A5" w14:textId="77777777" w:rsidR="00625323" w:rsidRPr="00625323" w:rsidRDefault="00625323" w:rsidP="00625323">
            <w:pPr>
              <w:pStyle w:val="Akapitzlist"/>
              <w:numPr>
                <w:ilvl w:val="0"/>
                <w:numId w:val="26"/>
              </w:numPr>
              <w:suppressAutoHyphens w:val="0"/>
              <w:ind w:left="284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oleje-smarowe</w:t>
            </w:r>
          </w:p>
          <w:p w14:paraId="11DF222B" w14:textId="77777777" w:rsidR="00625323" w:rsidRPr="00625323" w:rsidRDefault="00625323" w:rsidP="00625323">
            <w:pPr>
              <w:pStyle w:val="Akapitzlist"/>
              <w:numPr>
                <w:ilvl w:val="0"/>
                <w:numId w:val="26"/>
              </w:numPr>
              <w:suppressAutoHyphens w:val="0"/>
              <w:ind w:left="284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susz-tytoniowy</w:t>
            </w:r>
          </w:p>
          <w:p w14:paraId="382E9880" w14:textId="77777777" w:rsidR="00625323" w:rsidRPr="00625323" w:rsidRDefault="00625323" w:rsidP="00625323">
            <w:pPr>
              <w:pStyle w:val="Akapitzlist"/>
              <w:numPr>
                <w:ilvl w:val="0"/>
                <w:numId w:val="26"/>
              </w:numPr>
              <w:suppressAutoHyphens w:val="0"/>
              <w:ind w:left="284"/>
              <w:contextualSpacing/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weglowe</w:t>
            </w:r>
            <w:proofErr w:type="spellEnd"/>
          </w:p>
          <w:p w14:paraId="6E9D27E9" w14:textId="77777777" w:rsidR="00625323" w:rsidRPr="00625323" w:rsidRDefault="00625323" w:rsidP="00625323">
            <w:pPr>
              <w:pStyle w:val="Akapitzlist"/>
              <w:numPr>
                <w:ilvl w:val="0"/>
                <w:numId w:val="26"/>
              </w:numPr>
              <w:suppressAutoHyphens w:val="0"/>
              <w:ind w:left="284"/>
              <w:contextualSpacing/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plyn</w:t>
            </w:r>
            <w:proofErr w:type="spellEnd"/>
            <w:r w:rsidRPr="00625323">
              <w:rPr>
                <w:rFonts w:ascii="Lato" w:hAnsi="Lato"/>
                <w:sz w:val="20"/>
                <w:szCs w:val="20"/>
              </w:rPr>
              <w:t>-papierosy</w:t>
            </w:r>
          </w:p>
          <w:p w14:paraId="1E110571" w14:textId="77777777" w:rsidR="00625323" w:rsidRPr="00625323" w:rsidRDefault="00625323" w:rsidP="00625323">
            <w:pPr>
              <w:pStyle w:val="Akapitzlist"/>
              <w:numPr>
                <w:ilvl w:val="0"/>
                <w:numId w:val="26"/>
              </w:numPr>
              <w:suppressAutoHyphens w:val="0"/>
              <w:ind w:left="284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nowatorskie</w:t>
            </w:r>
          </w:p>
          <w:p w14:paraId="0E0A73D4" w14:textId="77777777" w:rsidR="00625323" w:rsidRPr="00625323" w:rsidRDefault="00625323" w:rsidP="00625323">
            <w:pPr>
              <w:pStyle w:val="Akapitzlist"/>
              <w:numPr>
                <w:ilvl w:val="0"/>
                <w:numId w:val="26"/>
              </w:numPr>
              <w:suppressAutoHyphens w:val="0"/>
              <w:ind w:left="284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saszetki-nikotynowe</w:t>
            </w:r>
          </w:p>
          <w:p w14:paraId="420A5333" w14:textId="77777777" w:rsidR="00625323" w:rsidRPr="00625323" w:rsidRDefault="00625323" w:rsidP="00625323">
            <w:pPr>
              <w:pStyle w:val="Akapitzlist"/>
              <w:numPr>
                <w:ilvl w:val="0"/>
                <w:numId w:val="26"/>
              </w:numPr>
              <w:suppressAutoHyphens w:val="0"/>
              <w:ind w:left="284"/>
              <w:contextualSpacing/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inne-wyroby-nikotynowe</w:t>
            </w:r>
            <w:proofErr w:type="spellEnd"/>
          </w:p>
          <w:p w14:paraId="2126946F" w14:textId="77777777" w:rsidR="00625323" w:rsidRPr="00625323" w:rsidRDefault="00625323" w:rsidP="00625323">
            <w:pPr>
              <w:pStyle w:val="Akapitzlist"/>
              <w:numPr>
                <w:ilvl w:val="0"/>
                <w:numId w:val="26"/>
              </w:numPr>
              <w:suppressAutoHyphens w:val="0"/>
              <w:ind w:left="284"/>
              <w:contextualSpacing/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urzadzenia</w:t>
            </w:r>
            <w:proofErr w:type="spellEnd"/>
            <w:r w:rsidRPr="00625323">
              <w:rPr>
                <w:rFonts w:ascii="Lato" w:hAnsi="Lato"/>
                <w:sz w:val="20"/>
                <w:szCs w:val="20"/>
              </w:rPr>
              <w:t>-do-waporyzacji</w:t>
            </w:r>
          </w:p>
          <w:p w14:paraId="3BF133EA" w14:textId="6A69F366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</w:p>
        </w:tc>
      </w:tr>
      <w:tr w:rsidR="00F5041C" w:rsidRPr="00625323" w14:paraId="7B9087ED" w14:textId="77777777" w:rsidTr="00625323">
        <w:tc>
          <w:tcPr>
            <w:tcW w:w="2249" w:type="dxa"/>
          </w:tcPr>
          <w:p w14:paraId="37B3B6CD" w14:textId="72BB7CB7" w:rsidR="00F5041C" w:rsidRPr="00625323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ZGroupOfGoodsNameACUAEnum</w:t>
            </w:r>
            <w:proofErr w:type="spellEnd"/>
          </w:p>
        </w:tc>
        <w:tc>
          <w:tcPr>
            <w:tcW w:w="918" w:type="dxa"/>
          </w:tcPr>
          <w:p w14:paraId="0478BA35" w14:textId="1DAC6ECB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268C2DAA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3246" w:type="dxa"/>
          </w:tcPr>
          <w:p w14:paraId="7B233464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 xml:space="preserve">Grupy wyrobów dla deklaracji AKC-UA z </w:t>
            </w: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pominiciem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 xml:space="preserve"> wyrobów </w:t>
            </w: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wglowych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>.</w:t>
            </w:r>
          </w:p>
          <w:p w14:paraId="109DC795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Możliwe wartości:</w:t>
            </w:r>
          </w:p>
          <w:p w14:paraId="477EF5F1" w14:textId="77777777" w:rsidR="00625323" w:rsidRPr="00625323" w:rsidRDefault="00625323" w:rsidP="00625323">
            <w:pPr>
              <w:pStyle w:val="Akapitzlist"/>
              <w:numPr>
                <w:ilvl w:val="0"/>
                <w:numId w:val="27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spirytusowe</w:t>
            </w:r>
          </w:p>
          <w:p w14:paraId="6CADF3F7" w14:textId="77777777" w:rsidR="00625323" w:rsidRPr="00625323" w:rsidRDefault="00625323" w:rsidP="00625323">
            <w:pPr>
              <w:pStyle w:val="Akapitzlist"/>
              <w:numPr>
                <w:ilvl w:val="0"/>
                <w:numId w:val="27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winiarskie</w:t>
            </w:r>
          </w:p>
          <w:p w14:paraId="68754DA1" w14:textId="77777777" w:rsidR="00625323" w:rsidRPr="00625323" w:rsidRDefault="00625323" w:rsidP="00625323">
            <w:pPr>
              <w:pStyle w:val="Akapitzlist"/>
              <w:numPr>
                <w:ilvl w:val="0"/>
                <w:numId w:val="27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piwo</w:t>
            </w:r>
          </w:p>
          <w:p w14:paraId="772FFFEA" w14:textId="77777777" w:rsidR="00625323" w:rsidRPr="00625323" w:rsidRDefault="00625323" w:rsidP="00625323">
            <w:pPr>
              <w:pStyle w:val="Akapitzlist"/>
              <w:numPr>
                <w:ilvl w:val="0"/>
                <w:numId w:val="27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paliwa-silnikowe</w:t>
            </w:r>
          </w:p>
          <w:p w14:paraId="07799977" w14:textId="77777777" w:rsidR="00625323" w:rsidRPr="00625323" w:rsidRDefault="00625323" w:rsidP="00625323">
            <w:pPr>
              <w:pStyle w:val="Akapitzlist"/>
              <w:numPr>
                <w:ilvl w:val="0"/>
                <w:numId w:val="27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tytoniowe</w:t>
            </w:r>
          </w:p>
          <w:p w14:paraId="5F011B9B" w14:textId="77777777" w:rsidR="00625323" w:rsidRPr="00625323" w:rsidRDefault="00625323" w:rsidP="00625323">
            <w:pPr>
              <w:pStyle w:val="Akapitzlist"/>
              <w:numPr>
                <w:ilvl w:val="0"/>
                <w:numId w:val="27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paliwa-opalowe</w:t>
            </w:r>
          </w:p>
          <w:p w14:paraId="488CFE0C" w14:textId="77777777" w:rsidR="00625323" w:rsidRPr="00625323" w:rsidRDefault="00625323" w:rsidP="00625323">
            <w:pPr>
              <w:pStyle w:val="Akapitzlist"/>
              <w:numPr>
                <w:ilvl w:val="0"/>
                <w:numId w:val="27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gaz</w:t>
            </w:r>
          </w:p>
          <w:p w14:paraId="63FAEC0C" w14:textId="77777777" w:rsidR="00625323" w:rsidRPr="00625323" w:rsidRDefault="00625323" w:rsidP="00625323">
            <w:pPr>
              <w:pStyle w:val="Akapitzlist"/>
              <w:numPr>
                <w:ilvl w:val="0"/>
                <w:numId w:val="27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oleje-smarowe</w:t>
            </w:r>
          </w:p>
          <w:p w14:paraId="2C3E7276" w14:textId="77777777" w:rsidR="00625323" w:rsidRPr="00625323" w:rsidRDefault="00625323" w:rsidP="00625323">
            <w:pPr>
              <w:pStyle w:val="Akapitzlist"/>
              <w:numPr>
                <w:ilvl w:val="0"/>
                <w:numId w:val="27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susz-tytoniowy</w:t>
            </w:r>
          </w:p>
          <w:p w14:paraId="72B9D422" w14:textId="77777777" w:rsidR="00625323" w:rsidRPr="00625323" w:rsidRDefault="00625323" w:rsidP="00625323">
            <w:pPr>
              <w:pStyle w:val="Akapitzlist"/>
              <w:numPr>
                <w:ilvl w:val="0"/>
                <w:numId w:val="27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plyn</w:t>
            </w:r>
            <w:proofErr w:type="spellEnd"/>
            <w:r w:rsidRPr="00625323">
              <w:rPr>
                <w:rFonts w:ascii="Lato" w:hAnsi="Lato"/>
                <w:sz w:val="20"/>
                <w:szCs w:val="20"/>
              </w:rPr>
              <w:t>-papierosy</w:t>
            </w:r>
          </w:p>
          <w:p w14:paraId="5E0C1030" w14:textId="77777777" w:rsidR="00625323" w:rsidRPr="00625323" w:rsidRDefault="00625323" w:rsidP="00625323">
            <w:pPr>
              <w:pStyle w:val="Akapitzlist"/>
              <w:numPr>
                <w:ilvl w:val="0"/>
                <w:numId w:val="27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nowatorskie</w:t>
            </w:r>
          </w:p>
          <w:p w14:paraId="0FD5FAC0" w14:textId="77777777" w:rsidR="00625323" w:rsidRPr="00625323" w:rsidRDefault="00625323" w:rsidP="00625323">
            <w:pPr>
              <w:pStyle w:val="Akapitzlist"/>
              <w:numPr>
                <w:ilvl w:val="0"/>
                <w:numId w:val="27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saszetki-nikotynowe</w:t>
            </w:r>
          </w:p>
          <w:p w14:paraId="1F014E26" w14:textId="77777777" w:rsidR="00625323" w:rsidRPr="00625323" w:rsidRDefault="00625323" w:rsidP="00625323">
            <w:pPr>
              <w:pStyle w:val="Akapitzlist"/>
              <w:numPr>
                <w:ilvl w:val="0"/>
                <w:numId w:val="27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inne-wyroby-nikotynowe</w:t>
            </w:r>
            <w:proofErr w:type="spellEnd"/>
          </w:p>
          <w:p w14:paraId="101FDCB4" w14:textId="77777777" w:rsidR="00625323" w:rsidRPr="00625323" w:rsidRDefault="00625323" w:rsidP="00625323">
            <w:pPr>
              <w:pStyle w:val="Akapitzlist"/>
              <w:numPr>
                <w:ilvl w:val="0"/>
                <w:numId w:val="27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urzadzenia</w:t>
            </w:r>
            <w:proofErr w:type="spellEnd"/>
            <w:r w:rsidRPr="00625323">
              <w:rPr>
                <w:rFonts w:ascii="Lato" w:hAnsi="Lato"/>
                <w:sz w:val="20"/>
                <w:szCs w:val="20"/>
              </w:rPr>
              <w:t>-do-waporyzacji</w:t>
            </w:r>
          </w:p>
          <w:p w14:paraId="6AC0A540" w14:textId="0A826590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</w:p>
        </w:tc>
      </w:tr>
      <w:tr w:rsidR="00F5041C" w:rsidRPr="00625323" w14:paraId="7426804A" w14:textId="77777777" w:rsidTr="00625323">
        <w:tc>
          <w:tcPr>
            <w:tcW w:w="2249" w:type="dxa"/>
          </w:tcPr>
          <w:p w14:paraId="59D91534" w14:textId="04147EC6" w:rsidR="00F5041C" w:rsidRPr="00625323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ZGroupOfGoodsNameZPNWEnum</w:t>
            </w:r>
            <w:proofErr w:type="spellEnd"/>
          </w:p>
        </w:tc>
        <w:tc>
          <w:tcPr>
            <w:tcW w:w="918" w:type="dxa"/>
          </w:tcPr>
          <w:p w14:paraId="780F6366" w14:textId="215032BF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01653566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3246" w:type="dxa"/>
          </w:tcPr>
          <w:p w14:paraId="1C63FBE6" w14:textId="77777777" w:rsidR="00625323" w:rsidRPr="00625323" w:rsidRDefault="00F5041C" w:rsidP="00625323">
            <w:pPr>
              <w:pStyle w:val="Akapitzlist"/>
              <w:numPr>
                <w:ilvl w:val="0"/>
                <w:numId w:val="28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Nazwa grupy wyrobów na potrzeby deklaracji ZPNW.</w:t>
            </w:r>
          </w:p>
          <w:p w14:paraId="42C35A1B" w14:textId="77777777" w:rsidR="00625323" w:rsidRPr="00625323" w:rsidRDefault="00625323" w:rsidP="00625323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Możliwe wartości:</w:t>
            </w:r>
          </w:p>
          <w:p w14:paraId="7E5BCF9E" w14:textId="5B649673" w:rsidR="00625323" w:rsidRPr="00625323" w:rsidRDefault="00625323" w:rsidP="00625323">
            <w:pPr>
              <w:pStyle w:val="Akapitzlist"/>
              <w:numPr>
                <w:ilvl w:val="0"/>
                <w:numId w:val="28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spirytusowe</w:t>
            </w:r>
          </w:p>
          <w:p w14:paraId="2338CACC" w14:textId="77777777" w:rsidR="00625323" w:rsidRPr="00625323" w:rsidRDefault="00625323" w:rsidP="00625323">
            <w:pPr>
              <w:pStyle w:val="Akapitzlist"/>
              <w:numPr>
                <w:ilvl w:val="0"/>
                <w:numId w:val="28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winiarskie</w:t>
            </w:r>
          </w:p>
          <w:p w14:paraId="54C8CB40" w14:textId="77777777" w:rsidR="00625323" w:rsidRPr="00625323" w:rsidRDefault="00625323" w:rsidP="00625323">
            <w:pPr>
              <w:pStyle w:val="Akapitzlist"/>
              <w:numPr>
                <w:ilvl w:val="0"/>
                <w:numId w:val="28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piwo</w:t>
            </w:r>
          </w:p>
          <w:p w14:paraId="362A399B" w14:textId="77777777" w:rsidR="00625323" w:rsidRPr="00625323" w:rsidRDefault="00625323" w:rsidP="00625323">
            <w:pPr>
              <w:pStyle w:val="Akapitzlist"/>
              <w:numPr>
                <w:ilvl w:val="0"/>
                <w:numId w:val="28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paliwa-silnikowe</w:t>
            </w:r>
          </w:p>
          <w:p w14:paraId="0CF0C39B" w14:textId="77777777" w:rsidR="00625323" w:rsidRPr="00625323" w:rsidRDefault="00625323" w:rsidP="00625323">
            <w:pPr>
              <w:pStyle w:val="Akapitzlist"/>
              <w:numPr>
                <w:ilvl w:val="0"/>
                <w:numId w:val="28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tytoniowe</w:t>
            </w:r>
          </w:p>
          <w:p w14:paraId="0B8CD20D" w14:textId="77777777" w:rsidR="00625323" w:rsidRPr="00625323" w:rsidRDefault="00625323" w:rsidP="00625323">
            <w:pPr>
              <w:pStyle w:val="Akapitzlist"/>
              <w:numPr>
                <w:ilvl w:val="0"/>
                <w:numId w:val="28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paliwa-opalowe</w:t>
            </w:r>
          </w:p>
          <w:p w14:paraId="3462EDCD" w14:textId="77777777" w:rsidR="00625323" w:rsidRPr="00625323" w:rsidRDefault="00625323" w:rsidP="00625323">
            <w:pPr>
              <w:pStyle w:val="Akapitzlist"/>
              <w:numPr>
                <w:ilvl w:val="0"/>
                <w:numId w:val="28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gaz</w:t>
            </w:r>
          </w:p>
          <w:p w14:paraId="5249AA56" w14:textId="77777777" w:rsidR="00625323" w:rsidRPr="00625323" w:rsidRDefault="00625323" w:rsidP="00625323">
            <w:pPr>
              <w:pStyle w:val="Akapitzlist"/>
              <w:numPr>
                <w:ilvl w:val="0"/>
                <w:numId w:val="28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oleje-smarowe</w:t>
            </w:r>
          </w:p>
          <w:p w14:paraId="6F188F6A" w14:textId="77777777" w:rsidR="00625323" w:rsidRPr="00625323" w:rsidRDefault="00625323" w:rsidP="00625323">
            <w:pPr>
              <w:pStyle w:val="Akapitzlist"/>
              <w:numPr>
                <w:ilvl w:val="0"/>
                <w:numId w:val="28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susz-tytoniowy</w:t>
            </w:r>
          </w:p>
          <w:p w14:paraId="1C42BE1C" w14:textId="77777777" w:rsidR="00625323" w:rsidRPr="00625323" w:rsidRDefault="00625323" w:rsidP="00625323">
            <w:pPr>
              <w:pStyle w:val="Akapitzlist"/>
              <w:numPr>
                <w:ilvl w:val="0"/>
                <w:numId w:val="28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weglowe</w:t>
            </w:r>
            <w:proofErr w:type="spellEnd"/>
          </w:p>
          <w:p w14:paraId="47840187" w14:textId="77777777" w:rsidR="00625323" w:rsidRPr="00625323" w:rsidRDefault="00625323" w:rsidP="00625323">
            <w:pPr>
              <w:pStyle w:val="Akapitzlist"/>
              <w:numPr>
                <w:ilvl w:val="0"/>
                <w:numId w:val="28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wyroby-nowatorskie</w:t>
            </w:r>
          </w:p>
          <w:p w14:paraId="2E3B6B37" w14:textId="77777777" w:rsidR="00625323" w:rsidRPr="00625323" w:rsidRDefault="00625323" w:rsidP="00625323">
            <w:pPr>
              <w:pStyle w:val="Akapitzlist"/>
              <w:numPr>
                <w:ilvl w:val="0"/>
                <w:numId w:val="28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plyn</w:t>
            </w:r>
            <w:proofErr w:type="spellEnd"/>
            <w:r w:rsidRPr="00625323">
              <w:rPr>
                <w:rFonts w:ascii="Lato" w:hAnsi="Lato"/>
                <w:sz w:val="20"/>
                <w:szCs w:val="20"/>
              </w:rPr>
              <w:t>-papierosy-elektroniczne</w:t>
            </w:r>
          </w:p>
          <w:p w14:paraId="388CE849" w14:textId="77777777" w:rsidR="00625323" w:rsidRPr="00625323" w:rsidRDefault="00625323" w:rsidP="00625323">
            <w:pPr>
              <w:pStyle w:val="Akapitzlist"/>
              <w:numPr>
                <w:ilvl w:val="0"/>
                <w:numId w:val="28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saszetki-nikotynowe</w:t>
            </w:r>
          </w:p>
          <w:p w14:paraId="10B8010E" w14:textId="77777777" w:rsidR="00625323" w:rsidRPr="00625323" w:rsidRDefault="00625323" w:rsidP="00625323">
            <w:pPr>
              <w:pStyle w:val="Akapitzlist"/>
              <w:numPr>
                <w:ilvl w:val="0"/>
                <w:numId w:val="28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inne-wyroby-nikotynowe</w:t>
            </w:r>
            <w:proofErr w:type="spellEnd"/>
          </w:p>
          <w:p w14:paraId="7E0D22F7" w14:textId="77777777" w:rsidR="00625323" w:rsidRPr="00625323" w:rsidRDefault="00625323" w:rsidP="00625323">
            <w:pPr>
              <w:pStyle w:val="Akapitzlist"/>
              <w:numPr>
                <w:ilvl w:val="0"/>
                <w:numId w:val="28"/>
              </w:numPr>
              <w:suppressAutoHyphens w:val="0"/>
              <w:ind w:left="426"/>
              <w:contextualSpacing/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urzadzenia</w:t>
            </w:r>
            <w:proofErr w:type="spellEnd"/>
            <w:r w:rsidRPr="00625323">
              <w:rPr>
                <w:rFonts w:ascii="Lato" w:hAnsi="Lato"/>
                <w:sz w:val="20"/>
                <w:szCs w:val="20"/>
              </w:rPr>
              <w:t>-do-waporyzacji</w:t>
            </w:r>
          </w:p>
          <w:p w14:paraId="22BE288D" w14:textId="5903565D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</w:p>
        </w:tc>
      </w:tr>
      <w:tr w:rsidR="00F5041C" w:rsidRPr="00625323" w14:paraId="4B781E43" w14:textId="77777777" w:rsidTr="00625323">
        <w:tc>
          <w:tcPr>
            <w:tcW w:w="2249" w:type="dxa"/>
          </w:tcPr>
          <w:p w14:paraId="5DF4933F" w14:textId="5A2DC562" w:rsidR="00F5041C" w:rsidRPr="00625323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lastRenderedPageBreak/>
              <w:t>ZGroupOfGoodsNameKZEnum</w:t>
            </w:r>
            <w:proofErr w:type="spellEnd"/>
          </w:p>
        </w:tc>
        <w:tc>
          <w:tcPr>
            <w:tcW w:w="918" w:type="dxa"/>
          </w:tcPr>
          <w:p w14:paraId="0AC1D2FF" w14:textId="28FA20A9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48C844D2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3246" w:type="dxa"/>
          </w:tcPr>
          <w:p w14:paraId="1EC3C7FE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Grupy wyrobów stosowane w deklaracjach AKC-KZ.</w:t>
            </w:r>
          </w:p>
          <w:p w14:paraId="57DC1185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Możliwe wartości:</w:t>
            </w:r>
          </w:p>
          <w:p w14:paraId="16579A06" w14:textId="77777777" w:rsidR="00625323" w:rsidRPr="00625323" w:rsidRDefault="00625323" w:rsidP="00625323">
            <w:pPr>
              <w:pStyle w:val="Akapitzlist"/>
              <w:numPr>
                <w:ilvl w:val="0"/>
                <w:numId w:val="29"/>
              </w:numPr>
              <w:suppressAutoHyphens w:val="0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spirytusowe</w:t>
            </w:r>
          </w:p>
          <w:p w14:paraId="39BC90FA" w14:textId="77777777" w:rsidR="00625323" w:rsidRPr="00625323" w:rsidRDefault="00625323" w:rsidP="00625323">
            <w:pPr>
              <w:pStyle w:val="Akapitzlist"/>
              <w:numPr>
                <w:ilvl w:val="0"/>
                <w:numId w:val="29"/>
              </w:numPr>
              <w:suppressAutoHyphens w:val="0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winiarskie</w:t>
            </w:r>
          </w:p>
          <w:p w14:paraId="12129486" w14:textId="77777777" w:rsidR="00625323" w:rsidRPr="00625323" w:rsidRDefault="00625323" w:rsidP="00625323">
            <w:pPr>
              <w:pStyle w:val="Akapitzlist"/>
              <w:numPr>
                <w:ilvl w:val="0"/>
                <w:numId w:val="29"/>
              </w:numPr>
              <w:suppressAutoHyphens w:val="0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piwo</w:t>
            </w:r>
          </w:p>
          <w:p w14:paraId="6DD89A04" w14:textId="77777777" w:rsidR="00625323" w:rsidRPr="00625323" w:rsidRDefault="00625323" w:rsidP="00625323">
            <w:pPr>
              <w:pStyle w:val="Akapitzlist"/>
              <w:numPr>
                <w:ilvl w:val="0"/>
                <w:numId w:val="29"/>
              </w:numPr>
              <w:suppressAutoHyphens w:val="0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paliwa-silnikowe</w:t>
            </w:r>
          </w:p>
          <w:p w14:paraId="29997448" w14:textId="77777777" w:rsidR="00625323" w:rsidRPr="00625323" w:rsidRDefault="00625323" w:rsidP="00625323">
            <w:pPr>
              <w:pStyle w:val="Akapitzlist"/>
              <w:numPr>
                <w:ilvl w:val="0"/>
                <w:numId w:val="29"/>
              </w:numPr>
              <w:suppressAutoHyphens w:val="0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tytoniowe</w:t>
            </w:r>
          </w:p>
          <w:p w14:paraId="7F0EA620" w14:textId="77777777" w:rsidR="00625323" w:rsidRPr="00625323" w:rsidRDefault="00625323" w:rsidP="00625323">
            <w:pPr>
              <w:pStyle w:val="Akapitzlist"/>
              <w:numPr>
                <w:ilvl w:val="0"/>
                <w:numId w:val="29"/>
              </w:numPr>
              <w:suppressAutoHyphens w:val="0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paliwa-opalowe</w:t>
            </w:r>
          </w:p>
          <w:p w14:paraId="70080DC3" w14:textId="77777777" w:rsidR="00625323" w:rsidRPr="00625323" w:rsidRDefault="00625323" w:rsidP="00625323">
            <w:pPr>
              <w:pStyle w:val="Akapitzlist"/>
              <w:numPr>
                <w:ilvl w:val="0"/>
                <w:numId w:val="29"/>
              </w:numPr>
              <w:suppressAutoHyphens w:val="0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gaz-do-</w:t>
            </w: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napedu</w:t>
            </w:r>
            <w:proofErr w:type="spellEnd"/>
          </w:p>
          <w:p w14:paraId="0004E0AA" w14:textId="77777777" w:rsidR="00625323" w:rsidRPr="00625323" w:rsidRDefault="00625323" w:rsidP="00625323">
            <w:pPr>
              <w:pStyle w:val="Akapitzlist"/>
              <w:numPr>
                <w:ilvl w:val="0"/>
                <w:numId w:val="29"/>
              </w:numPr>
              <w:suppressAutoHyphens w:val="0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wyroby-gazowe</w:t>
            </w:r>
          </w:p>
          <w:p w14:paraId="562B7FBF" w14:textId="77777777" w:rsidR="00625323" w:rsidRPr="00625323" w:rsidRDefault="00625323" w:rsidP="00625323">
            <w:pPr>
              <w:pStyle w:val="Akapitzlist"/>
              <w:numPr>
                <w:ilvl w:val="0"/>
                <w:numId w:val="29"/>
              </w:numPr>
              <w:suppressAutoHyphens w:val="0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oleje-smarowe</w:t>
            </w:r>
          </w:p>
          <w:p w14:paraId="5DD09FBF" w14:textId="77777777" w:rsidR="00625323" w:rsidRPr="00625323" w:rsidRDefault="00625323" w:rsidP="00625323">
            <w:pPr>
              <w:pStyle w:val="Akapitzlist"/>
              <w:numPr>
                <w:ilvl w:val="0"/>
                <w:numId w:val="29"/>
              </w:numPr>
              <w:suppressAutoHyphens w:val="0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susz-tytoniowy</w:t>
            </w:r>
          </w:p>
          <w:p w14:paraId="278D5687" w14:textId="77777777" w:rsidR="00625323" w:rsidRPr="00625323" w:rsidRDefault="00625323" w:rsidP="00625323">
            <w:pPr>
              <w:pStyle w:val="Akapitzlist"/>
              <w:numPr>
                <w:ilvl w:val="0"/>
                <w:numId w:val="29"/>
              </w:numPr>
              <w:suppressAutoHyphens w:val="0"/>
              <w:contextualSpacing/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weglowe</w:t>
            </w:r>
            <w:proofErr w:type="spellEnd"/>
          </w:p>
          <w:p w14:paraId="743D4159" w14:textId="77777777" w:rsidR="00625323" w:rsidRPr="00625323" w:rsidRDefault="00625323" w:rsidP="00625323">
            <w:pPr>
              <w:pStyle w:val="Akapitzlist"/>
              <w:numPr>
                <w:ilvl w:val="0"/>
                <w:numId w:val="29"/>
              </w:numPr>
              <w:suppressAutoHyphens w:val="0"/>
              <w:contextualSpacing/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plyn</w:t>
            </w:r>
            <w:proofErr w:type="spellEnd"/>
            <w:r w:rsidRPr="00625323">
              <w:rPr>
                <w:rFonts w:ascii="Lato" w:hAnsi="Lato"/>
                <w:sz w:val="20"/>
                <w:szCs w:val="20"/>
              </w:rPr>
              <w:t>-papierosy</w:t>
            </w:r>
          </w:p>
          <w:p w14:paraId="6D00D809" w14:textId="77777777" w:rsidR="00625323" w:rsidRPr="00625323" w:rsidRDefault="00625323" w:rsidP="00625323">
            <w:pPr>
              <w:pStyle w:val="Akapitzlist"/>
              <w:numPr>
                <w:ilvl w:val="0"/>
                <w:numId w:val="29"/>
              </w:numPr>
              <w:suppressAutoHyphens w:val="0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nowatorskie</w:t>
            </w:r>
          </w:p>
          <w:p w14:paraId="546CAFE7" w14:textId="77777777" w:rsidR="00625323" w:rsidRPr="00625323" w:rsidRDefault="00625323" w:rsidP="00625323">
            <w:pPr>
              <w:pStyle w:val="Akapitzlist"/>
              <w:numPr>
                <w:ilvl w:val="0"/>
                <w:numId w:val="29"/>
              </w:numPr>
              <w:suppressAutoHyphens w:val="0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energia-elektryczna</w:t>
            </w:r>
          </w:p>
          <w:p w14:paraId="68A51AA4" w14:textId="77777777" w:rsidR="00625323" w:rsidRPr="00625323" w:rsidRDefault="00625323" w:rsidP="00625323">
            <w:pPr>
              <w:pStyle w:val="Akapitzlist"/>
              <w:numPr>
                <w:ilvl w:val="0"/>
                <w:numId w:val="29"/>
              </w:numPr>
              <w:suppressAutoHyphens w:val="0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wyroby-akcyzowe</w:t>
            </w:r>
          </w:p>
          <w:p w14:paraId="20FBEABC" w14:textId="77777777" w:rsidR="00625323" w:rsidRPr="00625323" w:rsidRDefault="00625323" w:rsidP="00625323">
            <w:pPr>
              <w:pStyle w:val="Akapitzlist"/>
              <w:numPr>
                <w:ilvl w:val="0"/>
                <w:numId w:val="29"/>
              </w:numPr>
              <w:suppressAutoHyphens w:val="0"/>
              <w:contextualSpacing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saszetki-nikotynowe</w:t>
            </w:r>
          </w:p>
          <w:p w14:paraId="7B68EA03" w14:textId="77777777" w:rsidR="00625323" w:rsidRPr="00625323" w:rsidRDefault="00625323" w:rsidP="00625323">
            <w:pPr>
              <w:pStyle w:val="Akapitzlist"/>
              <w:numPr>
                <w:ilvl w:val="0"/>
                <w:numId w:val="29"/>
              </w:numPr>
              <w:suppressAutoHyphens w:val="0"/>
              <w:contextualSpacing/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inne-wyroby-nikotynowe</w:t>
            </w:r>
            <w:proofErr w:type="spellEnd"/>
          </w:p>
          <w:p w14:paraId="02E66C61" w14:textId="77777777" w:rsidR="00625323" w:rsidRPr="00625323" w:rsidRDefault="00625323" w:rsidP="00625323">
            <w:pPr>
              <w:pStyle w:val="Akapitzlist"/>
              <w:numPr>
                <w:ilvl w:val="0"/>
                <w:numId w:val="29"/>
              </w:numPr>
              <w:suppressAutoHyphens w:val="0"/>
              <w:contextualSpacing/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urzadzenia</w:t>
            </w:r>
            <w:proofErr w:type="spellEnd"/>
            <w:r w:rsidRPr="00625323">
              <w:rPr>
                <w:rFonts w:ascii="Lato" w:hAnsi="Lato"/>
                <w:sz w:val="20"/>
                <w:szCs w:val="20"/>
              </w:rPr>
              <w:t>-do-waporyzacji</w:t>
            </w:r>
          </w:p>
          <w:p w14:paraId="5CD87F4E" w14:textId="77777777" w:rsidR="00625323" w:rsidRPr="00625323" w:rsidRDefault="00625323" w:rsidP="00625323">
            <w:pPr>
              <w:pStyle w:val="Akapitzlist"/>
              <w:numPr>
                <w:ilvl w:val="0"/>
                <w:numId w:val="29"/>
              </w:numPr>
              <w:suppressAutoHyphens w:val="0"/>
              <w:contextualSpacing/>
              <w:rPr>
                <w:rFonts w:ascii="Lato" w:hAnsi="Lato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</w:rPr>
              <w:t>zestawy-czesci-do-waporyzacji</w:t>
            </w:r>
            <w:proofErr w:type="spellEnd"/>
          </w:p>
          <w:p w14:paraId="4605115E" w14:textId="125D0A0F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</w:p>
        </w:tc>
      </w:tr>
      <w:tr w:rsidR="00F5041C" w:rsidRPr="00625323" w14:paraId="7492BE2C" w14:textId="77777777" w:rsidTr="00625323">
        <w:tc>
          <w:tcPr>
            <w:tcW w:w="2249" w:type="dxa"/>
          </w:tcPr>
          <w:p w14:paraId="4ACEC0A8" w14:textId="3C96A0E2" w:rsidR="00F5041C" w:rsidRPr="00625323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ZDocNo</w:t>
            </w:r>
            <w:proofErr w:type="spellEnd"/>
          </w:p>
        </w:tc>
        <w:tc>
          <w:tcPr>
            <w:tcW w:w="918" w:type="dxa"/>
          </w:tcPr>
          <w:p w14:paraId="78C1BE2D" w14:textId="79A6E486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3BA9B9B0" w14:textId="1299F480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>=1..40</w:t>
            </w:r>
          </w:p>
        </w:tc>
        <w:tc>
          <w:tcPr>
            <w:tcW w:w="3246" w:type="dxa"/>
          </w:tcPr>
          <w:p w14:paraId="794559CB" w14:textId="374583E1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Numer dokumentu</w:t>
            </w:r>
          </w:p>
        </w:tc>
      </w:tr>
      <w:tr w:rsidR="00F5041C" w:rsidRPr="00625323" w14:paraId="32EECF1F" w14:textId="77777777" w:rsidTr="00625323">
        <w:tc>
          <w:tcPr>
            <w:tcW w:w="2249" w:type="dxa"/>
          </w:tcPr>
          <w:p w14:paraId="37911049" w14:textId="0E8CA7EA" w:rsidR="00F5041C" w:rsidRPr="00625323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ZShortages</w:t>
            </w:r>
            <w:proofErr w:type="spellEnd"/>
          </w:p>
        </w:tc>
        <w:tc>
          <w:tcPr>
            <w:tcW w:w="918" w:type="dxa"/>
          </w:tcPr>
          <w:p w14:paraId="532A829B" w14:textId="451272B5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20E15618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3246" w:type="dxa"/>
          </w:tcPr>
          <w:p w14:paraId="7FB08BC4" w14:textId="6FC75428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Rodzaje ubytków. Możliwe wartości to: UB (ubytek) lub CZ (całkowite zniszczenie).</w:t>
            </w:r>
          </w:p>
        </w:tc>
      </w:tr>
      <w:tr w:rsidR="00F5041C" w:rsidRPr="00625323" w14:paraId="1C45ABF6" w14:textId="77777777" w:rsidTr="00625323">
        <w:tc>
          <w:tcPr>
            <w:tcW w:w="2249" w:type="dxa"/>
          </w:tcPr>
          <w:p w14:paraId="4D1CF1FF" w14:textId="37E2CCEA" w:rsidR="00F5041C" w:rsidRPr="00625323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ZFormNo</w:t>
            </w:r>
            <w:proofErr w:type="spellEnd"/>
          </w:p>
        </w:tc>
        <w:tc>
          <w:tcPr>
            <w:tcW w:w="918" w:type="dxa"/>
          </w:tcPr>
          <w:p w14:paraId="6A7CA245" w14:textId="12DC10F7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4A6A1AB7" w14:textId="1F83930C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>=1..4</w:t>
            </w:r>
          </w:p>
        </w:tc>
        <w:tc>
          <w:tcPr>
            <w:tcW w:w="3246" w:type="dxa"/>
          </w:tcPr>
          <w:p w14:paraId="638FBCAA" w14:textId="15ACF97F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Numer formularza załącznika. Podatnik może załączyć wiele formularzy załącznika tego samego typu.</w:t>
            </w:r>
          </w:p>
        </w:tc>
      </w:tr>
      <w:tr w:rsidR="00F5041C" w:rsidRPr="00625323" w14:paraId="7F18DD6A" w14:textId="77777777" w:rsidTr="00625323">
        <w:tc>
          <w:tcPr>
            <w:tcW w:w="2249" w:type="dxa"/>
          </w:tcPr>
          <w:p w14:paraId="0EDDE4D4" w14:textId="77F31707" w:rsidR="00F5041C" w:rsidRPr="00625323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ZProvinceCode</w:t>
            </w:r>
            <w:proofErr w:type="spellEnd"/>
          </w:p>
        </w:tc>
        <w:tc>
          <w:tcPr>
            <w:tcW w:w="918" w:type="dxa"/>
          </w:tcPr>
          <w:p w14:paraId="71A0599A" w14:textId="43C75A8F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51E9F2E5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>=2</w:t>
            </w:r>
          </w:p>
          <w:p w14:paraId="2F9A58D1" w14:textId="171817F5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\d{2}</w:t>
            </w:r>
          </w:p>
        </w:tc>
        <w:tc>
          <w:tcPr>
            <w:tcW w:w="3246" w:type="dxa"/>
          </w:tcPr>
          <w:p w14:paraId="4F4E04BE" w14:textId="125BC08A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Dwucyfrowy kod TERYT województwa</w:t>
            </w:r>
          </w:p>
        </w:tc>
      </w:tr>
      <w:tr w:rsidR="00F5041C" w:rsidRPr="00625323" w14:paraId="5F0D125B" w14:textId="77777777" w:rsidTr="00625323">
        <w:tc>
          <w:tcPr>
            <w:tcW w:w="2249" w:type="dxa"/>
          </w:tcPr>
          <w:p w14:paraId="0B94DC0E" w14:textId="138618E2" w:rsidR="00F5041C" w:rsidRPr="00625323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ZDistrictCode</w:t>
            </w:r>
            <w:proofErr w:type="spellEnd"/>
          </w:p>
        </w:tc>
        <w:tc>
          <w:tcPr>
            <w:tcW w:w="918" w:type="dxa"/>
          </w:tcPr>
          <w:p w14:paraId="68CAB710" w14:textId="1A755831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22C50B39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>=2</w:t>
            </w:r>
          </w:p>
          <w:p w14:paraId="43DDC092" w14:textId="7C4C3EC1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\d{2}</w:t>
            </w:r>
          </w:p>
        </w:tc>
        <w:tc>
          <w:tcPr>
            <w:tcW w:w="3246" w:type="dxa"/>
          </w:tcPr>
          <w:p w14:paraId="2D318020" w14:textId="14106309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Dwucyfrowy kod TERYT powiatu</w:t>
            </w:r>
          </w:p>
        </w:tc>
      </w:tr>
      <w:tr w:rsidR="00F5041C" w:rsidRPr="00625323" w14:paraId="7277330A" w14:textId="77777777" w:rsidTr="00625323">
        <w:tc>
          <w:tcPr>
            <w:tcW w:w="2249" w:type="dxa"/>
          </w:tcPr>
          <w:p w14:paraId="1DBACC73" w14:textId="61EDF048" w:rsidR="00F5041C" w:rsidRPr="00625323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ZCommuneCode</w:t>
            </w:r>
            <w:proofErr w:type="spellEnd"/>
          </w:p>
        </w:tc>
        <w:tc>
          <w:tcPr>
            <w:tcW w:w="918" w:type="dxa"/>
          </w:tcPr>
          <w:p w14:paraId="2242258E" w14:textId="0027D87F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13A9278D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>=2</w:t>
            </w:r>
          </w:p>
          <w:p w14:paraId="5EA780E4" w14:textId="5B5F148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\d{7}</w:t>
            </w:r>
          </w:p>
        </w:tc>
        <w:tc>
          <w:tcPr>
            <w:tcW w:w="3246" w:type="dxa"/>
          </w:tcPr>
          <w:p w14:paraId="5B088F88" w14:textId="69A3721D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Siedmiocyfrowy kod TERYT gminy, rozpoczyna się kodem województwa oraz powiatu</w:t>
            </w:r>
          </w:p>
        </w:tc>
      </w:tr>
      <w:tr w:rsidR="00F5041C" w:rsidRPr="00625323" w14:paraId="1E555D93" w14:textId="77777777" w:rsidTr="00625323">
        <w:tc>
          <w:tcPr>
            <w:tcW w:w="2249" w:type="dxa"/>
          </w:tcPr>
          <w:p w14:paraId="28A3EED2" w14:textId="4BF38D78" w:rsidR="00F5041C" w:rsidRPr="00625323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ZVersion</w:t>
            </w:r>
            <w:proofErr w:type="spellEnd"/>
          </w:p>
        </w:tc>
        <w:tc>
          <w:tcPr>
            <w:tcW w:w="918" w:type="dxa"/>
          </w:tcPr>
          <w:p w14:paraId="340DAB0F" w14:textId="59870FDB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0B681DD8" w14:textId="2D78278A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\d+(_)\d+</w:t>
            </w:r>
          </w:p>
        </w:tc>
        <w:tc>
          <w:tcPr>
            <w:tcW w:w="3246" w:type="dxa"/>
          </w:tcPr>
          <w:p w14:paraId="7591B0F2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Oznaczenie wersji schematu, z którą zgodny jest komunikat.</w:t>
            </w:r>
          </w:p>
          <w:p w14:paraId="713E2F9E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Format: V_R, gdzie:</w:t>
            </w:r>
          </w:p>
          <w:p w14:paraId="79B5BC67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 xml:space="preserve">V - co najmniej jedna cyfra oznaczająca główną wersję, </w:t>
            </w:r>
          </w:p>
          <w:p w14:paraId="344D8E35" w14:textId="4C09ACEF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R - co najmniej jedna cyfra oznaczającą wersję pośrednią.</w:t>
            </w:r>
          </w:p>
        </w:tc>
      </w:tr>
      <w:tr w:rsidR="00F5041C" w:rsidRPr="00625323" w14:paraId="686EB1EE" w14:textId="77777777" w:rsidTr="00625323">
        <w:tc>
          <w:tcPr>
            <w:tcW w:w="2249" w:type="dxa"/>
          </w:tcPr>
          <w:p w14:paraId="658F08E9" w14:textId="79ACD352" w:rsidR="00F5041C" w:rsidRPr="00625323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ZSelfRef</w:t>
            </w:r>
            <w:proofErr w:type="spellEnd"/>
          </w:p>
        </w:tc>
        <w:tc>
          <w:tcPr>
            <w:tcW w:w="918" w:type="dxa"/>
          </w:tcPr>
          <w:p w14:paraId="3B55AF68" w14:textId="7633E526" w:rsidR="00F5041C" w:rsidRPr="00625323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1" w:type="dxa"/>
          </w:tcPr>
          <w:p w14:paraId="6136FDAC" w14:textId="3FEAE674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\d{11}\d{6}[0-9A-Z]{19}</w:t>
            </w:r>
          </w:p>
        </w:tc>
        <w:tc>
          <w:tcPr>
            <w:tcW w:w="3246" w:type="dxa"/>
          </w:tcPr>
          <w:p w14:paraId="3197CF87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Identyfikator (numer własny) komunikatu.</w:t>
            </w:r>
          </w:p>
          <w:p w14:paraId="28012A49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 xml:space="preserve">Format: </w:t>
            </w:r>
          </w:p>
          <w:p w14:paraId="4FC00DDB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- identyfikator: 11 cyfr dla, NIP lub PESEL, w przypadku NIP dopisujemy 0;</w:t>
            </w:r>
          </w:p>
          <w:p w14:paraId="15E07483" w14:textId="77777777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- okres: 6 znaków, rok i miesiąc;</w:t>
            </w:r>
          </w:p>
          <w:p w14:paraId="15AEA7F9" w14:textId="5EE272EB" w:rsidR="00F5041C" w:rsidRPr="00625323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lastRenderedPageBreak/>
              <w:t>- numer własny dokumentu: 19 znaków [0-9][A-Z].</w:t>
            </w:r>
          </w:p>
        </w:tc>
      </w:tr>
    </w:tbl>
    <w:p w14:paraId="70EC4F48" w14:textId="24ECAEEF" w:rsidR="00DC1A87" w:rsidRPr="00625323" w:rsidRDefault="00DC1A87" w:rsidP="006616AB">
      <w:pPr>
        <w:pStyle w:val="Nagwek2"/>
      </w:pPr>
      <w:bookmarkStart w:id="42" w:name="_Toc198021030"/>
      <w:r w:rsidRPr="00625323">
        <w:lastRenderedPageBreak/>
        <w:t>Typy złożone w ramach Types_</w:t>
      </w:r>
      <w:r w:rsidR="0076130B" w:rsidRPr="00625323">
        <w:t>Z</w:t>
      </w:r>
      <w:r w:rsidR="007F0909" w:rsidRPr="00625323">
        <w:t>13</w:t>
      </w:r>
      <w:r w:rsidRPr="00625323">
        <w:t>.xsd</w:t>
      </w:r>
      <w:bookmarkEnd w:id="42"/>
    </w:p>
    <w:p w14:paraId="11A68A09" w14:textId="7B08CC0F" w:rsidR="00AB3E1C" w:rsidRPr="00625323" w:rsidRDefault="00F872D3" w:rsidP="006616AB">
      <w:pPr>
        <w:pStyle w:val="Nagwek3"/>
        <w:numPr>
          <w:ilvl w:val="2"/>
          <w:numId w:val="12"/>
        </w:numPr>
      </w:pPr>
      <w:bookmarkStart w:id="43" w:name="_Toc198021031"/>
      <w:r w:rsidRPr="00625323">
        <w:t>&lt;</w:t>
      </w:r>
      <w:proofErr w:type="spellStart"/>
      <w:r w:rsidRPr="00625323">
        <w:rPr>
          <w:rStyle w:val="polegwne"/>
          <w:rFonts w:ascii="Lato" w:hAnsi="Lato" w:cs="Open Sans"/>
          <w:bCs w:val="0"/>
          <w:sz w:val="24"/>
          <w:szCs w:val="24"/>
          <w:lang w:val="pl-PL"/>
        </w:rPr>
        <w:t>ZConcession</w:t>
      </w:r>
      <w:proofErr w:type="spellEnd"/>
      <w:r w:rsidRPr="00625323">
        <w:rPr>
          <w:rStyle w:val="polegwne"/>
          <w:rFonts w:ascii="Lato" w:hAnsi="Lato" w:cs="Open Sans"/>
          <w:bCs w:val="0"/>
          <w:sz w:val="24"/>
          <w:szCs w:val="24"/>
          <w:lang w:val="pl-PL"/>
        </w:rPr>
        <w:t>&gt;</w:t>
      </w:r>
      <w:r w:rsidRPr="00625323">
        <w:rPr>
          <w:rStyle w:val="polegwne"/>
          <w:rFonts w:ascii="Lato" w:hAnsi="Lato" w:cs="Open Sans"/>
          <w:sz w:val="24"/>
          <w:szCs w:val="24"/>
          <w:lang w:val="pl-PL"/>
        </w:rPr>
        <w:t xml:space="preserve"> - </w:t>
      </w:r>
      <w:r w:rsidRPr="00625323">
        <w:t>Dane o zezwoleniu/koncesji.</w:t>
      </w:r>
      <w:bookmarkEnd w:id="43"/>
    </w:p>
    <w:p w14:paraId="39C98EDE" w14:textId="694E9362" w:rsidR="00AB3E1C" w:rsidRPr="00625323" w:rsidRDefault="00AB3E1C" w:rsidP="00B10596">
      <w:pPr>
        <w:pStyle w:val="Z2PodpisRysunkuTabeli"/>
        <w:rPr>
          <w:b/>
        </w:rPr>
      </w:pPr>
      <w:r w:rsidRPr="00625323">
        <w:t>W przypadku gdy w ramach właściwości miejscowej jednego naczelnika urzędu</w:t>
      </w:r>
      <w:r w:rsidRPr="00625323">
        <w:cr/>
        <w:t>skarbowego podatnik posiada więcej niż jedno zezwolenie/koncesję , podatnik powinien złożyć tyle załączników, ile zezwoleń/koncesji posiada.</w:t>
      </w:r>
    </w:p>
    <w:p w14:paraId="7AAB843D" w14:textId="0C8B256C" w:rsidR="007A46A6" w:rsidRPr="00625323" w:rsidRDefault="007A46A6" w:rsidP="007A46A6">
      <w:pPr>
        <w:pStyle w:val="Legenda"/>
        <w:keepNext/>
      </w:pPr>
      <w:bookmarkStart w:id="44" w:name="_Toc198021072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8</w:t>
        </w:r>
      </w:fldSimple>
      <w:r w:rsidRPr="00625323">
        <w:t xml:space="preserve">.Struktura danych&lt; </w:t>
      </w:r>
      <w:proofErr w:type="spellStart"/>
      <w:r w:rsidRPr="00625323">
        <w:t>ZConcession</w:t>
      </w:r>
      <w:proofErr w:type="spellEnd"/>
      <w:r w:rsidRPr="00625323">
        <w:t xml:space="preserve"> &gt; - Dane o zezwoleniu/koncesji</w:t>
      </w:r>
      <w:bookmarkEnd w:id="44"/>
    </w:p>
    <w:tbl>
      <w:tblPr>
        <w:tblStyle w:val="Tabela-Siatka"/>
        <w:tblW w:w="8510" w:type="dxa"/>
        <w:tblLayout w:type="fixed"/>
        <w:tblLook w:val="01E0" w:firstRow="1" w:lastRow="1" w:firstColumn="1" w:lastColumn="1" w:noHBand="0" w:noVBand="0"/>
      </w:tblPr>
      <w:tblGrid>
        <w:gridCol w:w="1696"/>
        <w:gridCol w:w="1560"/>
        <w:gridCol w:w="1559"/>
        <w:gridCol w:w="3695"/>
      </w:tblGrid>
      <w:tr w:rsidR="00395B98" w:rsidRPr="00625323" w14:paraId="5F655E02" w14:textId="77777777" w:rsidTr="009E6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96" w:type="dxa"/>
          </w:tcPr>
          <w:p w14:paraId="667498D7" w14:textId="024C5B80" w:rsidR="00395B98" w:rsidRPr="00625323" w:rsidRDefault="00395B98" w:rsidP="00395B98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Pole/Atrybut</w:t>
            </w:r>
          </w:p>
        </w:tc>
        <w:tc>
          <w:tcPr>
            <w:tcW w:w="1560" w:type="dxa"/>
          </w:tcPr>
          <w:p w14:paraId="2F7F41AD" w14:textId="6675C96F" w:rsidR="00395B98" w:rsidRPr="00625323" w:rsidRDefault="00395B98" w:rsidP="00395B98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Typ</w:t>
            </w:r>
          </w:p>
        </w:tc>
        <w:tc>
          <w:tcPr>
            <w:tcW w:w="1559" w:type="dxa"/>
          </w:tcPr>
          <w:p w14:paraId="2218661F" w14:textId="2B63D215" w:rsidR="00395B98" w:rsidRPr="00625323" w:rsidRDefault="00395B98" w:rsidP="00395B98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Liczebność/</w:t>
            </w:r>
          </w:p>
          <w:p w14:paraId="1D1269F6" w14:textId="77777777" w:rsidR="00395B98" w:rsidRPr="00625323" w:rsidRDefault="00395B98" w:rsidP="00395B98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Wymagany</w:t>
            </w:r>
          </w:p>
        </w:tc>
        <w:tc>
          <w:tcPr>
            <w:tcW w:w="3695" w:type="dxa"/>
          </w:tcPr>
          <w:p w14:paraId="1CF78992" w14:textId="77777777" w:rsidR="00395B98" w:rsidRPr="00625323" w:rsidRDefault="00395B98" w:rsidP="00395B98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Opis</w:t>
            </w:r>
          </w:p>
        </w:tc>
      </w:tr>
      <w:tr w:rsidR="00395B98" w:rsidRPr="00625323" w14:paraId="621CED1B" w14:textId="77777777" w:rsidTr="009E6415">
        <w:tc>
          <w:tcPr>
            <w:tcW w:w="1696" w:type="dxa"/>
          </w:tcPr>
          <w:p w14:paraId="7CE07016" w14:textId="2686BEB1" w:rsidR="00395B98" w:rsidRPr="00625323" w:rsidRDefault="00395B98" w:rsidP="00F51610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formNumber</w:t>
            </w:r>
          </w:p>
        </w:tc>
        <w:tc>
          <w:tcPr>
            <w:tcW w:w="1560" w:type="dxa"/>
          </w:tcPr>
          <w:p w14:paraId="4FBD98EA" w14:textId="77777777" w:rsidR="00395B98" w:rsidRPr="00625323" w:rsidRDefault="00395B98" w:rsidP="00F51610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  <w:p w14:paraId="75EFCF76" w14:textId="37A030EF" w:rsidR="00395B98" w:rsidRPr="00625323" w:rsidRDefault="00395B98" w:rsidP="00F51610">
            <w:pPr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length = 1..2</w:t>
            </w:r>
          </w:p>
        </w:tc>
        <w:tc>
          <w:tcPr>
            <w:tcW w:w="1559" w:type="dxa"/>
          </w:tcPr>
          <w:p w14:paraId="4938FF0B" w14:textId="40075FB7" w:rsidR="00395B98" w:rsidRPr="00625323" w:rsidRDefault="00395B98" w:rsidP="00F51610">
            <w:pPr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3695" w:type="dxa"/>
          </w:tcPr>
          <w:p w14:paraId="23BE99BF" w14:textId="77777777" w:rsidR="00395B98" w:rsidRPr="00625323" w:rsidRDefault="00395B98" w:rsidP="00F51610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Numer załącznika.</w:t>
            </w:r>
          </w:p>
        </w:tc>
      </w:tr>
      <w:tr w:rsidR="00395B98" w:rsidRPr="00625323" w14:paraId="0E19C436" w14:textId="77777777" w:rsidTr="009E6415">
        <w:tc>
          <w:tcPr>
            <w:tcW w:w="1696" w:type="dxa"/>
          </w:tcPr>
          <w:p w14:paraId="2BD8B6BE" w14:textId="4733A3FD" w:rsidR="00395B98" w:rsidRPr="00625323" w:rsidRDefault="00395B98" w:rsidP="00F51610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numberOfConcession</w:t>
            </w:r>
          </w:p>
        </w:tc>
        <w:tc>
          <w:tcPr>
            <w:tcW w:w="1560" w:type="dxa"/>
          </w:tcPr>
          <w:p w14:paraId="17821832" w14:textId="77777777" w:rsidR="00395B98" w:rsidRPr="00625323" w:rsidRDefault="00395B98" w:rsidP="00F51610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  <w:p w14:paraId="1777134B" w14:textId="74E6E1B2" w:rsidR="00395B98" w:rsidRPr="00625323" w:rsidRDefault="00395B98" w:rsidP="00F51610">
            <w:pPr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length = 50</w:t>
            </w:r>
          </w:p>
        </w:tc>
        <w:tc>
          <w:tcPr>
            <w:tcW w:w="1559" w:type="dxa"/>
          </w:tcPr>
          <w:p w14:paraId="33E7591C" w14:textId="0BF6D5DC" w:rsidR="00395B98" w:rsidRPr="00625323" w:rsidRDefault="00395B98" w:rsidP="00F51610">
            <w:pPr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3695" w:type="dxa"/>
          </w:tcPr>
          <w:p w14:paraId="2BA5AE3A" w14:textId="77777777" w:rsidR="00395B98" w:rsidRPr="00625323" w:rsidRDefault="00395B98" w:rsidP="00F51610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Numer zezwolenia/koncesji.</w:t>
            </w:r>
          </w:p>
        </w:tc>
      </w:tr>
      <w:tr w:rsidR="00395B98" w:rsidRPr="00625323" w14:paraId="7EFA2E0F" w14:textId="77777777" w:rsidTr="009E6415">
        <w:tc>
          <w:tcPr>
            <w:tcW w:w="1696" w:type="dxa"/>
          </w:tcPr>
          <w:p w14:paraId="5A6A3C01" w14:textId="23270E9B" w:rsidR="00395B98" w:rsidRPr="00625323" w:rsidRDefault="00395B98" w:rsidP="00F51610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licensingAuthority</w:t>
            </w:r>
          </w:p>
        </w:tc>
        <w:tc>
          <w:tcPr>
            <w:tcW w:w="1560" w:type="dxa"/>
          </w:tcPr>
          <w:p w14:paraId="586D57F5" w14:textId="77777777" w:rsidR="00395B98" w:rsidRPr="00625323" w:rsidRDefault="00395B98" w:rsidP="00F51610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  <w:p w14:paraId="05DCA4E8" w14:textId="75D43A3A" w:rsidR="00395B98" w:rsidRPr="00625323" w:rsidRDefault="00395B98" w:rsidP="00F51610">
            <w:pPr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length = 50</w:t>
            </w:r>
          </w:p>
        </w:tc>
        <w:tc>
          <w:tcPr>
            <w:tcW w:w="1559" w:type="dxa"/>
          </w:tcPr>
          <w:p w14:paraId="388CD113" w14:textId="4E2BEAD4" w:rsidR="00395B98" w:rsidRPr="00625323" w:rsidRDefault="00395B98" w:rsidP="00F51610">
            <w:pPr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3695" w:type="dxa"/>
          </w:tcPr>
          <w:p w14:paraId="20C6A023" w14:textId="77777777" w:rsidR="00395B98" w:rsidRPr="00625323" w:rsidRDefault="00395B98" w:rsidP="00F51610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Organ wydający zezwolenie/koncesję.</w:t>
            </w:r>
          </w:p>
        </w:tc>
      </w:tr>
      <w:tr w:rsidR="00395B98" w:rsidRPr="00625323" w14:paraId="0BBD380B" w14:textId="77777777" w:rsidTr="009E6415">
        <w:tc>
          <w:tcPr>
            <w:tcW w:w="1696" w:type="dxa"/>
          </w:tcPr>
          <w:p w14:paraId="6D7BE1D2" w14:textId="32B2CAA7" w:rsidR="00395B98" w:rsidRPr="00625323" w:rsidRDefault="00395B98" w:rsidP="00F51610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licenseIssueDate</w:t>
            </w:r>
          </w:p>
        </w:tc>
        <w:tc>
          <w:tcPr>
            <w:tcW w:w="1560" w:type="dxa"/>
          </w:tcPr>
          <w:p w14:paraId="600FDDEB" w14:textId="69CAB64F" w:rsidR="00395B98" w:rsidRPr="00625323" w:rsidRDefault="00395B98" w:rsidP="00F51610">
            <w:pPr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date</w:t>
            </w:r>
          </w:p>
        </w:tc>
        <w:tc>
          <w:tcPr>
            <w:tcW w:w="1559" w:type="dxa"/>
          </w:tcPr>
          <w:p w14:paraId="449329BA" w14:textId="7CAEFC3E" w:rsidR="00395B98" w:rsidRPr="00625323" w:rsidRDefault="00395B98" w:rsidP="00F51610">
            <w:pPr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3695" w:type="dxa"/>
          </w:tcPr>
          <w:p w14:paraId="04715B03" w14:textId="77777777" w:rsidR="00395B98" w:rsidRPr="00625323" w:rsidRDefault="00395B98" w:rsidP="00F51610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Data wydania zezwolenia.</w:t>
            </w:r>
          </w:p>
        </w:tc>
      </w:tr>
      <w:tr w:rsidR="00510A50" w:rsidRPr="00625323" w14:paraId="6FC44A80" w14:textId="77777777" w:rsidTr="009E6415">
        <w:tc>
          <w:tcPr>
            <w:tcW w:w="1696" w:type="dxa"/>
          </w:tcPr>
          <w:p w14:paraId="41324F1D" w14:textId="10152716" w:rsidR="00510A50" w:rsidRPr="00625323" w:rsidRDefault="00510A50" w:rsidP="00F51610">
            <w:pPr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totalOfTax</w:t>
            </w:r>
          </w:p>
        </w:tc>
        <w:tc>
          <w:tcPr>
            <w:tcW w:w="1560" w:type="dxa"/>
          </w:tcPr>
          <w:p w14:paraId="24FC0C4A" w14:textId="7E968914" w:rsidR="00510A50" w:rsidRPr="00625323" w:rsidRDefault="00510A50" w:rsidP="00F51610">
            <w:pPr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ZAmountP</w:t>
            </w:r>
          </w:p>
        </w:tc>
        <w:tc>
          <w:tcPr>
            <w:tcW w:w="1559" w:type="dxa"/>
          </w:tcPr>
          <w:p w14:paraId="4211E646" w14:textId="5BC162E7" w:rsidR="00510A50" w:rsidRPr="00625323" w:rsidRDefault="00510A50" w:rsidP="00F51610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3695" w:type="dxa"/>
          </w:tcPr>
          <w:p w14:paraId="516D78E8" w14:textId="77777777" w:rsidR="00510A50" w:rsidRPr="00625323" w:rsidRDefault="00510A50" w:rsidP="00F51610">
            <w:pPr>
              <w:rPr>
                <w:rFonts w:ascii="Lato" w:hAnsi="Lato" w:cs="Open Sans"/>
                <w:sz w:val="20"/>
                <w:szCs w:val="20"/>
                <w:lang w:eastAsia="pl-PL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Suma kwot podatku.</w:t>
            </w:r>
          </w:p>
        </w:tc>
      </w:tr>
    </w:tbl>
    <w:p w14:paraId="0BB41916" w14:textId="4E6A6769" w:rsidR="00F5041C" w:rsidRPr="00625323" w:rsidRDefault="00F5041C" w:rsidP="00F5041C">
      <w:pPr>
        <w:pStyle w:val="Legenda"/>
        <w:keepNext/>
      </w:pPr>
      <w:bookmarkStart w:id="45" w:name="_Toc198021097"/>
      <w:r w:rsidRPr="00625323">
        <w:t xml:space="preserve">Rysunek </w:t>
      </w:r>
      <w:fldSimple w:instr=" SEQ Rysunek \* ARABIC ">
        <w:r w:rsidR="00625323" w:rsidRPr="00625323">
          <w:rPr>
            <w:noProof/>
          </w:rPr>
          <w:t>1</w:t>
        </w:r>
      </w:fldSimple>
      <w:r w:rsidRPr="00625323">
        <w:t>. Struktura elementu Dane o zwolnieniu/koncesji –&lt;</w:t>
      </w:r>
      <w:proofErr w:type="spellStart"/>
      <w:r w:rsidRPr="00625323">
        <w:t>ZConcession</w:t>
      </w:r>
      <w:proofErr w:type="spellEnd"/>
      <w:r w:rsidRPr="00625323">
        <w:t>&gt;</w:t>
      </w:r>
      <w:bookmarkEnd w:id="45"/>
    </w:p>
    <w:p w14:paraId="6F784819" w14:textId="77777777" w:rsidR="00501531" w:rsidRPr="00625323" w:rsidRDefault="00AB3E1C" w:rsidP="00501531">
      <w:pPr>
        <w:keepNext/>
        <w:rPr>
          <w:rFonts w:ascii="Lato" w:hAnsi="Lato"/>
        </w:rPr>
      </w:pPr>
      <w:r w:rsidRPr="00625323">
        <w:rPr>
          <w:rFonts w:ascii="Lato" w:hAnsi="Lato" w:cs="Open Sans"/>
          <w:noProof/>
        </w:rPr>
        <w:drawing>
          <wp:inline distT="0" distB="0" distL="0" distR="0" wp14:anchorId="1F7F93BF" wp14:editId="204F77E5">
            <wp:extent cx="5472430" cy="1496060"/>
            <wp:effectExtent l="19050" t="19050" r="13970" b="27940"/>
            <wp:docPr id="7" name="Obraz 7" descr="Rysunek przedstawia strukturę elementu &lt;ZConcession&gt;&#10;Dane o zezwoleniu/koncesji. &#10;W przypadku gdy w ramach właściwości miejscowej jednego naczelnika urzędu skarbowego podatnik posiada więcej niż jedno zezwolenie/koncesję , podatnik powinien złożyć tyle załączników, ile zezwoleń/koncesji posiada.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Rysunek przedstawia strukturę elementu &lt;ZConcession&gt;&#10;Dane o zezwoleniu/koncesji. &#10;W przypadku gdy w ramach właściwości miejscowej jednego naczelnika urzędu skarbowego podatnik posiada więcej niż jedno zezwolenie/koncesję , podatnik powinien złożyć tyle załączników, ile zezwoleń/koncesji posiada.&#10;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430" cy="14960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81A4737" w14:textId="1B8945ED" w:rsidR="00382538" w:rsidRPr="00625323" w:rsidRDefault="00382538" w:rsidP="006616AB">
      <w:pPr>
        <w:pStyle w:val="Nagwek3"/>
        <w:numPr>
          <w:ilvl w:val="2"/>
          <w:numId w:val="12"/>
        </w:numPr>
      </w:pPr>
      <w:bookmarkStart w:id="46" w:name="_Toc198021032"/>
      <w:r w:rsidRPr="00625323">
        <w:t>&lt;</w:t>
      </w:r>
      <w:proofErr w:type="spellStart"/>
      <w:r w:rsidRPr="00625323">
        <w:rPr>
          <w:rStyle w:val="pole"/>
          <w:rFonts w:ascii="Lato" w:hAnsi="Lato" w:cs="Open Sans"/>
          <w:noProof w:val="0"/>
          <w:sz w:val="28"/>
          <w:szCs w:val="28"/>
          <w:lang w:val="pl-PL"/>
        </w:rPr>
        <w:t>ZStateMonopoly</w:t>
      </w:r>
      <w:proofErr w:type="spellEnd"/>
      <w:r w:rsidRPr="00625323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t xml:space="preserve">&gt; - </w:t>
      </w:r>
      <w:r w:rsidRPr="00625323">
        <w:t>Dane o realizacji monopolu państwa.</w:t>
      </w:r>
      <w:bookmarkEnd w:id="46"/>
    </w:p>
    <w:p w14:paraId="12A0F4FB" w14:textId="79344EAC" w:rsidR="00382538" w:rsidRPr="00625323" w:rsidRDefault="00382538" w:rsidP="00382538">
      <w:pPr>
        <w:rPr>
          <w:rFonts w:ascii="Lato" w:hAnsi="Lato" w:cs="Open Sans"/>
        </w:rPr>
      </w:pPr>
      <w:r w:rsidRPr="00625323">
        <w:rPr>
          <w:rFonts w:ascii="Lato" w:hAnsi="Lato" w:cs="Open Sans"/>
        </w:rPr>
        <w:t xml:space="preserve">Dotyczy wyłącznie podmiotów prowadzących działalność w zakresie loterii pieniężnych i gry </w:t>
      </w:r>
      <w:proofErr w:type="spellStart"/>
      <w:r w:rsidRPr="00625323">
        <w:rPr>
          <w:rFonts w:ascii="Lato" w:hAnsi="Lato" w:cs="Open Sans"/>
        </w:rPr>
        <w:t>telebingo</w:t>
      </w:r>
      <w:proofErr w:type="spellEnd"/>
      <w:r w:rsidRPr="00625323">
        <w:rPr>
          <w:rFonts w:ascii="Lato" w:hAnsi="Lato" w:cs="Open Sans"/>
        </w:rPr>
        <w:t>.</w:t>
      </w:r>
    </w:p>
    <w:p w14:paraId="5A026F94" w14:textId="5BE48905" w:rsidR="007A46A6" w:rsidRPr="00625323" w:rsidRDefault="007A46A6" w:rsidP="007A46A6">
      <w:pPr>
        <w:pStyle w:val="Legenda"/>
        <w:keepNext/>
      </w:pPr>
      <w:bookmarkStart w:id="47" w:name="_Toc198021073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9</w:t>
        </w:r>
      </w:fldSimple>
      <w:r w:rsidRPr="00625323">
        <w:t>.Struktura danych&lt;</w:t>
      </w:r>
      <w:proofErr w:type="spellStart"/>
      <w:r w:rsidRPr="00625323">
        <w:t>ZStateMonopoly</w:t>
      </w:r>
      <w:proofErr w:type="spellEnd"/>
      <w:r w:rsidRPr="00625323">
        <w:t xml:space="preserve"> &gt; - Dane o realizacji monopolu państwa.</w:t>
      </w:r>
      <w:bookmarkEnd w:id="47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559"/>
        <w:gridCol w:w="3827"/>
      </w:tblGrid>
      <w:tr w:rsidR="00382538" w:rsidRPr="00625323" w14:paraId="0143A7B0" w14:textId="77777777" w:rsidTr="006713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43E301EC" w14:textId="77777777" w:rsidR="00382538" w:rsidRPr="00625323" w:rsidRDefault="00382538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76CD922C" w14:textId="77777777" w:rsidR="00382538" w:rsidRPr="00625323" w:rsidRDefault="00382538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Liczebność/</w:t>
            </w:r>
          </w:p>
          <w:p w14:paraId="476DA136" w14:textId="77777777" w:rsidR="00382538" w:rsidRPr="00625323" w:rsidRDefault="00382538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Wymagany</w:t>
            </w:r>
          </w:p>
        </w:tc>
        <w:tc>
          <w:tcPr>
            <w:tcW w:w="1559" w:type="dxa"/>
          </w:tcPr>
          <w:p w14:paraId="53CE7EF1" w14:textId="77777777" w:rsidR="00382538" w:rsidRPr="00625323" w:rsidRDefault="00382538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Typ</w:t>
            </w:r>
          </w:p>
        </w:tc>
        <w:tc>
          <w:tcPr>
            <w:tcW w:w="3827" w:type="dxa"/>
          </w:tcPr>
          <w:p w14:paraId="33E8B3BA" w14:textId="77777777" w:rsidR="00382538" w:rsidRPr="00625323" w:rsidRDefault="00382538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Opis</w:t>
            </w:r>
          </w:p>
        </w:tc>
      </w:tr>
      <w:tr w:rsidR="00382538" w:rsidRPr="00625323" w14:paraId="54B251C8" w14:textId="77777777" w:rsidTr="00671395">
        <w:tc>
          <w:tcPr>
            <w:tcW w:w="1838" w:type="dxa"/>
          </w:tcPr>
          <w:p w14:paraId="1B84B87F" w14:textId="77777777" w:rsidR="00382538" w:rsidRPr="00625323" w:rsidRDefault="00382538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data</w:t>
            </w:r>
          </w:p>
        </w:tc>
        <w:tc>
          <w:tcPr>
            <w:tcW w:w="1418" w:type="dxa"/>
          </w:tcPr>
          <w:p w14:paraId="4DA6A466" w14:textId="77777777" w:rsidR="00382538" w:rsidRPr="00625323" w:rsidRDefault="00382538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0CFDAE3E" w14:textId="77777777" w:rsidR="00382538" w:rsidRPr="00625323" w:rsidRDefault="00382538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  <w:p w14:paraId="7B123FC2" w14:textId="77777777" w:rsidR="00382538" w:rsidRPr="00625323" w:rsidRDefault="00382538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length = ..1024</w:t>
            </w:r>
          </w:p>
        </w:tc>
        <w:tc>
          <w:tcPr>
            <w:tcW w:w="3827" w:type="dxa"/>
          </w:tcPr>
          <w:p w14:paraId="0625015F" w14:textId="77777777" w:rsidR="00382538" w:rsidRPr="00625323" w:rsidRDefault="00382538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Dane o utworzeniu jednoosobowej spółki Skarbu Państwa - art.5 ust.1 i 2 ustawy.</w:t>
            </w:r>
          </w:p>
        </w:tc>
      </w:tr>
      <w:tr w:rsidR="00382538" w:rsidRPr="00625323" w14:paraId="617DC150" w14:textId="77777777" w:rsidTr="00671395">
        <w:tc>
          <w:tcPr>
            <w:tcW w:w="1838" w:type="dxa"/>
          </w:tcPr>
          <w:p w14:paraId="57F84F4E" w14:textId="77777777" w:rsidR="00382538" w:rsidRPr="00625323" w:rsidRDefault="00382538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creationDate</w:t>
            </w:r>
          </w:p>
        </w:tc>
        <w:tc>
          <w:tcPr>
            <w:tcW w:w="1418" w:type="dxa"/>
          </w:tcPr>
          <w:p w14:paraId="6C074185" w14:textId="77777777" w:rsidR="00382538" w:rsidRPr="00625323" w:rsidRDefault="00382538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6D697184" w14:textId="4D2007EC" w:rsidR="00382538" w:rsidRPr="00625323" w:rsidRDefault="00382538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fldChar w:fldCharType="begin"/>
            </w:r>
            <w:r w:rsidRPr="00625323">
              <w:rPr>
                <w:rFonts w:ascii="Lato" w:hAnsi="Lato" w:cs="Open Sans"/>
                <w:noProof/>
                <w:sz w:val="20"/>
                <w:szCs w:val="20"/>
              </w:rPr>
              <w:instrText xml:space="preserve"> REF ZDate \h  \* MERGEFORMAT </w:instrText>
            </w: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fldChar w:fldCharType="separate"/>
            </w:r>
            <w:r w:rsidR="00625323" w:rsidRPr="00625323">
              <w:rPr>
                <w:rFonts w:ascii="Lato" w:hAnsi="Lato" w:cs="Open Sans"/>
                <w:b/>
                <w:bCs/>
                <w:noProof/>
                <w:sz w:val="20"/>
                <w:szCs w:val="20"/>
              </w:rPr>
              <w:t>Błąd! Nie można odnaleźć źródła odwołania.</w:t>
            </w: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827" w:type="dxa"/>
          </w:tcPr>
          <w:p w14:paraId="0134CBDE" w14:textId="77777777" w:rsidR="00382538" w:rsidRPr="00625323" w:rsidRDefault="00382538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Data utworzenia.</w:t>
            </w:r>
          </w:p>
        </w:tc>
      </w:tr>
    </w:tbl>
    <w:p w14:paraId="506F636A" w14:textId="25B5EB09" w:rsidR="00F5041C" w:rsidRPr="00625323" w:rsidRDefault="00F5041C" w:rsidP="00F5041C">
      <w:pPr>
        <w:pStyle w:val="Legenda"/>
        <w:keepNext/>
      </w:pPr>
      <w:bookmarkStart w:id="48" w:name="_Toc198021098"/>
      <w:r w:rsidRPr="00625323">
        <w:lastRenderedPageBreak/>
        <w:t xml:space="preserve">Rysunek </w:t>
      </w:r>
      <w:fldSimple w:instr=" SEQ Rysunek \* ARABIC ">
        <w:r w:rsidR="00625323" w:rsidRPr="00625323">
          <w:rPr>
            <w:noProof/>
          </w:rPr>
          <w:t>2</w:t>
        </w:r>
      </w:fldSimple>
      <w:r w:rsidRPr="00625323">
        <w:t xml:space="preserve">. Struktura elementu Informacja o kwotach wpłat dziennych - </w:t>
      </w:r>
      <w:proofErr w:type="spellStart"/>
      <w:r w:rsidRPr="00625323">
        <w:t>ZDailyAmount</w:t>
      </w:r>
      <w:bookmarkEnd w:id="48"/>
      <w:proofErr w:type="spellEnd"/>
    </w:p>
    <w:p w14:paraId="717459CD" w14:textId="77777777" w:rsidR="00501531" w:rsidRPr="00625323" w:rsidRDefault="00382538" w:rsidP="00501531">
      <w:pPr>
        <w:keepNext/>
        <w:rPr>
          <w:rFonts w:ascii="Lato" w:hAnsi="Lato"/>
        </w:rPr>
      </w:pPr>
      <w:r w:rsidRPr="00625323">
        <w:rPr>
          <w:rFonts w:ascii="Lato" w:hAnsi="Lato" w:cs="Open Sans"/>
          <w:noProof/>
        </w:rPr>
        <w:drawing>
          <wp:inline distT="0" distB="0" distL="0" distR="0" wp14:anchorId="2E2C6347" wp14:editId="580AE037">
            <wp:extent cx="3352800" cy="768985"/>
            <wp:effectExtent l="19050" t="19050" r="19050" b="12065"/>
            <wp:docPr id="22" name="Obraz 22" descr="Rysunek przedstawia strukturę elementu &lt;ZStateMonopoly &gt;&#10;Dane o realizacji monopolu państw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Obraz 22" descr="Rysunek przedstawia strukturę elementu &lt;ZStateMonopoly &gt;&#10;Dane o realizacji monopolu państwa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7689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99D8429" w14:textId="03498008" w:rsidR="00F872D3" w:rsidRPr="00625323" w:rsidRDefault="00F872D3" w:rsidP="006616AB">
      <w:pPr>
        <w:pStyle w:val="Nagwek3"/>
        <w:numPr>
          <w:ilvl w:val="2"/>
          <w:numId w:val="12"/>
        </w:numPr>
      </w:pPr>
      <w:bookmarkStart w:id="49" w:name="_Toc198021033"/>
      <w:r w:rsidRPr="00625323">
        <w:t>&lt;</w:t>
      </w:r>
      <w:proofErr w:type="spellStart"/>
      <w:r w:rsidRPr="00625323">
        <w:rPr>
          <w:rStyle w:val="polegwne"/>
          <w:rFonts w:ascii="Lato" w:hAnsi="Lato" w:cs="Open Sans"/>
          <w:bCs w:val="0"/>
          <w:sz w:val="24"/>
          <w:szCs w:val="24"/>
          <w:lang w:val="pl-PL"/>
        </w:rPr>
        <w:t>ZCalculOfAmountOfExciseDuty</w:t>
      </w:r>
      <w:proofErr w:type="spellEnd"/>
      <w:r w:rsidRPr="00625323">
        <w:rPr>
          <w:rStyle w:val="polegwne"/>
          <w:rFonts w:ascii="Lato" w:hAnsi="Lato" w:cs="Open Sans"/>
          <w:bCs w:val="0"/>
          <w:sz w:val="24"/>
          <w:szCs w:val="24"/>
          <w:lang w:val="pl-PL"/>
        </w:rPr>
        <w:t>&gt; -</w:t>
      </w:r>
      <w:r w:rsidRPr="00625323">
        <w:rPr>
          <w:rStyle w:val="polegwne"/>
          <w:rFonts w:ascii="Lato" w:hAnsi="Lato" w:cs="Open Sans"/>
          <w:sz w:val="24"/>
          <w:szCs w:val="24"/>
          <w:lang w:val="pl-PL"/>
        </w:rPr>
        <w:t xml:space="preserve"> </w:t>
      </w:r>
      <w:r w:rsidRPr="00625323">
        <w:t>Dane dotyczące obliczenia kwoty podatku akcyzowego</w:t>
      </w:r>
      <w:bookmarkEnd w:id="49"/>
    </w:p>
    <w:p w14:paraId="63F90BE4" w14:textId="299CFD65" w:rsidR="007A46A6" w:rsidRPr="00625323" w:rsidRDefault="007A46A6" w:rsidP="007A46A6">
      <w:pPr>
        <w:pStyle w:val="Legenda"/>
        <w:keepNext/>
      </w:pPr>
      <w:bookmarkStart w:id="50" w:name="_Toc198021074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10</w:t>
        </w:r>
      </w:fldSimple>
      <w:r w:rsidRPr="00625323">
        <w:t>.Struktura danych &lt;</w:t>
      </w:r>
      <w:proofErr w:type="spellStart"/>
      <w:r w:rsidRPr="00625323">
        <w:t>ZCalculOfAmountOfExciseDuty</w:t>
      </w:r>
      <w:proofErr w:type="spellEnd"/>
      <w:r w:rsidRPr="00625323">
        <w:t>&gt; - Dane dotyczące obliczenia kwoty podatku akcyzowego</w:t>
      </w:r>
      <w:bookmarkEnd w:id="50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559"/>
        <w:gridCol w:w="3827"/>
      </w:tblGrid>
      <w:tr w:rsidR="00F10996" w:rsidRPr="00625323" w14:paraId="7AF6BAD0" w14:textId="77777777" w:rsidTr="009E6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4412ACF3" w14:textId="6031277F" w:rsidR="00F10996" w:rsidRPr="00625323" w:rsidRDefault="00F10996" w:rsidP="00F10996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1B81B854" w14:textId="77777777" w:rsidR="00F10996" w:rsidRPr="00625323" w:rsidRDefault="00F10996" w:rsidP="00DC7826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Liczebność/</w:t>
            </w:r>
          </w:p>
          <w:p w14:paraId="5A891E05" w14:textId="77777777" w:rsidR="00F10996" w:rsidRPr="00625323" w:rsidRDefault="00F10996" w:rsidP="00DC7826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Wymagany</w:t>
            </w:r>
          </w:p>
        </w:tc>
        <w:tc>
          <w:tcPr>
            <w:tcW w:w="1559" w:type="dxa"/>
          </w:tcPr>
          <w:p w14:paraId="595185CC" w14:textId="77777777" w:rsidR="00F10996" w:rsidRPr="00625323" w:rsidRDefault="00F10996" w:rsidP="00DC7826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Typ</w:t>
            </w:r>
          </w:p>
        </w:tc>
        <w:tc>
          <w:tcPr>
            <w:tcW w:w="3827" w:type="dxa"/>
          </w:tcPr>
          <w:p w14:paraId="2786D71A" w14:textId="77777777" w:rsidR="00F10996" w:rsidRPr="00625323" w:rsidRDefault="00F10996" w:rsidP="00DC7826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Opis</w:t>
            </w:r>
          </w:p>
        </w:tc>
      </w:tr>
      <w:tr w:rsidR="00F10996" w:rsidRPr="00625323" w14:paraId="1CA334F3" w14:textId="77777777" w:rsidTr="009E6415">
        <w:tc>
          <w:tcPr>
            <w:tcW w:w="1838" w:type="dxa"/>
          </w:tcPr>
          <w:p w14:paraId="30C36063" w14:textId="2F69EBE9" w:rsidR="00F10996" w:rsidRPr="00625323" w:rsidRDefault="00F10996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totalAmountOfTax</w:t>
            </w:r>
          </w:p>
        </w:tc>
        <w:tc>
          <w:tcPr>
            <w:tcW w:w="1418" w:type="dxa"/>
          </w:tcPr>
          <w:p w14:paraId="52558DB5" w14:textId="77777777" w:rsidR="00F10996" w:rsidRPr="00625323" w:rsidRDefault="00F10996" w:rsidP="00C85471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559" w:type="dxa"/>
          </w:tcPr>
          <w:p w14:paraId="372A2721" w14:textId="4F6F2DEF" w:rsidR="00F10996" w:rsidRPr="00625323" w:rsidRDefault="00F51610" w:rsidP="00C5550E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</w:rPr>
            </w:pPr>
            <w:r w:rsidRPr="00625323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ZAmountT  \* MERGEFORMAT </w:instrText>
            </w:r>
            <w:r w:rsidRPr="00625323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odsylacz"/>
                <w:rFonts w:ascii="Lato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3827" w:type="dxa"/>
          </w:tcPr>
          <w:p w14:paraId="672BF6AD" w14:textId="77777777" w:rsidR="00F10996" w:rsidRPr="00625323" w:rsidRDefault="00F10996" w:rsidP="00C85471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Razem obliczony podatek.</w:t>
            </w:r>
          </w:p>
        </w:tc>
      </w:tr>
      <w:tr w:rsidR="00F10996" w:rsidRPr="00625323" w14:paraId="29977EF4" w14:textId="77777777" w:rsidTr="009E6415">
        <w:tc>
          <w:tcPr>
            <w:tcW w:w="1838" w:type="dxa"/>
          </w:tcPr>
          <w:p w14:paraId="0D020D57" w14:textId="77777777" w:rsidR="00F10996" w:rsidRPr="00625323" w:rsidRDefault="00F10996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reductions</w:t>
            </w:r>
          </w:p>
        </w:tc>
        <w:tc>
          <w:tcPr>
            <w:tcW w:w="1418" w:type="dxa"/>
          </w:tcPr>
          <w:p w14:paraId="22C66F0A" w14:textId="77777777" w:rsidR="00F10996" w:rsidRPr="00625323" w:rsidRDefault="00F10996" w:rsidP="00C85471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559" w:type="dxa"/>
          </w:tcPr>
          <w:p w14:paraId="319EA175" w14:textId="1BB4C0F1" w:rsidR="00F10996" w:rsidRPr="00625323" w:rsidRDefault="00F51610" w:rsidP="00C85471">
            <w:pPr>
              <w:spacing w:before="60" w:after="60"/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ZAmountT  \* MERGEFORMAT </w:instrText>
            </w:r>
            <w:r w:rsidRPr="00625323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odsylacz"/>
                <w:rFonts w:ascii="Lato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3827" w:type="dxa"/>
          </w:tcPr>
          <w:p w14:paraId="2DA4E2A4" w14:textId="77777777" w:rsidR="00F10996" w:rsidRPr="00625323" w:rsidRDefault="00F10996" w:rsidP="00C85471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Zwolnienia i obniżenia.</w:t>
            </w:r>
          </w:p>
        </w:tc>
      </w:tr>
      <w:tr w:rsidR="00F10996" w:rsidRPr="00625323" w14:paraId="2414603E" w14:textId="77777777" w:rsidTr="009E6415">
        <w:tc>
          <w:tcPr>
            <w:tcW w:w="1838" w:type="dxa"/>
          </w:tcPr>
          <w:p w14:paraId="4F88213D" w14:textId="10EB225E" w:rsidR="00F10996" w:rsidRPr="00625323" w:rsidRDefault="00F10996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totalOfTax</w:t>
            </w:r>
          </w:p>
        </w:tc>
        <w:tc>
          <w:tcPr>
            <w:tcW w:w="1418" w:type="dxa"/>
          </w:tcPr>
          <w:p w14:paraId="347011C7" w14:textId="77777777" w:rsidR="00F10996" w:rsidRPr="00625323" w:rsidRDefault="00F10996" w:rsidP="00C85471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559" w:type="dxa"/>
          </w:tcPr>
          <w:p w14:paraId="4A66D95B" w14:textId="6646802E" w:rsidR="00F10996" w:rsidRPr="00625323" w:rsidRDefault="00F51610" w:rsidP="00C85471">
            <w:pPr>
              <w:spacing w:before="60" w:after="60"/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ZAmountT  \* MERGEFORMAT </w:instrText>
            </w:r>
            <w:r w:rsidRPr="00625323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odsylacz"/>
                <w:rFonts w:ascii="Lato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3827" w:type="dxa"/>
          </w:tcPr>
          <w:p w14:paraId="66AD5EA2" w14:textId="77777777" w:rsidR="00F10996" w:rsidRPr="00625323" w:rsidRDefault="00F10996" w:rsidP="00C85471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Ogółem podatek.</w:t>
            </w:r>
          </w:p>
        </w:tc>
      </w:tr>
    </w:tbl>
    <w:p w14:paraId="290231DB" w14:textId="54347BFC" w:rsidR="00F5041C" w:rsidRPr="00625323" w:rsidRDefault="00F5041C" w:rsidP="00F5041C">
      <w:pPr>
        <w:pStyle w:val="Legenda"/>
        <w:keepNext/>
      </w:pPr>
      <w:bookmarkStart w:id="51" w:name="_Toc198021099"/>
      <w:r w:rsidRPr="00625323">
        <w:t xml:space="preserve">Rysunek </w:t>
      </w:r>
      <w:fldSimple w:instr=" SEQ Rysunek \* ARABIC ">
        <w:r w:rsidR="00625323" w:rsidRPr="00625323">
          <w:rPr>
            <w:noProof/>
          </w:rPr>
          <w:t>3</w:t>
        </w:r>
      </w:fldSimple>
      <w:r w:rsidRPr="00625323">
        <w:t xml:space="preserve">. Struktura elementu Dane dotyczące obliczenia kwoty podatku akcyzowego – </w:t>
      </w:r>
      <w:proofErr w:type="spellStart"/>
      <w:r w:rsidRPr="00625323">
        <w:t>ZCalculOfAmountOfExciseDuty</w:t>
      </w:r>
      <w:bookmarkEnd w:id="51"/>
      <w:proofErr w:type="spellEnd"/>
    </w:p>
    <w:p w14:paraId="53DBFABC" w14:textId="77777777" w:rsidR="00501531" w:rsidRPr="00625323" w:rsidRDefault="00256F19" w:rsidP="00501531">
      <w:pPr>
        <w:keepNext/>
        <w:rPr>
          <w:rFonts w:ascii="Lato" w:hAnsi="Lato"/>
        </w:rPr>
      </w:pPr>
      <w:r w:rsidRPr="00625323">
        <w:rPr>
          <w:rFonts w:ascii="Lato" w:hAnsi="Lato" w:cs="Open Sans"/>
          <w:noProof/>
        </w:rPr>
        <w:drawing>
          <wp:inline distT="0" distB="0" distL="0" distR="0" wp14:anchorId="341A4605" wp14:editId="686419DC">
            <wp:extent cx="3574415" cy="1011555"/>
            <wp:effectExtent l="19050" t="19050" r="26035" b="17145"/>
            <wp:docPr id="12" name="Obraz 12" descr="Rysunek przedstawia strukturę elementu &lt;ZCalculOfAmountOfExciseDuty&gt;&#10;Dane dotyczące obliczenia kwoty podatku akcyzow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 descr="Rysunek przedstawia strukturę elementu &lt;ZCalculOfAmountOfExciseDuty&gt;&#10;Dane dotyczące obliczenia kwoty podatku akcyzoweg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4415" cy="10115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09FF84" w14:textId="1E528456" w:rsidR="00F872D3" w:rsidRPr="00625323" w:rsidRDefault="002A4737" w:rsidP="006616AB">
      <w:pPr>
        <w:pStyle w:val="Nagwek3"/>
        <w:numPr>
          <w:ilvl w:val="2"/>
          <w:numId w:val="12"/>
        </w:numPr>
      </w:pPr>
      <w:bookmarkStart w:id="52" w:name="_Toc198021034"/>
      <w:r w:rsidRPr="00625323">
        <w:rPr>
          <w:rStyle w:val="polegwne"/>
          <w:rFonts w:ascii="Lato" w:hAnsi="Lato" w:cs="Open Sans"/>
          <w:bCs w:val="0"/>
          <w:sz w:val="24"/>
          <w:szCs w:val="24"/>
          <w:lang w:val="pl-PL"/>
        </w:rPr>
        <w:t>&lt;</w:t>
      </w:r>
      <w:r w:rsidR="00F872D3" w:rsidRPr="00625323">
        <w:rPr>
          <w:rStyle w:val="polegwne"/>
          <w:rFonts w:ascii="Lato" w:hAnsi="Lato" w:cs="Open Sans"/>
          <w:bCs w:val="0"/>
          <w:sz w:val="24"/>
          <w:szCs w:val="24"/>
          <w:lang w:val="pl-PL"/>
        </w:rPr>
        <w:t>ZDailyAmount&gt;</w:t>
      </w:r>
      <w:r w:rsidR="00F872D3" w:rsidRPr="00625323">
        <w:rPr>
          <w:rStyle w:val="polegwne"/>
          <w:rFonts w:ascii="Lato" w:hAnsi="Lato" w:cs="Open Sans"/>
          <w:sz w:val="24"/>
          <w:szCs w:val="24"/>
          <w:lang w:val="pl-PL"/>
        </w:rPr>
        <w:t xml:space="preserve"> - </w:t>
      </w:r>
      <w:r w:rsidR="00F872D3" w:rsidRPr="00625323">
        <w:t>Informacja o kwotach wpłat dziennych.</w:t>
      </w:r>
      <w:bookmarkEnd w:id="52"/>
    </w:p>
    <w:p w14:paraId="2A7611DF" w14:textId="11C5F1B9" w:rsidR="007A46A6" w:rsidRPr="00625323" w:rsidRDefault="007A46A6" w:rsidP="007A46A6">
      <w:pPr>
        <w:pStyle w:val="Legenda"/>
        <w:keepNext/>
      </w:pPr>
      <w:bookmarkStart w:id="53" w:name="_Toc198021075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11</w:t>
        </w:r>
      </w:fldSimple>
      <w:r w:rsidRPr="00625323">
        <w:t>.Struktura danych &lt;</w:t>
      </w:r>
      <w:proofErr w:type="spellStart"/>
      <w:r w:rsidRPr="00625323">
        <w:t>ZDailyAmount</w:t>
      </w:r>
      <w:proofErr w:type="spellEnd"/>
      <w:r w:rsidRPr="00625323">
        <w:t xml:space="preserve"> &gt; - Informacja o kwotach wpłat dziennych</w:t>
      </w:r>
      <w:bookmarkEnd w:id="53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559"/>
        <w:gridCol w:w="3827"/>
      </w:tblGrid>
      <w:tr w:rsidR="00D761D5" w:rsidRPr="00625323" w14:paraId="7691B0B3" w14:textId="77777777" w:rsidTr="009E6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44DBD53B" w14:textId="77777777" w:rsidR="00D761D5" w:rsidRPr="00625323" w:rsidRDefault="00D761D5" w:rsidP="00DC7826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40900A1B" w14:textId="77777777" w:rsidR="00D761D5" w:rsidRPr="00625323" w:rsidRDefault="00D761D5" w:rsidP="00DC7826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Liczebność/</w:t>
            </w:r>
          </w:p>
          <w:p w14:paraId="70E08732" w14:textId="77777777" w:rsidR="00D761D5" w:rsidRPr="00625323" w:rsidRDefault="00D761D5" w:rsidP="00DC7826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Wymagany</w:t>
            </w:r>
          </w:p>
        </w:tc>
        <w:tc>
          <w:tcPr>
            <w:tcW w:w="1559" w:type="dxa"/>
          </w:tcPr>
          <w:p w14:paraId="70AF7DC0" w14:textId="77777777" w:rsidR="00D761D5" w:rsidRPr="00625323" w:rsidRDefault="00D761D5" w:rsidP="00DC7826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Typ</w:t>
            </w:r>
          </w:p>
        </w:tc>
        <w:tc>
          <w:tcPr>
            <w:tcW w:w="3827" w:type="dxa"/>
          </w:tcPr>
          <w:p w14:paraId="177820DE" w14:textId="77777777" w:rsidR="00D761D5" w:rsidRPr="00625323" w:rsidRDefault="00D761D5" w:rsidP="00DC7826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Opis</w:t>
            </w:r>
          </w:p>
        </w:tc>
      </w:tr>
      <w:tr w:rsidR="00D761D5" w:rsidRPr="00625323" w14:paraId="25565F3F" w14:textId="77777777" w:rsidTr="009E6415">
        <w:tc>
          <w:tcPr>
            <w:tcW w:w="1838" w:type="dxa"/>
          </w:tcPr>
          <w:p w14:paraId="6FA3926F" w14:textId="02E44A7F" w:rsidR="00D761D5" w:rsidRPr="00625323" w:rsidRDefault="00D761D5" w:rsidP="007A46A6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taxObligationCreationDate</w:t>
            </w:r>
            <w:proofErr w:type="spellEnd"/>
          </w:p>
        </w:tc>
        <w:tc>
          <w:tcPr>
            <w:tcW w:w="1418" w:type="dxa"/>
          </w:tcPr>
          <w:p w14:paraId="7135ADB9" w14:textId="77777777" w:rsidR="00D761D5" w:rsidRPr="00625323" w:rsidRDefault="00D761D5" w:rsidP="007A46A6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required</w:t>
            </w:r>
            <w:proofErr w:type="spellEnd"/>
          </w:p>
        </w:tc>
        <w:tc>
          <w:tcPr>
            <w:tcW w:w="1559" w:type="dxa"/>
          </w:tcPr>
          <w:p w14:paraId="335686B9" w14:textId="3A8A9809" w:rsidR="00D761D5" w:rsidRPr="00625323" w:rsidRDefault="00F51610" w:rsidP="007A46A6">
            <w:pPr>
              <w:snapToGrid w:val="0"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fldChar w:fldCharType="begin"/>
            </w:r>
            <w:r w:rsidRPr="00625323">
              <w:rPr>
                <w:rFonts w:ascii="Lato" w:hAnsi="Lato"/>
                <w:sz w:val="20"/>
                <w:szCs w:val="20"/>
              </w:rPr>
              <w:instrText xml:space="preserve"> REF  ZDate \h  \* MERGEFORMAT </w:instrText>
            </w:r>
            <w:r w:rsidRPr="00625323">
              <w:rPr>
                <w:rFonts w:ascii="Lato" w:hAnsi="Lato"/>
                <w:sz w:val="20"/>
                <w:szCs w:val="20"/>
              </w:rPr>
              <w:fldChar w:fldCharType="separate"/>
            </w:r>
            <w:r w:rsidR="00625323" w:rsidRPr="00625323">
              <w:rPr>
                <w:rFonts w:ascii="Lato" w:hAnsi="Lato"/>
                <w:b/>
                <w:bCs/>
                <w:sz w:val="20"/>
                <w:szCs w:val="20"/>
              </w:rPr>
              <w:t>Błąd! Nie można odnaleźć źródła odwołania.</w:t>
            </w:r>
            <w:r w:rsidRPr="00625323">
              <w:rPr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3827" w:type="dxa"/>
          </w:tcPr>
          <w:p w14:paraId="197B2C12" w14:textId="6BFCC109" w:rsidR="00D761D5" w:rsidRPr="00625323" w:rsidRDefault="00D761D5" w:rsidP="007A46A6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Data powstania obowiązku podatkowego.</w:t>
            </w:r>
          </w:p>
        </w:tc>
      </w:tr>
      <w:tr w:rsidR="00D761D5" w:rsidRPr="00625323" w14:paraId="52FA14EC" w14:textId="77777777" w:rsidTr="009E6415">
        <w:tc>
          <w:tcPr>
            <w:tcW w:w="1838" w:type="dxa"/>
          </w:tcPr>
          <w:p w14:paraId="31D32810" w14:textId="77777777" w:rsidR="00D761D5" w:rsidRPr="00625323" w:rsidRDefault="00D761D5" w:rsidP="007A46A6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dueAmount</w:t>
            </w:r>
            <w:proofErr w:type="spellEnd"/>
          </w:p>
        </w:tc>
        <w:tc>
          <w:tcPr>
            <w:tcW w:w="1418" w:type="dxa"/>
          </w:tcPr>
          <w:p w14:paraId="0CB4AE2E" w14:textId="77777777" w:rsidR="00D761D5" w:rsidRPr="00625323" w:rsidRDefault="00D761D5" w:rsidP="007A46A6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optional</w:t>
            </w:r>
            <w:proofErr w:type="spellEnd"/>
          </w:p>
        </w:tc>
        <w:tc>
          <w:tcPr>
            <w:tcW w:w="1559" w:type="dxa"/>
          </w:tcPr>
          <w:p w14:paraId="0A8ACF50" w14:textId="6FAC725F" w:rsidR="00D761D5" w:rsidRPr="00625323" w:rsidRDefault="00D761D5" w:rsidP="007A46A6">
            <w:pPr>
              <w:snapToGrid w:val="0"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fldChar w:fldCharType="begin"/>
            </w:r>
            <w:r w:rsidRPr="00625323">
              <w:rPr>
                <w:rFonts w:ascii="Lato" w:hAnsi="Lato"/>
                <w:sz w:val="20"/>
                <w:szCs w:val="20"/>
              </w:rPr>
              <w:instrText xml:space="preserve"> REF ZAmountC \h  \* MERGEFORMAT </w:instrText>
            </w:r>
            <w:r w:rsidRPr="00625323">
              <w:rPr>
                <w:rFonts w:ascii="Lato" w:hAnsi="Lato"/>
                <w:sz w:val="20"/>
                <w:szCs w:val="20"/>
              </w:rPr>
              <w:fldChar w:fldCharType="separate"/>
            </w:r>
            <w:r w:rsidR="00625323" w:rsidRPr="00625323">
              <w:rPr>
                <w:rFonts w:ascii="Lato" w:hAnsi="Lato"/>
                <w:b/>
                <w:bCs/>
                <w:sz w:val="20"/>
                <w:szCs w:val="20"/>
              </w:rPr>
              <w:t xml:space="preserve">Błąd! Nie można odnaleźć </w:t>
            </w:r>
            <w:r w:rsidR="00625323" w:rsidRPr="00625323">
              <w:rPr>
                <w:rFonts w:ascii="Lato" w:hAnsi="Lato"/>
                <w:b/>
                <w:bCs/>
                <w:sz w:val="20"/>
                <w:szCs w:val="20"/>
              </w:rPr>
              <w:lastRenderedPageBreak/>
              <w:t>źródła odwołania.</w:t>
            </w:r>
            <w:r w:rsidRPr="00625323">
              <w:rPr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3827" w:type="dxa"/>
          </w:tcPr>
          <w:p w14:paraId="0A3FF72C" w14:textId="729B9BCA" w:rsidR="00D761D5" w:rsidRPr="00625323" w:rsidRDefault="00D761D5" w:rsidP="007A46A6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lastRenderedPageBreak/>
              <w:t>Kwota podatku akcyzowego z dnia powstania obowiązku podatkowego.</w:t>
            </w:r>
          </w:p>
        </w:tc>
      </w:tr>
      <w:tr w:rsidR="00D761D5" w:rsidRPr="00625323" w14:paraId="19706795" w14:textId="77777777" w:rsidTr="009E6415">
        <w:tc>
          <w:tcPr>
            <w:tcW w:w="1838" w:type="dxa"/>
          </w:tcPr>
          <w:p w14:paraId="5608926B" w14:textId="77777777" w:rsidR="00D761D5" w:rsidRPr="00625323" w:rsidRDefault="00D761D5" w:rsidP="007A46A6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dateOfPaym</w:t>
            </w:r>
            <w:proofErr w:type="spellEnd"/>
          </w:p>
        </w:tc>
        <w:tc>
          <w:tcPr>
            <w:tcW w:w="1418" w:type="dxa"/>
          </w:tcPr>
          <w:p w14:paraId="21E6030A" w14:textId="77777777" w:rsidR="00D761D5" w:rsidRPr="00625323" w:rsidRDefault="00D761D5" w:rsidP="007A46A6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optional</w:t>
            </w:r>
            <w:proofErr w:type="spellEnd"/>
          </w:p>
        </w:tc>
        <w:tc>
          <w:tcPr>
            <w:tcW w:w="1559" w:type="dxa"/>
          </w:tcPr>
          <w:p w14:paraId="100F6D41" w14:textId="2CFE0AC1" w:rsidR="00D761D5" w:rsidRPr="00625323" w:rsidRDefault="00D761D5" w:rsidP="007A46A6">
            <w:pPr>
              <w:snapToGrid w:val="0"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fldChar w:fldCharType="begin"/>
            </w:r>
            <w:r w:rsidRPr="00625323">
              <w:rPr>
                <w:rFonts w:ascii="Lato" w:hAnsi="Lato"/>
                <w:sz w:val="20"/>
                <w:szCs w:val="20"/>
              </w:rPr>
              <w:instrText xml:space="preserve"> REF ZDate \h  \* MERGEFORMAT </w:instrText>
            </w:r>
            <w:r w:rsidRPr="00625323">
              <w:rPr>
                <w:rFonts w:ascii="Lato" w:hAnsi="Lato"/>
                <w:sz w:val="20"/>
                <w:szCs w:val="20"/>
              </w:rPr>
              <w:fldChar w:fldCharType="separate"/>
            </w:r>
            <w:r w:rsidR="00625323" w:rsidRPr="00625323">
              <w:rPr>
                <w:rFonts w:ascii="Lato" w:hAnsi="Lato"/>
                <w:b/>
                <w:bCs/>
                <w:sz w:val="20"/>
                <w:szCs w:val="20"/>
              </w:rPr>
              <w:t>Błąd! Nie można odnaleźć źródła odwołania.</w:t>
            </w:r>
            <w:r w:rsidRPr="00625323">
              <w:rPr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3827" w:type="dxa"/>
          </w:tcPr>
          <w:p w14:paraId="3ADF0931" w14:textId="661D0E09" w:rsidR="00D761D5" w:rsidRPr="00625323" w:rsidRDefault="00D761D5" w:rsidP="007A46A6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Data dokonania wpłaty dziennej.</w:t>
            </w:r>
          </w:p>
        </w:tc>
      </w:tr>
      <w:tr w:rsidR="00D761D5" w:rsidRPr="00625323" w14:paraId="26636942" w14:textId="77777777" w:rsidTr="009E6415">
        <w:tc>
          <w:tcPr>
            <w:tcW w:w="1838" w:type="dxa"/>
          </w:tcPr>
          <w:p w14:paraId="79CBA39D" w14:textId="43E1FA8E" w:rsidR="00D761D5" w:rsidRPr="00625323" w:rsidRDefault="00D761D5" w:rsidP="007A46A6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amountOfExcessDailyPaymPrevDecl</w:t>
            </w:r>
            <w:proofErr w:type="spellEnd"/>
          </w:p>
        </w:tc>
        <w:tc>
          <w:tcPr>
            <w:tcW w:w="1418" w:type="dxa"/>
          </w:tcPr>
          <w:p w14:paraId="1450B40D" w14:textId="77777777" w:rsidR="00D761D5" w:rsidRPr="00625323" w:rsidRDefault="00D761D5" w:rsidP="007A46A6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optional</w:t>
            </w:r>
            <w:proofErr w:type="spellEnd"/>
          </w:p>
        </w:tc>
        <w:tc>
          <w:tcPr>
            <w:tcW w:w="1559" w:type="dxa"/>
          </w:tcPr>
          <w:p w14:paraId="77180D7E" w14:textId="5854CD69" w:rsidR="00D761D5" w:rsidRPr="00625323" w:rsidRDefault="00D761D5" w:rsidP="007A46A6">
            <w:pPr>
              <w:snapToGrid w:val="0"/>
              <w:rPr>
                <w:rFonts w:ascii="Lato" w:hAnsi="Lato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fldChar w:fldCharType="begin"/>
            </w:r>
            <w:r w:rsidRPr="00625323">
              <w:rPr>
                <w:rFonts w:ascii="Lato" w:hAnsi="Lato"/>
                <w:sz w:val="20"/>
                <w:szCs w:val="20"/>
              </w:rPr>
              <w:instrText xml:space="preserve"> REF ZAmountC \h  \* MERGEFORMAT </w:instrText>
            </w:r>
            <w:r w:rsidRPr="00625323">
              <w:rPr>
                <w:rFonts w:ascii="Lato" w:hAnsi="Lato"/>
                <w:sz w:val="20"/>
                <w:szCs w:val="20"/>
              </w:rPr>
              <w:fldChar w:fldCharType="separate"/>
            </w:r>
            <w:r w:rsidR="00625323" w:rsidRPr="00625323">
              <w:rPr>
                <w:rFonts w:ascii="Lato" w:hAnsi="Lato"/>
                <w:b/>
                <w:bCs/>
                <w:sz w:val="20"/>
                <w:szCs w:val="20"/>
              </w:rPr>
              <w:t>Błąd! Nie można odnaleźć źródła odwołania.</w:t>
            </w:r>
            <w:r w:rsidRPr="00625323">
              <w:rPr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3827" w:type="dxa"/>
          </w:tcPr>
          <w:p w14:paraId="70CA9282" w14:textId="218EF3B1" w:rsidR="00D761D5" w:rsidRPr="00625323" w:rsidRDefault="00D761D5" w:rsidP="007A46A6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Kwota nadwyżki wpłat z poprzedniej deklaracji zaliczona na poczet wpłat dziennych.</w:t>
            </w:r>
          </w:p>
        </w:tc>
      </w:tr>
      <w:tr w:rsidR="00D761D5" w:rsidRPr="00625323" w14:paraId="440678E5" w14:textId="77777777" w:rsidTr="009E6415">
        <w:tc>
          <w:tcPr>
            <w:tcW w:w="1838" w:type="dxa"/>
          </w:tcPr>
          <w:p w14:paraId="2F23DF39" w14:textId="2D9B1311" w:rsidR="00D761D5" w:rsidRPr="00625323" w:rsidRDefault="00D761D5" w:rsidP="007A46A6">
            <w:pPr>
              <w:snapToGrid w:val="0"/>
              <w:rPr>
                <w:rFonts w:ascii="Lato" w:hAnsi="Lato" w:cs="Open Sans"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/>
                <w:sz w:val="20"/>
                <w:szCs w:val="20"/>
                <w:lang w:val="en-GB"/>
              </w:rPr>
              <w:t>amountOfDailyPaym</w:t>
            </w:r>
            <w:proofErr w:type="spellEnd"/>
          </w:p>
        </w:tc>
        <w:tc>
          <w:tcPr>
            <w:tcW w:w="1418" w:type="dxa"/>
          </w:tcPr>
          <w:p w14:paraId="0E376467" w14:textId="77777777" w:rsidR="00D761D5" w:rsidRPr="00625323" w:rsidRDefault="00D761D5" w:rsidP="007A46A6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optional</w:t>
            </w:r>
            <w:proofErr w:type="spellEnd"/>
          </w:p>
        </w:tc>
        <w:tc>
          <w:tcPr>
            <w:tcW w:w="1559" w:type="dxa"/>
          </w:tcPr>
          <w:p w14:paraId="7E137CF6" w14:textId="7FD44626" w:rsidR="00D761D5" w:rsidRPr="00625323" w:rsidRDefault="00D761D5" w:rsidP="007A46A6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fldChar w:fldCharType="begin"/>
            </w:r>
            <w:r w:rsidRPr="00625323">
              <w:rPr>
                <w:rFonts w:ascii="Lato" w:hAnsi="Lato"/>
                <w:sz w:val="20"/>
                <w:szCs w:val="20"/>
              </w:rPr>
              <w:instrText xml:space="preserve"> REF ZAmountC \h  \* MERGEFORMAT </w:instrText>
            </w:r>
            <w:r w:rsidRPr="00625323">
              <w:rPr>
                <w:rFonts w:ascii="Lato" w:hAnsi="Lato"/>
                <w:sz w:val="20"/>
                <w:szCs w:val="20"/>
              </w:rPr>
              <w:fldChar w:fldCharType="separate"/>
            </w:r>
            <w:r w:rsidR="00625323" w:rsidRPr="00625323">
              <w:rPr>
                <w:rFonts w:ascii="Lato" w:hAnsi="Lato"/>
                <w:b/>
                <w:bCs/>
                <w:sz w:val="20"/>
                <w:szCs w:val="20"/>
              </w:rPr>
              <w:t>Błąd! Nie można odnaleźć źródła odwołania.</w:t>
            </w:r>
            <w:r w:rsidRPr="00625323">
              <w:rPr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3827" w:type="dxa"/>
          </w:tcPr>
          <w:p w14:paraId="4CADD663" w14:textId="7F554C7B" w:rsidR="00D761D5" w:rsidRPr="00625323" w:rsidRDefault="00D761D5" w:rsidP="007A46A6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Kwota dokonanej wpłaty dziennej.</w:t>
            </w:r>
          </w:p>
        </w:tc>
      </w:tr>
    </w:tbl>
    <w:p w14:paraId="7E3F4DD3" w14:textId="4AB1F5F9" w:rsidR="00F5041C" w:rsidRPr="00625323" w:rsidRDefault="00F5041C" w:rsidP="00F5041C">
      <w:pPr>
        <w:pStyle w:val="Legenda"/>
        <w:keepNext/>
      </w:pPr>
      <w:bookmarkStart w:id="54" w:name="_Toc198021100"/>
      <w:r w:rsidRPr="00625323">
        <w:t xml:space="preserve">Rysunek </w:t>
      </w:r>
      <w:fldSimple w:instr=" SEQ Rysunek \* ARABIC ">
        <w:r w:rsidR="00625323" w:rsidRPr="00625323">
          <w:rPr>
            <w:noProof/>
          </w:rPr>
          <w:t>4</w:t>
        </w:r>
      </w:fldSimple>
      <w:r w:rsidRPr="00625323">
        <w:t xml:space="preserve">. Struktura elementu Informacja o kwotach wpłat dziennych - </w:t>
      </w:r>
      <w:proofErr w:type="spellStart"/>
      <w:r w:rsidRPr="00625323">
        <w:t>ZDailyAmount</w:t>
      </w:r>
      <w:proofErr w:type="spellEnd"/>
      <w:r w:rsidRPr="00625323">
        <w:t>.</w:t>
      </w:r>
      <w:bookmarkEnd w:id="54"/>
    </w:p>
    <w:p w14:paraId="39BFB5E3" w14:textId="77777777" w:rsidR="007A46A6" w:rsidRPr="00625323" w:rsidRDefault="00683AD5" w:rsidP="007A46A6">
      <w:pPr>
        <w:keepNext/>
        <w:rPr>
          <w:rFonts w:ascii="Lato" w:hAnsi="Lato"/>
        </w:rPr>
      </w:pPr>
      <w:r w:rsidRPr="00625323">
        <w:rPr>
          <w:rFonts w:ascii="Lato" w:hAnsi="Lato" w:cs="Open Sans"/>
          <w:noProof/>
        </w:rPr>
        <w:drawing>
          <wp:inline distT="0" distB="0" distL="0" distR="0" wp14:anchorId="56CF08C9" wp14:editId="0D5ED2DC">
            <wp:extent cx="4502785" cy="1378585"/>
            <wp:effectExtent l="19050" t="19050" r="12065" b="12065"/>
            <wp:docPr id="14" name="Obraz 14" descr="Rysunek przedstawia strukturę elementu &lt;ZDailyAmount&gt;&#10;Informacja o kwotach wpłat dziennych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az 14" descr="Rysunek przedstawia strukturę elementu &lt;ZDailyAmount&gt;&#10;Informacja o kwotach wpłat dziennych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785" cy="13785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5546CD6" w14:textId="13BFDE73" w:rsidR="005241B7" w:rsidRPr="00625323" w:rsidRDefault="005241B7" w:rsidP="006616AB">
      <w:pPr>
        <w:pStyle w:val="Nagwek3"/>
        <w:numPr>
          <w:ilvl w:val="2"/>
          <w:numId w:val="12"/>
        </w:numPr>
      </w:pPr>
      <w:bookmarkStart w:id="55" w:name="_Toc198021035"/>
      <w:r w:rsidRPr="00625323">
        <w:t>&lt;</w:t>
      </w:r>
      <w:proofErr w:type="spellStart"/>
      <w:r w:rsidRPr="00625323">
        <w:t>ZStatement</w:t>
      </w:r>
      <w:proofErr w:type="spellEnd"/>
      <w:r w:rsidRPr="00625323">
        <w:t>&gt; Oświadczenie podatnika lub osoby reprezentującej podatnika.</w:t>
      </w:r>
      <w:bookmarkEnd w:id="55"/>
    </w:p>
    <w:p w14:paraId="534B69B5" w14:textId="64D83F6B" w:rsidR="007A46A6" w:rsidRPr="00625323" w:rsidRDefault="007A46A6" w:rsidP="007A46A6">
      <w:pPr>
        <w:pStyle w:val="Legenda"/>
        <w:keepNext/>
      </w:pPr>
      <w:bookmarkStart w:id="56" w:name="_Toc198021076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12</w:t>
        </w:r>
      </w:fldSimple>
      <w:r w:rsidRPr="00625323">
        <w:t>.Struktura danych &lt;</w:t>
      </w:r>
      <w:proofErr w:type="spellStart"/>
      <w:r w:rsidRPr="00625323">
        <w:t>ZStatement</w:t>
      </w:r>
      <w:proofErr w:type="spellEnd"/>
      <w:r w:rsidRPr="00625323">
        <w:t>&gt; - Oświadczenie podatnika lub osoby reprezentującej podatnika.</w:t>
      </w:r>
      <w:bookmarkEnd w:id="56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701"/>
        <w:gridCol w:w="3685"/>
      </w:tblGrid>
      <w:tr w:rsidR="005241B7" w:rsidRPr="00625323" w14:paraId="1DDF7C8A" w14:textId="77777777" w:rsidTr="007A46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38BCD2DF" w14:textId="77777777" w:rsidR="005241B7" w:rsidRPr="00625323" w:rsidRDefault="005241B7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3EF2985E" w14:textId="77777777" w:rsidR="005241B7" w:rsidRPr="00625323" w:rsidRDefault="005241B7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Liczebność/</w:t>
            </w:r>
          </w:p>
          <w:p w14:paraId="7BCC2270" w14:textId="77777777" w:rsidR="005241B7" w:rsidRPr="00625323" w:rsidRDefault="005241B7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Wymagany</w:t>
            </w:r>
          </w:p>
        </w:tc>
        <w:tc>
          <w:tcPr>
            <w:tcW w:w="1701" w:type="dxa"/>
          </w:tcPr>
          <w:p w14:paraId="61523027" w14:textId="77777777" w:rsidR="005241B7" w:rsidRPr="00625323" w:rsidRDefault="005241B7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Typ</w:t>
            </w:r>
          </w:p>
        </w:tc>
        <w:tc>
          <w:tcPr>
            <w:tcW w:w="3685" w:type="dxa"/>
          </w:tcPr>
          <w:p w14:paraId="290E1F9C" w14:textId="77777777" w:rsidR="005241B7" w:rsidRPr="00625323" w:rsidRDefault="005241B7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Opis</w:t>
            </w:r>
          </w:p>
        </w:tc>
      </w:tr>
      <w:tr w:rsidR="005241B7" w:rsidRPr="00625323" w14:paraId="05A7B7C7" w14:textId="77777777" w:rsidTr="00671395">
        <w:tc>
          <w:tcPr>
            <w:tcW w:w="1838" w:type="dxa"/>
          </w:tcPr>
          <w:p w14:paraId="21B97DF2" w14:textId="77777777" w:rsidR="005241B7" w:rsidRPr="00625323" w:rsidRDefault="005241B7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representative</w:t>
            </w:r>
          </w:p>
        </w:tc>
        <w:tc>
          <w:tcPr>
            <w:tcW w:w="1418" w:type="dxa"/>
          </w:tcPr>
          <w:p w14:paraId="64216F26" w14:textId="77777777" w:rsidR="005241B7" w:rsidRPr="00625323" w:rsidRDefault="005241B7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701" w:type="dxa"/>
          </w:tcPr>
          <w:p w14:paraId="71B1F485" w14:textId="4C48926C" w:rsidR="005241B7" w:rsidRPr="00625323" w:rsidRDefault="005241B7" w:rsidP="00671395">
            <w:pPr>
              <w:spacing w:before="60" w:after="60"/>
              <w:rPr>
                <w:rStyle w:val="pole"/>
                <w:rFonts w:ascii="Lato" w:hAnsi="Lato" w:cs="Open Sans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 w:cs="Consolas"/>
                <w:color w:val="000000"/>
                <w:sz w:val="20"/>
                <w:szCs w:val="20"/>
                <w:highlight w:val="white"/>
                <w:lang w:val="en-GB" w:eastAsia="pl-PL"/>
              </w:rPr>
              <w:t>ZRepresentative</w:t>
            </w:r>
            <w:proofErr w:type="spellEnd"/>
          </w:p>
        </w:tc>
        <w:tc>
          <w:tcPr>
            <w:tcW w:w="3685" w:type="dxa"/>
          </w:tcPr>
          <w:p w14:paraId="52FE8BD9" w14:textId="77777777" w:rsidR="005241B7" w:rsidRPr="00625323" w:rsidRDefault="005241B7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Dane podatnika lub osobę reprezentującą podatnika</w:t>
            </w:r>
          </w:p>
          <w:p w14:paraId="0A47F5A7" w14:textId="77777777" w:rsidR="005241B7" w:rsidRPr="00625323" w:rsidRDefault="005241B7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(Lista dokładnie jednoelementowa)</w:t>
            </w:r>
          </w:p>
        </w:tc>
      </w:tr>
      <w:tr w:rsidR="005241B7" w:rsidRPr="00625323" w14:paraId="253F9F78" w14:textId="77777777" w:rsidTr="00671395">
        <w:tc>
          <w:tcPr>
            <w:tcW w:w="1838" w:type="dxa"/>
          </w:tcPr>
          <w:p w14:paraId="0E41F1F0" w14:textId="77777777" w:rsidR="005241B7" w:rsidRPr="00625323" w:rsidRDefault="005241B7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declarationDate</w:t>
            </w:r>
          </w:p>
        </w:tc>
        <w:tc>
          <w:tcPr>
            <w:tcW w:w="1418" w:type="dxa"/>
          </w:tcPr>
          <w:p w14:paraId="12EB30D9" w14:textId="77777777" w:rsidR="005241B7" w:rsidRPr="00625323" w:rsidRDefault="005241B7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701" w:type="dxa"/>
          </w:tcPr>
          <w:p w14:paraId="63BDB232" w14:textId="7155A568" w:rsidR="005241B7" w:rsidRPr="00625323" w:rsidRDefault="005241B7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GB"/>
              </w:rPr>
              <w:fldChar w:fldCharType="begin"/>
            </w:r>
            <w:r w:rsidRPr="00625323">
              <w:rPr>
                <w:rFonts w:ascii="Lato" w:hAnsi="Lato" w:cs="Open Sans"/>
                <w:noProof/>
                <w:sz w:val="20"/>
                <w:szCs w:val="20"/>
              </w:rPr>
              <w:instrText xml:space="preserve"> REF ZDate \h  \* MERGEFORMAT </w:instrText>
            </w:r>
            <w:r w:rsidRPr="00625323">
              <w:rPr>
                <w:rFonts w:ascii="Lato" w:hAnsi="Lato" w:cs="Open Sans"/>
                <w:noProof/>
                <w:sz w:val="20"/>
                <w:szCs w:val="20"/>
                <w:lang w:val="en-GB"/>
              </w:rPr>
              <w:fldChar w:fldCharType="separate"/>
            </w:r>
            <w:r w:rsidR="00625323" w:rsidRPr="00625323">
              <w:rPr>
                <w:rFonts w:ascii="Lato" w:hAnsi="Lato" w:cs="Open Sans"/>
                <w:b/>
                <w:bCs/>
                <w:noProof/>
                <w:sz w:val="20"/>
                <w:szCs w:val="20"/>
              </w:rPr>
              <w:t>Błąd! Nie można odnaleźć źródła odwołania.</w:t>
            </w:r>
            <w:r w:rsidRPr="00625323">
              <w:rPr>
                <w:rFonts w:ascii="Lato" w:hAnsi="Lato" w:cs="Open Sans"/>
                <w:noProof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685" w:type="dxa"/>
          </w:tcPr>
          <w:p w14:paraId="7F6A1F4C" w14:textId="77777777" w:rsidR="005241B7" w:rsidRPr="00625323" w:rsidRDefault="005241B7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Data wypełnienia deklaracji wprowadzana zgodnie z datą na deklaracji</w:t>
            </w:r>
          </w:p>
        </w:tc>
      </w:tr>
    </w:tbl>
    <w:p w14:paraId="72A9B197" w14:textId="7CC3CAE8" w:rsidR="00F5041C" w:rsidRPr="00625323" w:rsidRDefault="00F5041C" w:rsidP="00F5041C">
      <w:pPr>
        <w:pStyle w:val="Legenda"/>
        <w:keepNext/>
      </w:pPr>
      <w:bookmarkStart w:id="57" w:name="_Toc198021101"/>
      <w:r w:rsidRPr="00625323">
        <w:lastRenderedPageBreak/>
        <w:t xml:space="preserve">Rysunek </w:t>
      </w:r>
      <w:fldSimple w:instr=" SEQ Rysunek \* ARABIC ">
        <w:r w:rsidR="00625323" w:rsidRPr="00625323">
          <w:rPr>
            <w:noProof/>
          </w:rPr>
          <w:t>5</w:t>
        </w:r>
      </w:fldSimple>
      <w:r w:rsidRPr="00625323">
        <w:t>. Struktura elementu &lt;</w:t>
      </w:r>
      <w:proofErr w:type="spellStart"/>
      <w:r w:rsidRPr="00625323">
        <w:t>ZStatement</w:t>
      </w:r>
      <w:proofErr w:type="spellEnd"/>
      <w:r w:rsidRPr="00625323">
        <w:t>&gt; - Oświadczenie podatnika lub osoby reprezentującej podatnika</w:t>
      </w:r>
      <w:bookmarkEnd w:id="57"/>
    </w:p>
    <w:p w14:paraId="478CADA0" w14:textId="77777777" w:rsidR="007A46A6" w:rsidRPr="00625323" w:rsidRDefault="005241B7" w:rsidP="007A46A6">
      <w:pPr>
        <w:keepNext/>
        <w:rPr>
          <w:rFonts w:ascii="Lato" w:hAnsi="Lato"/>
        </w:rPr>
      </w:pPr>
      <w:r w:rsidRPr="00625323">
        <w:rPr>
          <w:rFonts w:ascii="Lato" w:hAnsi="Lato" w:cs="Open Sans"/>
          <w:noProof/>
        </w:rPr>
        <w:drawing>
          <wp:inline distT="0" distB="0" distL="0" distR="0" wp14:anchorId="18A55E1C" wp14:editId="06B4B67A">
            <wp:extent cx="4973955" cy="1510030"/>
            <wp:effectExtent l="19050" t="19050" r="17145" b="13970"/>
            <wp:docPr id="21" name="Obraz 21" descr="Rysunek przedstawia strukturę elementu &lt;ZStatement&gt; &#10;Oświadczenie podatnika lub osoby reprezentującej podatnik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Obraz 21" descr="Rysunek przedstawia strukturę elementu &lt;ZStatement&gt; &#10;Oświadczenie podatnika lub osoby reprezentującej podatnika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3955" cy="15100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8B9B306" w14:textId="77777777" w:rsidR="005241B7" w:rsidRPr="00625323" w:rsidRDefault="005241B7" w:rsidP="006616AB">
      <w:pPr>
        <w:pStyle w:val="Nagwek3"/>
        <w:numPr>
          <w:ilvl w:val="2"/>
          <w:numId w:val="12"/>
        </w:numPr>
      </w:pPr>
      <w:bookmarkStart w:id="58" w:name="_Toc198021036"/>
      <w:r w:rsidRPr="00625323">
        <w:t>&lt;</w:t>
      </w:r>
      <w:proofErr w:type="spellStart"/>
      <w:r w:rsidRPr="00625323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t>ZIDStatement</w:t>
      </w:r>
      <w:proofErr w:type="spellEnd"/>
      <w:r w:rsidRPr="00625323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t xml:space="preserve">&gt; - Oświadczenie podatnika lub </w:t>
      </w:r>
      <w:proofErr w:type="spellStart"/>
      <w:r w:rsidRPr="00625323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t>ocoby</w:t>
      </w:r>
      <w:proofErr w:type="spellEnd"/>
      <w:r w:rsidRPr="00625323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t xml:space="preserve"> reprezentującej podatnika (zawierające NIP/PESEL podatnika).</w:t>
      </w:r>
      <w:bookmarkEnd w:id="58"/>
    </w:p>
    <w:p w14:paraId="5ECB59F8" w14:textId="13DC1F90" w:rsidR="007A46A6" w:rsidRPr="00625323" w:rsidRDefault="007A46A6" w:rsidP="007A46A6">
      <w:pPr>
        <w:pStyle w:val="Legenda"/>
        <w:keepNext/>
      </w:pPr>
      <w:bookmarkStart w:id="59" w:name="_Toc198021077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13</w:t>
        </w:r>
      </w:fldSimple>
      <w:r w:rsidRPr="00625323">
        <w:t>.Struktura danych &lt;</w:t>
      </w:r>
      <w:proofErr w:type="spellStart"/>
      <w:r w:rsidRPr="00625323">
        <w:t>ZIDStatement</w:t>
      </w:r>
      <w:proofErr w:type="spellEnd"/>
      <w:r w:rsidRPr="00625323">
        <w:t>&gt; - Oświadczenie podatnika lub osoby reprezentującej podatnika (zawierające NIP/PESEL podatnika).</w:t>
      </w:r>
      <w:bookmarkEnd w:id="59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701"/>
        <w:gridCol w:w="3685"/>
      </w:tblGrid>
      <w:tr w:rsidR="005241B7" w:rsidRPr="00625323" w14:paraId="716FE42A" w14:textId="77777777" w:rsidTr="006713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142E286B" w14:textId="77777777" w:rsidR="005241B7" w:rsidRPr="00625323" w:rsidRDefault="005241B7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49D15AE6" w14:textId="77777777" w:rsidR="005241B7" w:rsidRPr="00625323" w:rsidRDefault="005241B7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Liczebność/</w:t>
            </w:r>
          </w:p>
          <w:p w14:paraId="7F991513" w14:textId="77777777" w:rsidR="005241B7" w:rsidRPr="00625323" w:rsidRDefault="005241B7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Wymagany</w:t>
            </w:r>
          </w:p>
        </w:tc>
        <w:tc>
          <w:tcPr>
            <w:tcW w:w="1701" w:type="dxa"/>
          </w:tcPr>
          <w:p w14:paraId="2ECA6CD8" w14:textId="77777777" w:rsidR="005241B7" w:rsidRPr="00625323" w:rsidRDefault="005241B7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Typ</w:t>
            </w:r>
          </w:p>
        </w:tc>
        <w:tc>
          <w:tcPr>
            <w:tcW w:w="3685" w:type="dxa"/>
          </w:tcPr>
          <w:p w14:paraId="26BE6686" w14:textId="77777777" w:rsidR="005241B7" w:rsidRPr="00625323" w:rsidRDefault="005241B7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Opis</w:t>
            </w:r>
          </w:p>
        </w:tc>
      </w:tr>
      <w:tr w:rsidR="005241B7" w:rsidRPr="00625323" w14:paraId="329CF69C" w14:textId="77777777" w:rsidTr="00671395">
        <w:tc>
          <w:tcPr>
            <w:tcW w:w="1838" w:type="dxa"/>
          </w:tcPr>
          <w:p w14:paraId="6C911604" w14:textId="77777777" w:rsidR="005241B7" w:rsidRPr="00625323" w:rsidRDefault="005241B7" w:rsidP="00671395">
            <w:pPr>
              <w:spacing w:before="60" w:after="60"/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Arial"/>
                <w:sz w:val="20"/>
                <w:szCs w:val="20"/>
              </w:rPr>
              <w:t>representative</w:t>
            </w:r>
          </w:p>
        </w:tc>
        <w:tc>
          <w:tcPr>
            <w:tcW w:w="1418" w:type="dxa"/>
          </w:tcPr>
          <w:p w14:paraId="150693E9" w14:textId="77777777" w:rsidR="005241B7" w:rsidRPr="00625323" w:rsidRDefault="005241B7" w:rsidP="00671395">
            <w:pPr>
              <w:spacing w:before="60" w:after="60"/>
              <w:rPr>
                <w:rFonts w:ascii="Lato" w:hAnsi="Lato" w:cs="Arial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Arial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701" w:type="dxa"/>
          </w:tcPr>
          <w:p w14:paraId="3865203F" w14:textId="77777777" w:rsidR="005241B7" w:rsidRPr="00625323" w:rsidRDefault="005241B7" w:rsidP="00671395">
            <w:pPr>
              <w:spacing w:before="60" w:after="60"/>
              <w:rPr>
                <w:rStyle w:val="pole"/>
                <w:rFonts w:ascii="Lato" w:hAnsi="Lato" w:cs="Arial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625323">
              <w:rPr>
                <w:rFonts w:ascii="Lato" w:hAnsi="Lato" w:cs="Arial"/>
                <w:color w:val="000000"/>
                <w:sz w:val="20"/>
                <w:szCs w:val="20"/>
                <w:highlight w:val="white"/>
                <w:lang w:val="en-GB" w:eastAsia="pl-PL"/>
              </w:rPr>
              <w:t>ZIDRepresentative</w:t>
            </w:r>
            <w:proofErr w:type="spellEnd"/>
          </w:p>
        </w:tc>
        <w:tc>
          <w:tcPr>
            <w:tcW w:w="3685" w:type="dxa"/>
          </w:tcPr>
          <w:p w14:paraId="1A92D91F" w14:textId="77777777" w:rsidR="005241B7" w:rsidRPr="00625323" w:rsidRDefault="005241B7" w:rsidP="00671395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625323">
              <w:rPr>
                <w:rFonts w:ascii="Lato" w:hAnsi="Lato" w:cs="Arial"/>
                <w:sz w:val="20"/>
                <w:szCs w:val="20"/>
              </w:rPr>
              <w:t>Dane podatnika lub osobę reprezentującą podatnika</w:t>
            </w:r>
          </w:p>
          <w:p w14:paraId="0EA031A3" w14:textId="77777777" w:rsidR="005241B7" w:rsidRPr="00625323" w:rsidRDefault="005241B7" w:rsidP="00671395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625323">
              <w:rPr>
                <w:rFonts w:ascii="Lato" w:hAnsi="Lato" w:cs="Arial"/>
                <w:sz w:val="20"/>
                <w:szCs w:val="20"/>
              </w:rPr>
              <w:t>(Lista dokładnie jednoelementowa)</w:t>
            </w:r>
          </w:p>
        </w:tc>
      </w:tr>
      <w:tr w:rsidR="005241B7" w:rsidRPr="00625323" w14:paraId="1E0BF79C" w14:textId="77777777" w:rsidTr="00671395">
        <w:tc>
          <w:tcPr>
            <w:tcW w:w="1838" w:type="dxa"/>
          </w:tcPr>
          <w:p w14:paraId="4AAD8195" w14:textId="77777777" w:rsidR="005241B7" w:rsidRPr="00625323" w:rsidRDefault="005241B7" w:rsidP="00671395">
            <w:pPr>
              <w:spacing w:before="60" w:after="60"/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Arial"/>
                <w:sz w:val="20"/>
                <w:szCs w:val="20"/>
              </w:rPr>
              <w:t>declarationDate</w:t>
            </w:r>
          </w:p>
        </w:tc>
        <w:tc>
          <w:tcPr>
            <w:tcW w:w="1418" w:type="dxa"/>
          </w:tcPr>
          <w:p w14:paraId="7D5112D5" w14:textId="77777777" w:rsidR="005241B7" w:rsidRPr="00625323" w:rsidRDefault="005241B7" w:rsidP="00671395">
            <w:pPr>
              <w:spacing w:before="60" w:after="60"/>
              <w:rPr>
                <w:rFonts w:ascii="Lato" w:hAnsi="Lato" w:cs="Arial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Arial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701" w:type="dxa"/>
          </w:tcPr>
          <w:p w14:paraId="2A4C7030" w14:textId="09666207" w:rsidR="005241B7" w:rsidRPr="00625323" w:rsidRDefault="005241B7" w:rsidP="00671395">
            <w:pPr>
              <w:spacing w:before="60" w:after="60"/>
              <w:rPr>
                <w:rFonts w:ascii="Lato" w:hAnsi="Lato"/>
              </w:rPr>
            </w:pPr>
            <w:r w:rsidRPr="00625323">
              <w:rPr>
                <w:rFonts w:ascii="Lato" w:hAnsi="Lato" w:cs="Arial"/>
                <w:noProof/>
                <w:sz w:val="20"/>
                <w:szCs w:val="20"/>
                <w:lang w:val="en-GB"/>
              </w:rPr>
              <w:fldChar w:fldCharType="begin"/>
            </w:r>
            <w:r w:rsidRPr="00625323">
              <w:rPr>
                <w:rFonts w:ascii="Lato" w:hAnsi="Lato" w:cs="Arial"/>
                <w:noProof/>
                <w:sz w:val="20"/>
                <w:szCs w:val="20"/>
              </w:rPr>
              <w:instrText xml:space="preserve"> REF ZDate \h  \* MERGEFORMAT </w:instrText>
            </w:r>
            <w:r w:rsidRPr="00625323">
              <w:rPr>
                <w:rFonts w:ascii="Lato" w:hAnsi="Lato" w:cs="Arial"/>
                <w:noProof/>
                <w:sz w:val="20"/>
                <w:szCs w:val="20"/>
                <w:lang w:val="en-GB"/>
              </w:rPr>
              <w:fldChar w:fldCharType="separate"/>
            </w:r>
            <w:r w:rsidR="00625323" w:rsidRPr="00625323">
              <w:rPr>
                <w:rFonts w:ascii="Lato" w:hAnsi="Lato" w:cs="Arial"/>
                <w:b/>
                <w:bCs/>
                <w:noProof/>
                <w:sz w:val="20"/>
                <w:szCs w:val="20"/>
              </w:rPr>
              <w:t>Błąd! Nie można odnaleźć źródła odwołania.</w:t>
            </w:r>
            <w:r w:rsidRPr="00625323">
              <w:rPr>
                <w:rFonts w:ascii="Lato" w:hAnsi="Lato" w:cs="Arial"/>
                <w:noProof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685" w:type="dxa"/>
          </w:tcPr>
          <w:p w14:paraId="5178B030" w14:textId="77777777" w:rsidR="005241B7" w:rsidRPr="00625323" w:rsidRDefault="005241B7" w:rsidP="00671395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625323">
              <w:rPr>
                <w:rFonts w:ascii="Lato" w:hAnsi="Lato" w:cs="Arial"/>
                <w:sz w:val="20"/>
                <w:szCs w:val="20"/>
              </w:rPr>
              <w:t>Data wypełnienia deklaracji wprowadzana zgodnie z datą na deklaracji</w:t>
            </w:r>
          </w:p>
        </w:tc>
      </w:tr>
    </w:tbl>
    <w:p w14:paraId="0929AE22" w14:textId="22F7B386" w:rsidR="00F5041C" w:rsidRPr="00625323" w:rsidRDefault="00F5041C" w:rsidP="00F5041C">
      <w:pPr>
        <w:pStyle w:val="Legenda"/>
        <w:keepNext/>
      </w:pPr>
      <w:bookmarkStart w:id="60" w:name="_Toc198021102"/>
      <w:r w:rsidRPr="00625323">
        <w:t xml:space="preserve">Rysunek </w:t>
      </w:r>
      <w:fldSimple w:instr=" SEQ Rysunek \* ARABIC ">
        <w:r w:rsidR="00625323" w:rsidRPr="00625323">
          <w:rPr>
            <w:noProof/>
          </w:rPr>
          <w:t>6</w:t>
        </w:r>
      </w:fldSimple>
      <w:r w:rsidRPr="00625323">
        <w:t>. Struktura elementu &lt;</w:t>
      </w:r>
      <w:proofErr w:type="spellStart"/>
      <w:r w:rsidRPr="00625323">
        <w:t>ZIDStatement</w:t>
      </w:r>
      <w:proofErr w:type="spellEnd"/>
      <w:r w:rsidRPr="00625323">
        <w:t>&gt; - Oświadczenie podatnika lub osoby reprezentującej podatnika (zawierające NIP/PESEL podatnika).</w:t>
      </w:r>
      <w:bookmarkEnd w:id="60"/>
    </w:p>
    <w:p w14:paraId="3FC84933" w14:textId="77777777" w:rsidR="00D965C4" w:rsidRPr="00625323" w:rsidRDefault="005241B7" w:rsidP="00D965C4">
      <w:pPr>
        <w:keepNext/>
        <w:rPr>
          <w:rFonts w:ascii="Lato" w:hAnsi="Lato"/>
        </w:rPr>
      </w:pPr>
      <w:r w:rsidRPr="00625323">
        <w:rPr>
          <w:rFonts w:ascii="Lato" w:hAnsi="Lato" w:cs="Open Sans"/>
          <w:noProof/>
        </w:rPr>
        <w:drawing>
          <wp:inline distT="0" distB="0" distL="0" distR="0" wp14:anchorId="68127A9C" wp14:editId="27E6FF4D">
            <wp:extent cx="5541645" cy="914400"/>
            <wp:effectExtent l="19050" t="19050" r="20955" b="19050"/>
            <wp:docPr id="19" name="Obraz 19" descr="Rysunek przedstawia strukturę elementu &lt;ZIDStatement&gt; - Oświadczenie podatnika lub osoby reprezentującej podatnika (zawierające NIP/PESEL podatnika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braz 19" descr="Rysunek przedstawia strukturę elementu &lt;ZIDStatement&gt; - Oświadczenie podatnika lub osoby reprezentującej podatnika (zawierające NIP/PESEL podatnika)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645" cy="914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08DC3D8" w14:textId="77777777" w:rsidR="00D965C4" w:rsidRPr="00625323" w:rsidRDefault="00D965C4">
      <w:pPr>
        <w:rPr>
          <w:rFonts w:ascii="Lato" w:hAnsi="Lato"/>
          <w:bCs/>
          <w:sz w:val="22"/>
          <w:szCs w:val="20"/>
          <w:lang w:val="en-GB"/>
        </w:rPr>
      </w:pPr>
      <w:r w:rsidRPr="00625323">
        <w:rPr>
          <w:rFonts w:ascii="Lato" w:hAnsi="Lato"/>
          <w:lang w:val="en-GB"/>
        </w:rPr>
        <w:br w:type="page"/>
      </w:r>
    </w:p>
    <w:p w14:paraId="103D8540" w14:textId="41E02243" w:rsidR="00C35698" w:rsidRPr="00625323" w:rsidRDefault="00C35698" w:rsidP="006616AB">
      <w:pPr>
        <w:pStyle w:val="Nagwek3"/>
        <w:numPr>
          <w:ilvl w:val="2"/>
          <w:numId w:val="12"/>
        </w:numPr>
      </w:pPr>
      <w:bookmarkStart w:id="61" w:name="_Toc198021037"/>
      <w:r w:rsidRPr="00625323">
        <w:lastRenderedPageBreak/>
        <w:t>&lt;</w:t>
      </w:r>
      <w:proofErr w:type="spellStart"/>
      <w:r w:rsidRPr="00625323">
        <w:rPr>
          <w:rStyle w:val="pole"/>
          <w:rFonts w:ascii="Lato" w:hAnsi="Lato" w:cs="Open Sans"/>
          <w:sz w:val="24"/>
          <w:szCs w:val="24"/>
          <w:lang w:val="pl-PL"/>
        </w:rPr>
        <w:t>ZExtStatement</w:t>
      </w:r>
      <w:proofErr w:type="spellEnd"/>
      <w:r w:rsidRPr="00625323">
        <w:rPr>
          <w:rStyle w:val="polegwne"/>
          <w:rFonts w:ascii="Lato" w:hAnsi="Lato" w:cs="Open Sans"/>
          <w:sz w:val="24"/>
          <w:szCs w:val="24"/>
          <w:lang w:val="pl-PL"/>
        </w:rPr>
        <w:t>&gt;</w:t>
      </w:r>
      <w:r w:rsidR="00EA79F3" w:rsidRPr="00625323">
        <w:rPr>
          <w:rStyle w:val="polegwne"/>
          <w:rFonts w:ascii="Lato" w:hAnsi="Lato" w:cs="Open Sans"/>
          <w:sz w:val="24"/>
          <w:szCs w:val="24"/>
          <w:lang w:val="pl-PL"/>
        </w:rPr>
        <w:t xml:space="preserve"> </w:t>
      </w:r>
      <w:r w:rsidRPr="00625323">
        <w:t>Oświadczenie podatnika lub osoby reprezentującej podatnika</w:t>
      </w:r>
      <w:r w:rsidR="00EB7C5E" w:rsidRPr="00625323">
        <w:t xml:space="preserve"> (zawierające treść oświadczenia)</w:t>
      </w:r>
      <w:r w:rsidR="00FD219B" w:rsidRPr="00625323">
        <w:t>.</w:t>
      </w:r>
      <w:bookmarkEnd w:id="61"/>
    </w:p>
    <w:p w14:paraId="3DE3F3A6" w14:textId="41BCC370" w:rsidR="00D965C4" w:rsidRPr="00625323" w:rsidRDefault="00D965C4" w:rsidP="00D965C4">
      <w:pPr>
        <w:pStyle w:val="Legenda"/>
        <w:keepNext/>
      </w:pPr>
      <w:bookmarkStart w:id="62" w:name="_Toc198021078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14</w:t>
        </w:r>
      </w:fldSimple>
      <w:r w:rsidRPr="00625323">
        <w:t>.Struktura danych &lt;</w:t>
      </w:r>
      <w:proofErr w:type="spellStart"/>
      <w:r w:rsidRPr="00625323">
        <w:t>ZExtStatement</w:t>
      </w:r>
      <w:proofErr w:type="spellEnd"/>
      <w:r w:rsidRPr="00625323">
        <w:t>&gt; - Oświadczenie podatnika lub osoby reprezentującej podatnika (zawierające treść oświadczenia).</w:t>
      </w:r>
      <w:bookmarkEnd w:id="62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701"/>
        <w:gridCol w:w="3685"/>
      </w:tblGrid>
      <w:tr w:rsidR="00C35698" w:rsidRPr="00625323" w14:paraId="441FCAE6" w14:textId="77777777" w:rsidTr="006713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5A968A4A" w14:textId="77777777" w:rsidR="00C35698" w:rsidRPr="00625323" w:rsidRDefault="00C35698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5C442813" w14:textId="77777777" w:rsidR="00C35698" w:rsidRPr="00625323" w:rsidRDefault="00C35698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Liczebność/</w:t>
            </w:r>
          </w:p>
          <w:p w14:paraId="3DC25005" w14:textId="77777777" w:rsidR="00C35698" w:rsidRPr="00625323" w:rsidRDefault="00C35698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Wymagany</w:t>
            </w:r>
          </w:p>
        </w:tc>
        <w:tc>
          <w:tcPr>
            <w:tcW w:w="1701" w:type="dxa"/>
          </w:tcPr>
          <w:p w14:paraId="6284B7F7" w14:textId="77777777" w:rsidR="00C35698" w:rsidRPr="00625323" w:rsidRDefault="00C35698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Typ</w:t>
            </w:r>
          </w:p>
        </w:tc>
        <w:tc>
          <w:tcPr>
            <w:tcW w:w="3685" w:type="dxa"/>
          </w:tcPr>
          <w:p w14:paraId="18926B01" w14:textId="77777777" w:rsidR="00C35698" w:rsidRPr="00625323" w:rsidRDefault="00C35698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Opis</w:t>
            </w:r>
          </w:p>
        </w:tc>
      </w:tr>
      <w:tr w:rsidR="00C35698" w:rsidRPr="00625323" w14:paraId="1BDEF481" w14:textId="77777777" w:rsidTr="00671395">
        <w:tc>
          <w:tcPr>
            <w:tcW w:w="1838" w:type="dxa"/>
          </w:tcPr>
          <w:p w14:paraId="12B7A29D" w14:textId="77777777" w:rsidR="00C35698" w:rsidRPr="00625323" w:rsidRDefault="00C35698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representative</w:t>
            </w:r>
          </w:p>
        </w:tc>
        <w:tc>
          <w:tcPr>
            <w:tcW w:w="1418" w:type="dxa"/>
          </w:tcPr>
          <w:p w14:paraId="29E61855" w14:textId="77777777" w:rsidR="00C35698" w:rsidRPr="00625323" w:rsidRDefault="00C35698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701" w:type="dxa"/>
          </w:tcPr>
          <w:p w14:paraId="7B4050AA" w14:textId="7BD2F56C" w:rsidR="00C35698" w:rsidRPr="00625323" w:rsidRDefault="00FD219B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ZRepresentative</w:t>
            </w:r>
          </w:p>
        </w:tc>
        <w:tc>
          <w:tcPr>
            <w:tcW w:w="3685" w:type="dxa"/>
          </w:tcPr>
          <w:p w14:paraId="6D637727" w14:textId="77777777" w:rsidR="00C35698" w:rsidRPr="00625323" w:rsidRDefault="00C35698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Dane podatnika lub osobę reprezentującą podatnika</w:t>
            </w:r>
          </w:p>
        </w:tc>
      </w:tr>
      <w:tr w:rsidR="00C35698" w:rsidRPr="00625323" w14:paraId="48B9D1DE" w14:textId="77777777" w:rsidTr="00671395">
        <w:tc>
          <w:tcPr>
            <w:tcW w:w="1838" w:type="dxa"/>
          </w:tcPr>
          <w:p w14:paraId="5356AA8A" w14:textId="77777777" w:rsidR="00C35698" w:rsidRPr="00625323" w:rsidRDefault="00C35698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declarationDate</w:t>
            </w:r>
          </w:p>
        </w:tc>
        <w:tc>
          <w:tcPr>
            <w:tcW w:w="1418" w:type="dxa"/>
          </w:tcPr>
          <w:p w14:paraId="3ED95A62" w14:textId="77777777" w:rsidR="00C35698" w:rsidRPr="00625323" w:rsidRDefault="00C35698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701" w:type="dxa"/>
          </w:tcPr>
          <w:p w14:paraId="336D2ACF" w14:textId="03013A3E" w:rsidR="00C35698" w:rsidRPr="00625323" w:rsidRDefault="00C35698" w:rsidP="00D965C4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/>
                <w:sz w:val="20"/>
                <w:szCs w:val="20"/>
              </w:rPr>
              <w:fldChar w:fldCharType="begin"/>
            </w:r>
            <w:r w:rsidRPr="00625323">
              <w:rPr>
                <w:rFonts w:ascii="Lato" w:hAnsi="Lato"/>
                <w:sz w:val="20"/>
                <w:szCs w:val="20"/>
              </w:rPr>
              <w:instrText xml:space="preserve"> REF ZDate \h  \* MERGEFORMAT </w:instrText>
            </w:r>
            <w:r w:rsidRPr="00625323">
              <w:rPr>
                <w:rFonts w:ascii="Lato" w:hAnsi="Lato"/>
                <w:sz w:val="20"/>
                <w:szCs w:val="20"/>
              </w:rPr>
              <w:fldChar w:fldCharType="separate"/>
            </w:r>
            <w:r w:rsidR="00625323" w:rsidRPr="00625323">
              <w:rPr>
                <w:rFonts w:ascii="Lato" w:hAnsi="Lato"/>
                <w:b/>
                <w:bCs/>
                <w:sz w:val="20"/>
                <w:szCs w:val="20"/>
              </w:rPr>
              <w:t>Błąd! Nie można odnaleźć źródła odwołania.</w:t>
            </w:r>
            <w:r w:rsidRPr="00625323">
              <w:rPr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3685" w:type="dxa"/>
          </w:tcPr>
          <w:p w14:paraId="7E100C6E" w14:textId="77777777" w:rsidR="00C35698" w:rsidRPr="00625323" w:rsidRDefault="00C35698" w:rsidP="00671395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Data wypełnienia deklaracji wprowadzana zgodnie z datą na deklaracji</w:t>
            </w:r>
          </w:p>
        </w:tc>
      </w:tr>
      <w:tr w:rsidR="00C35698" w:rsidRPr="00625323" w14:paraId="71047A47" w14:textId="77777777" w:rsidTr="00671395">
        <w:tc>
          <w:tcPr>
            <w:tcW w:w="1838" w:type="dxa"/>
          </w:tcPr>
          <w:p w14:paraId="1BB51FDF" w14:textId="77777777" w:rsidR="00C35698" w:rsidRPr="00625323" w:rsidRDefault="00C35698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affirmation</w:t>
            </w:r>
          </w:p>
        </w:tc>
        <w:tc>
          <w:tcPr>
            <w:tcW w:w="1418" w:type="dxa"/>
          </w:tcPr>
          <w:p w14:paraId="0E9468E9" w14:textId="77777777" w:rsidR="00C35698" w:rsidRPr="00625323" w:rsidRDefault="00C35698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701" w:type="dxa"/>
          </w:tcPr>
          <w:p w14:paraId="6E895D47" w14:textId="77777777" w:rsidR="00C35698" w:rsidRPr="00625323" w:rsidRDefault="00C35698" w:rsidP="00671395">
            <w:pPr>
              <w:spacing w:before="60" w:after="60"/>
              <w:rPr>
                <w:rStyle w:val="poleodsylacz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string, fixed</w:t>
            </w:r>
          </w:p>
        </w:tc>
        <w:tc>
          <w:tcPr>
            <w:tcW w:w="3685" w:type="dxa"/>
          </w:tcPr>
          <w:p w14:paraId="26CC5432" w14:textId="77777777" w:rsidR="00C35698" w:rsidRPr="00625323" w:rsidRDefault="00C35698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Tekst:</w:t>
            </w:r>
          </w:p>
          <w:p w14:paraId="07C6CF1F" w14:textId="77777777" w:rsidR="00C35698" w:rsidRPr="00625323" w:rsidRDefault="00C35698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„Oświadczam, że są mi znane przepisy Kodeksu karnego skarbowego o odpowiedzialności za podanie danych niezgodnych z rzeczywistością.”</w:t>
            </w:r>
          </w:p>
        </w:tc>
      </w:tr>
    </w:tbl>
    <w:p w14:paraId="7862CD04" w14:textId="087F21EE" w:rsidR="00F5041C" w:rsidRPr="00625323" w:rsidRDefault="00F5041C" w:rsidP="00F5041C">
      <w:pPr>
        <w:pStyle w:val="Legenda"/>
        <w:keepNext/>
      </w:pPr>
      <w:bookmarkStart w:id="63" w:name="_Toc198021103"/>
      <w:r w:rsidRPr="00625323">
        <w:t xml:space="preserve">Rysunek </w:t>
      </w:r>
      <w:fldSimple w:instr=" SEQ Rysunek \* ARABIC ">
        <w:r w:rsidR="00625323" w:rsidRPr="00625323">
          <w:rPr>
            <w:noProof/>
          </w:rPr>
          <w:t>7</w:t>
        </w:r>
      </w:fldSimple>
      <w:r w:rsidRPr="00625323">
        <w:t>. Struktura elementu &lt;</w:t>
      </w:r>
      <w:proofErr w:type="spellStart"/>
      <w:r w:rsidRPr="00625323">
        <w:t>ZExtStatement</w:t>
      </w:r>
      <w:proofErr w:type="spellEnd"/>
      <w:r w:rsidRPr="00625323">
        <w:t>&gt; - Oświadczenie podatnika lub osoby reprezentującej podatnika (zawierające treść oświadczenia).</w:t>
      </w:r>
      <w:bookmarkEnd w:id="63"/>
    </w:p>
    <w:p w14:paraId="5DC889BD" w14:textId="77777777" w:rsidR="00D965C4" w:rsidRPr="00625323" w:rsidRDefault="00C35698" w:rsidP="00D965C4">
      <w:pPr>
        <w:keepNext/>
        <w:rPr>
          <w:rFonts w:ascii="Lato" w:hAnsi="Lato"/>
        </w:rPr>
      </w:pPr>
      <w:r w:rsidRPr="00625323">
        <w:rPr>
          <w:rFonts w:ascii="Lato" w:hAnsi="Lato" w:cs="Open Sans"/>
          <w:noProof/>
        </w:rPr>
        <w:drawing>
          <wp:inline distT="0" distB="0" distL="0" distR="0" wp14:anchorId="2D45D3EB" wp14:editId="071910F7">
            <wp:extent cx="2701925" cy="1662430"/>
            <wp:effectExtent l="19050" t="19050" r="22225" b="13970"/>
            <wp:docPr id="15" name="Obraz 15" descr="Rysunek przedstawia strukturę elementu &lt;ZExtStatement&gt; - Oświadczenie podatnika lub osoby reprezentującej podatnika (zawierające treść oświadczenia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Rysunek przedstawia strukturę elementu &lt;ZExtStatement&gt; - Oświadczenie podatnika lub osoby reprezentującej podatnika (zawierające treść oświadczenia).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925" cy="16624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EC879E7" w14:textId="6E95A683" w:rsidR="00C35698" w:rsidRPr="00625323" w:rsidRDefault="00C35698" w:rsidP="006616AB">
      <w:pPr>
        <w:pStyle w:val="Nagwek3"/>
        <w:numPr>
          <w:ilvl w:val="2"/>
          <w:numId w:val="12"/>
        </w:numPr>
      </w:pPr>
      <w:bookmarkStart w:id="64" w:name="_Toc198021038"/>
      <w:r w:rsidRPr="00625323">
        <w:t>&lt;</w:t>
      </w:r>
      <w:proofErr w:type="spellStart"/>
      <w:r w:rsidRPr="00625323">
        <w:rPr>
          <w:rStyle w:val="pole"/>
          <w:rFonts w:ascii="Lato" w:hAnsi="Lato" w:cs="Open Sans"/>
          <w:noProof w:val="0"/>
          <w:sz w:val="28"/>
          <w:szCs w:val="28"/>
          <w:lang w:val="pl-PL"/>
        </w:rPr>
        <w:t>ZIDExtStatement</w:t>
      </w:r>
      <w:proofErr w:type="spellEnd"/>
      <w:r w:rsidRPr="00625323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t xml:space="preserve">&gt; </w:t>
      </w:r>
      <w:r w:rsidRPr="00625323">
        <w:t>Oświadczenie podatnika lub osoby reprezentującej podatnika (zawierające NIP/PESEL podatnika oraz tekst oświadczenia).</w:t>
      </w:r>
      <w:bookmarkEnd w:id="64"/>
    </w:p>
    <w:p w14:paraId="5739E3C6" w14:textId="5AF6AFA2" w:rsidR="00D965C4" w:rsidRPr="00625323" w:rsidRDefault="00D965C4" w:rsidP="00D965C4">
      <w:pPr>
        <w:pStyle w:val="Legenda"/>
        <w:keepNext/>
      </w:pPr>
      <w:bookmarkStart w:id="65" w:name="_Toc198021079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15</w:t>
        </w:r>
      </w:fldSimple>
      <w:r w:rsidRPr="00625323">
        <w:t>.Struktura danych &lt;</w:t>
      </w:r>
      <w:proofErr w:type="spellStart"/>
      <w:r w:rsidRPr="00625323">
        <w:t>ZIDExtStatement</w:t>
      </w:r>
      <w:proofErr w:type="spellEnd"/>
      <w:r w:rsidRPr="00625323">
        <w:t>&gt; - Oświadczenie podatnika lub osoby reprezentującej podatnika (zawierające NIP/PESEL podatnika oraz tekst oświadczenia).</w:t>
      </w:r>
      <w:bookmarkEnd w:id="65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701"/>
        <w:gridCol w:w="3685"/>
      </w:tblGrid>
      <w:tr w:rsidR="00C35698" w:rsidRPr="00625323" w14:paraId="39C20666" w14:textId="77777777" w:rsidTr="00D965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5E53B292" w14:textId="77777777" w:rsidR="00C35698" w:rsidRPr="00625323" w:rsidRDefault="00C35698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4BF682B3" w14:textId="77777777" w:rsidR="00C35698" w:rsidRPr="00625323" w:rsidRDefault="00C35698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Liczebność/</w:t>
            </w:r>
          </w:p>
          <w:p w14:paraId="4B00E9F0" w14:textId="77777777" w:rsidR="00C35698" w:rsidRPr="00625323" w:rsidRDefault="00C35698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Wymagany</w:t>
            </w:r>
          </w:p>
        </w:tc>
        <w:tc>
          <w:tcPr>
            <w:tcW w:w="1701" w:type="dxa"/>
          </w:tcPr>
          <w:p w14:paraId="7D1B7F04" w14:textId="77777777" w:rsidR="00C35698" w:rsidRPr="00625323" w:rsidRDefault="00C35698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Typ</w:t>
            </w:r>
          </w:p>
        </w:tc>
        <w:tc>
          <w:tcPr>
            <w:tcW w:w="3685" w:type="dxa"/>
          </w:tcPr>
          <w:p w14:paraId="22E4ACB3" w14:textId="77777777" w:rsidR="00C35698" w:rsidRPr="00625323" w:rsidRDefault="00C35698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Opis</w:t>
            </w:r>
          </w:p>
        </w:tc>
      </w:tr>
      <w:tr w:rsidR="00EB7C5E" w:rsidRPr="00625323" w14:paraId="0B0A1EE1" w14:textId="77777777" w:rsidTr="00671395">
        <w:tc>
          <w:tcPr>
            <w:tcW w:w="1838" w:type="dxa"/>
          </w:tcPr>
          <w:p w14:paraId="637C59CF" w14:textId="77777777" w:rsidR="00EB7C5E" w:rsidRPr="00625323" w:rsidRDefault="00EB7C5E" w:rsidP="00EB7C5E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representative</w:t>
            </w:r>
          </w:p>
        </w:tc>
        <w:tc>
          <w:tcPr>
            <w:tcW w:w="1418" w:type="dxa"/>
          </w:tcPr>
          <w:p w14:paraId="348E4379" w14:textId="77777777" w:rsidR="00EB7C5E" w:rsidRPr="00625323" w:rsidRDefault="00EB7C5E" w:rsidP="00EB7C5E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701" w:type="dxa"/>
          </w:tcPr>
          <w:p w14:paraId="50BF5AAA" w14:textId="65D48F68" w:rsidR="00EB7C5E" w:rsidRPr="00625323" w:rsidRDefault="00EB7C5E" w:rsidP="00EB7C5E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ZIDRepresentative</w:t>
            </w:r>
          </w:p>
        </w:tc>
        <w:tc>
          <w:tcPr>
            <w:tcW w:w="3685" w:type="dxa"/>
          </w:tcPr>
          <w:p w14:paraId="58060033" w14:textId="77777777" w:rsidR="00EB7C5E" w:rsidRPr="00625323" w:rsidRDefault="00EB7C5E" w:rsidP="00EB7C5E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Dane podatnika lub osobę reprezentującą podatnika</w:t>
            </w:r>
          </w:p>
          <w:p w14:paraId="79429990" w14:textId="77777777" w:rsidR="00EB7C5E" w:rsidRPr="00625323" w:rsidRDefault="00EB7C5E" w:rsidP="00EB7C5E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(Lista dokładnie jednoelementowa)</w:t>
            </w:r>
          </w:p>
        </w:tc>
      </w:tr>
      <w:tr w:rsidR="00C35698" w:rsidRPr="00625323" w14:paraId="25E10F04" w14:textId="77777777" w:rsidTr="00671395">
        <w:tc>
          <w:tcPr>
            <w:tcW w:w="1838" w:type="dxa"/>
          </w:tcPr>
          <w:p w14:paraId="1E4F5111" w14:textId="77777777" w:rsidR="00C35698" w:rsidRPr="00625323" w:rsidRDefault="00C35698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declarationDate</w:t>
            </w:r>
          </w:p>
        </w:tc>
        <w:tc>
          <w:tcPr>
            <w:tcW w:w="1418" w:type="dxa"/>
          </w:tcPr>
          <w:p w14:paraId="63E5BCE9" w14:textId="77777777" w:rsidR="00C35698" w:rsidRPr="00625323" w:rsidRDefault="00C35698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required</w:t>
            </w:r>
          </w:p>
        </w:tc>
        <w:tc>
          <w:tcPr>
            <w:tcW w:w="1701" w:type="dxa"/>
          </w:tcPr>
          <w:p w14:paraId="7F8D1846" w14:textId="050E8E2C" w:rsidR="00C35698" w:rsidRPr="00625323" w:rsidRDefault="00C35698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instrText xml:space="preserve"> REF ZDate \h  \* MERGEFORMAT </w:instrTex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"/>
                <w:rFonts w:ascii="Lato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3685" w:type="dxa"/>
          </w:tcPr>
          <w:p w14:paraId="62E92944" w14:textId="77777777" w:rsidR="00C35698" w:rsidRPr="00625323" w:rsidRDefault="00C35698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Data wypełnienia deklaracji wprowadzana zgodnie z datą na deklaracji</w:t>
            </w:r>
          </w:p>
        </w:tc>
      </w:tr>
      <w:tr w:rsidR="00C35698" w:rsidRPr="00625323" w14:paraId="01C39166" w14:textId="77777777" w:rsidTr="00671395">
        <w:tc>
          <w:tcPr>
            <w:tcW w:w="1838" w:type="dxa"/>
          </w:tcPr>
          <w:p w14:paraId="4609C2DA" w14:textId="77777777" w:rsidR="00C35698" w:rsidRPr="00625323" w:rsidRDefault="00C35698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affirmation</w:t>
            </w:r>
          </w:p>
        </w:tc>
        <w:tc>
          <w:tcPr>
            <w:tcW w:w="1418" w:type="dxa"/>
          </w:tcPr>
          <w:p w14:paraId="7F84FA16" w14:textId="77777777" w:rsidR="00C35698" w:rsidRPr="00625323" w:rsidRDefault="00C35698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701" w:type="dxa"/>
          </w:tcPr>
          <w:p w14:paraId="2B7B167A" w14:textId="77777777" w:rsidR="00C35698" w:rsidRPr="00625323" w:rsidRDefault="00C35698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685" w:type="dxa"/>
          </w:tcPr>
          <w:p w14:paraId="2C1A2328" w14:textId="77777777" w:rsidR="00C35698" w:rsidRPr="00625323" w:rsidRDefault="00C35698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 xml:space="preserve">Oświadczenie podatnika: </w:t>
            </w:r>
            <w:r w:rsidRPr="00625323">
              <w:rPr>
                <w:rFonts w:ascii="Lato" w:hAnsi="Lato" w:cs="Open Sans"/>
                <w:color w:val="0000FF"/>
                <w:sz w:val="20"/>
                <w:szCs w:val="20"/>
                <w:highlight w:val="white"/>
                <w:lang w:eastAsia="pl-PL"/>
              </w:rPr>
              <w:t>"</w:t>
            </w:r>
            <w:r w:rsidRPr="0062532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 xml:space="preserve">Oświadczam, że są mi znane przepisy Kodeksu karnego skarbowego o </w:t>
            </w:r>
            <w:r w:rsidRPr="0062532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lastRenderedPageBreak/>
              <w:t>odpowiedzialności za podanie danych niezgodnych z rzeczywistością.</w:t>
            </w:r>
            <w:r w:rsidRPr="00625323">
              <w:rPr>
                <w:rFonts w:ascii="Lato" w:hAnsi="Lato" w:cs="Open Sans"/>
                <w:color w:val="0000FF"/>
                <w:sz w:val="20"/>
                <w:szCs w:val="20"/>
                <w:highlight w:val="white"/>
                <w:lang w:eastAsia="pl-PL"/>
              </w:rPr>
              <w:t>"</w:t>
            </w:r>
          </w:p>
        </w:tc>
      </w:tr>
    </w:tbl>
    <w:p w14:paraId="3F014385" w14:textId="24D18EED" w:rsidR="00F5041C" w:rsidRPr="00625323" w:rsidRDefault="00F5041C" w:rsidP="00F5041C">
      <w:pPr>
        <w:pStyle w:val="Legenda"/>
        <w:keepNext/>
      </w:pPr>
      <w:bookmarkStart w:id="66" w:name="_Toc198021104"/>
      <w:r w:rsidRPr="00625323">
        <w:lastRenderedPageBreak/>
        <w:t xml:space="preserve">Rysunek </w:t>
      </w:r>
      <w:fldSimple w:instr=" SEQ Rysunek \* ARABIC ">
        <w:r w:rsidR="00625323" w:rsidRPr="00625323">
          <w:rPr>
            <w:noProof/>
          </w:rPr>
          <w:t>8</w:t>
        </w:r>
      </w:fldSimple>
      <w:r w:rsidRPr="00625323">
        <w:t>. Struktura elementu &lt;</w:t>
      </w:r>
      <w:proofErr w:type="spellStart"/>
      <w:r w:rsidRPr="00625323">
        <w:t>ZIDExtStatement</w:t>
      </w:r>
      <w:proofErr w:type="spellEnd"/>
      <w:r w:rsidRPr="00625323">
        <w:t>&gt; - Oświadczenie podatnika lub osoby reprezentującej podatnika (zawierające NIP/PESEL podatnika oraz treść oświadczenia)</w:t>
      </w:r>
      <w:bookmarkEnd w:id="66"/>
    </w:p>
    <w:p w14:paraId="4DEF0F7E" w14:textId="77777777" w:rsidR="00D965C4" w:rsidRPr="00625323" w:rsidRDefault="00C35698" w:rsidP="00D965C4">
      <w:pPr>
        <w:keepNext/>
        <w:rPr>
          <w:rFonts w:ascii="Lato" w:hAnsi="Lato"/>
        </w:rPr>
      </w:pPr>
      <w:r w:rsidRPr="00625323">
        <w:rPr>
          <w:rFonts w:ascii="Lato" w:hAnsi="Lato" w:cs="Open Sans"/>
          <w:noProof/>
        </w:rPr>
        <w:drawing>
          <wp:inline distT="0" distB="0" distL="0" distR="0" wp14:anchorId="7974C383" wp14:editId="792A9919">
            <wp:extent cx="2874645" cy="1676400"/>
            <wp:effectExtent l="19050" t="19050" r="20955" b="19050"/>
            <wp:docPr id="16" name="Obraz 16" descr="Rysunek przedstawia strukturę elementu &lt;ZIDExtStatement&gt; - Oświadczenie podatnika lub osoby reprezentującej podatnika (zawierające NIP/PESEL podatnika oraz tekst oświadczenia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az 16" descr="Rysunek przedstawia strukturę elementu &lt;ZIDExtStatement&gt; - Oświadczenie podatnika lub osoby reprezentującej podatnika (zawierające NIP/PESEL podatnika oraz tekst oświadczenia).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645" cy="1676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9368365" w14:textId="2A81C456" w:rsidR="00985425" w:rsidRPr="00625323" w:rsidRDefault="00985425" w:rsidP="006616AB">
      <w:pPr>
        <w:pStyle w:val="Nagwek3"/>
        <w:numPr>
          <w:ilvl w:val="2"/>
          <w:numId w:val="12"/>
        </w:numPr>
      </w:pPr>
      <w:bookmarkStart w:id="67" w:name="_Toc198021039"/>
      <w:r w:rsidRPr="00625323">
        <w:t>&lt;</w:t>
      </w:r>
      <w:proofErr w:type="spellStart"/>
      <w:r w:rsidRPr="00625323">
        <w:rPr>
          <w:rStyle w:val="pole"/>
          <w:rFonts w:ascii="Lato" w:hAnsi="Lato" w:cs="Open Sans"/>
          <w:sz w:val="24"/>
          <w:szCs w:val="24"/>
          <w:lang w:val="pl-PL"/>
        </w:rPr>
        <w:t>ZIDOExtStatement</w:t>
      </w:r>
      <w:proofErr w:type="spellEnd"/>
      <w:r w:rsidRPr="00625323">
        <w:rPr>
          <w:rStyle w:val="polegwne"/>
          <w:rFonts w:ascii="Lato" w:hAnsi="Lato" w:cs="Open Sans"/>
          <w:sz w:val="24"/>
          <w:szCs w:val="24"/>
          <w:lang w:val="pl-PL"/>
        </w:rPr>
        <w:t>&gt;</w:t>
      </w:r>
      <w:r w:rsidR="00EA79F3" w:rsidRPr="00625323">
        <w:rPr>
          <w:rStyle w:val="polegwne"/>
          <w:rFonts w:ascii="Lato" w:hAnsi="Lato" w:cs="Open Sans"/>
          <w:sz w:val="24"/>
          <w:szCs w:val="24"/>
          <w:lang w:val="pl-PL"/>
        </w:rPr>
        <w:t xml:space="preserve"> </w:t>
      </w:r>
      <w:r w:rsidRPr="00625323">
        <w:t>Oświadczenie podatnika lub osoby reprezentującej podatnika (zawierające NIP/PESEL podatnika oraz tekst oświadczenia – NIP opcjonalny).</w:t>
      </w:r>
      <w:bookmarkEnd w:id="67"/>
    </w:p>
    <w:p w14:paraId="4E882004" w14:textId="252D6AFF" w:rsidR="00D965C4" w:rsidRPr="00625323" w:rsidRDefault="00D965C4" w:rsidP="00D965C4">
      <w:pPr>
        <w:pStyle w:val="Legenda"/>
        <w:keepNext/>
      </w:pPr>
      <w:bookmarkStart w:id="68" w:name="_Toc198021080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16</w:t>
        </w:r>
      </w:fldSimple>
      <w:r w:rsidRPr="00625323">
        <w:t>.Struktura danych &lt;</w:t>
      </w:r>
      <w:proofErr w:type="spellStart"/>
      <w:r w:rsidRPr="00625323">
        <w:t>ZIDExtStatement</w:t>
      </w:r>
      <w:proofErr w:type="spellEnd"/>
      <w:r w:rsidRPr="00625323">
        <w:t>&gt; - Oświadczenie podatnika lub osoby reprezentującej podatnika (zawierające NIP/PESEL podatnika oraz tekst oświadczenia).</w:t>
      </w:r>
      <w:bookmarkEnd w:id="68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701"/>
        <w:gridCol w:w="3685"/>
      </w:tblGrid>
      <w:tr w:rsidR="00985425" w:rsidRPr="00625323" w14:paraId="6D28DCF2" w14:textId="77777777" w:rsidTr="00747D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46988C4C" w14:textId="77777777" w:rsidR="00985425" w:rsidRPr="00625323" w:rsidRDefault="00985425" w:rsidP="00747D7B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654B1FD1" w14:textId="77777777" w:rsidR="00985425" w:rsidRPr="00625323" w:rsidRDefault="00985425" w:rsidP="00747D7B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Liczebność/</w:t>
            </w:r>
          </w:p>
          <w:p w14:paraId="0E107776" w14:textId="77777777" w:rsidR="00985425" w:rsidRPr="00625323" w:rsidRDefault="00985425" w:rsidP="00747D7B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Wymagany</w:t>
            </w:r>
          </w:p>
        </w:tc>
        <w:tc>
          <w:tcPr>
            <w:tcW w:w="1701" w:type="dxa"/>
          </w:tcPr>
          <w:p w14:paraId="28C397E0" w14:textId="77777777" w:rsidR="00985425" w:rsidRPr="00625323" w:rsidRDefault="00985425" w:rsidP="00747D7B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Typ</w:t>
            </w:r>
          </w:p>
        </w:tc>
        <w:tc>
          <w:tcPr>
            <w:tcW w:w="3685" w:type="dxa"/>
          </w:tcPr>
          <w:p w14:paraId="72A63414" w14:textId="77777777" w:rsidR="00985425" w:rsidRPr="00625323" w:rsidRDefault="00985425" w:rsidP="00747D7B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Opis</w:t>
            </w:r>
          </w:p>
        </w:tc>
      </w:tr>
      <w:tr w:rsidR="00985425" w:rsidRPr="00625323" w14:paraId="0D8E48E6" w14:textId="77777777" w:rsidTr="00747D7B">
        <w:tc>
          <w:tcPr>
            <w:tcW w:w="1838" w:type="dxa"/>
          </w:tcPr>
          <w:p w14:paraId="53B12F84" w14:textId="77777777" w:rsidR="00985425" w:rsidRPr="00625323" w:rsidRDefault="00985425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representative</w:t>
            </w:r>
          </w:p>
        </w:tc>
        <w:tc>
          <w:tcPr>
            <w:tcW w:w="1418" w:type="dxa"/>
          </w:tcPr>
          <w:p w14:paraId="4F78C1AE" w14:textId="77777777" w:rsidR="00985425" w:rsidRPr="00625323" w:rsidRDefault="00985425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701" w:type="dxa"/>
          </w:tcPr>
          <w:p w14:paraId="66AB0B2C" w14:textId="7858EC2E" w:rsidR="00985425" w:rsidRPr="00625323" w:rsidRDefault="00985425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ZID</w:t>
            </w:r>
            <w:r w:rsidR="00EB4E3A" w:rsidRPr="00625323">
              <w:rPr>
                <w:rStyle w:val="pole"/>
                <w:rFonts w:ascii="Lato" w:hAnsi="Lato" w:cs="Open Sans"/>
                <w:sz w:val="20"/>
                <w:szCs w:val="20"/>
              </w:rPr>
              <w:t>O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Representative</w:t>
            </w:r>
            <w:r w:rsidR="00EB4E3A" w:rsidRPr="00625323">
              <w:rPr>
                <w:rStyle w:val="pole"/>
                <w:rFonts w:ascii="Lato" w:hAnsi="Lato" w:cs="Open Sans"/>
                <w:sz w:val="20"/>
                <w:szCs w:val="20"/>
              </w:rPr>
              <w:t>Type</w:t>
            </w:r>
          </w:p>
        </w:tc>
        <w:tc>
          <w:tcPr>
            <w:tcW w:w="3685" w:type="dxa"/>
          </w:tcPr>
          <w:p w14:paraId="4AD88474" w14:textId="77777777" w:rsidR="00985425" w:rsidRPr="00625323" w:rsidRDefault="00985425" w:rsidP="00747D7B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Dane podatnika lub osobę reprezentującą podatnika</w:t>
            </w:r>
          </w:p>
          <w:p w14:paraId="6F5E3E70" w14:textId="77777777" w:rsidR="00985425" w:rsidRPr="00625323" w:rsidRDefault="00985425" w:rsidP="00747D7B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(Lista dokładnie jednoelementowa)</w:t>
            </w:r>
          </w:p>
        </w:tc>
      </w:tr>
      <w:tr w:rsidR="00985425" w:rsidRPr="00625323" w14:paraId="55AE5CEF" w14:textId="77777777" w:rsidTr="00747D7B">
        <w:tc>
          <w:tcPr>
            <w:tcW w:w="1838" w:type="dxa"/>
          </w:tcPr>
          <w:p w14:paraId="268F5CEC" w14:textId="77777777" w:rsidR="00985425" w:rsidRPr="00625323" w:rsidRDefault="00985425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declarationDate</w:t>
            </w:r>
          </w:p>
        </w:tc>
        <w:tc>
          <w:tcPr>
            <w:tcW w:w="1418" w:type="dxa"/>
          </w:tcPr>
          <w:p w14:paraId="64EC9A81" w14:textId="77777777" w:rsidR="00985425" w:rsidRPr="00625323" w:rsidRDefault="00985425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required</w:t>
            </w:r>
          </w:p>
        </w:tc>
        <w:tc>
          <w:tcPr>
            <w:tcW w:w="1701" w:type="dxa"/>
          </w:tcPr>
          <w:p w14:paraId="63F03FB9" w14:textId="438956DC" w:rsidR="00985425" w:rsidRPr="00625323" w:rsidRDefault="00985425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instrText xml:space="preserve"> REF ZDate \h  \* MERGEFORMAT </w:instrTex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"/>
                <w:rFonts w:ascii="Lato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3685" w:type="dxa"/>
          </w:tcPr>
          <w:p w14:paraId="12C97586" w14:textId="77777777" w:rsidR="00985425" w:rsidRPr="00625323" w:rsidRDefault="00985425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Data wypełnienia deklaracji wprowadzana zgodnie z datą na deklaracji</w:t>
            </w:r>
          </w:p>
        </w:tc>
      </w:tr>
      <w:tr w:rsidR="00985425" w:rsidRPr="00625323" w14:paraId="38140E56" w14:textId="77777777" w:rsidTr="00747D7B">
        <w:tc>
          <w:tcPr>
            <w:tcW w:w="1838" w:type="dxa"/>
          </w:tcPr>
          <w:p w14:paraId="1D303310" w14:textId="77777777" w:rsidR="00985425" w:rsidRPr="00625323" w:rsidRDefault="00985425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affirmation</w:t>
            </w:r>
          </w:p>
        </w:tc>
        <w:tc>
          <w:tcPr>
            <w:tcW w:w="1418" w:type="dxa"/>
          </w:tcPr>
          <w:p w14:paraId="5D23B86A" w14:textId="77777777" w:rsidR="00985425" w:rsidRPr="00625323" w:rsidRDefault="00985425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701" w:type="dxa"/>
          </w:tcPr>
          <w:p w14:paraId="3E669EEA" w14:textId="77777777" w:rsidR="00985425" w:rsidRPr="00625323" w:rsidRDefault="00985425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685" w:type="dxa"/>
          </w:tcPr>
          <w:p w14:paraId="01EB39C6" w14:textId="77777777" w:rsidR="00985425" w:rsidRPr="00625323" w:rsidRDefault="00985425" w:rsidP="00747D7B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 xml:space="preserve">Oświadczenie podatnika: </w:t>
            </w:r>
            <w:r w:rsidRPr="00625323">
              <w:rPr>
                <w:rFonts w:ascii="Lato" w:hAnsi="Lato" w:cs="Open Sans"/>
                <w:color w:val="0000FF"/>
                <w:sz w:val="20"/>
                <w:szCs w:val="20"/>
                <w:highlight w:val="white"/>
                <w:lang w:eastAsia="pl-PL"/>
              </w:rPr>
              <w:t>"</w:t>
            </w:r>
            <w:r w:rsidRPr="0062532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Oświadczam, że są mi znane przepisy Kodeksu karnego skarbowego o odpowiedzialności za podanie danych niezgodnych z rzeczywistością.</w:t>
            </w:r>
            <w:r w:rsidRPr="00625323">
              <w:rPr>
                <w:rFonts w:ascii="Lato" w:hAnsi="Lato" w:cs="Open Sans"/>
                <w:color w:val="0000FF"/>
                <w:sz w:val="20"/>
                <w:szCs w:val="20"/>
                <w:highlight w:val="white"/>
                <w:lang w:eastAsia="pl-PL"/>
              </w:rPr>
              <w:t>"</w:t>
            </w:r>
          </w:p>
        </w:tc>
      </w:tr>
    </w:tbl>
    <w:p w14:paraId="41DD8FC3" w14:textId="77777777" w:rsidR="00D965C4" w:rsidRPr="00625323" w:rsidRDefault="00D965C4">
      <w:pPr>
        <w:rPr>
          <w:rFonts w:ascii="Lato" w:hAnsi="Lato" w:cs="Open Sans"/>
        </w:rPr>
      </w:pPr>
      <w:r w:rsidRPr="00625323">
        <w:rPr>
          <w:rFonts w:ascii="Lato" w:hAnsi="Lato" w:cs="Open Sans"/>
        </w:rPr>
        <w:br w:type="page"/>
      </w:r>
    </w:p>
    <w:p w14:paraId="487E7AD8" w14:textId="38E1493F" w:rsidR="00ED327C" w:rsidRPr="00625323" w:rsidRDefault="00ED327C" w:rsidP="00ED327C">
      <w:pPr>
        <w:pStyle w:val="Legenda"/>
        <w:keepNext/>
      </w:pPr>
      <w:bookmarkStart w:id="69" w:name="_Toc198021105"/>
      <w:r w:rsidRPr="00625323">
        <w:lastRenderedPageBreak/>
        <w:t xml:space="preserve">Rysunek </w:t>
      </w:r>
      <w:fldSimple w:instr=" SEQ Rysunek \* ARABIC ">
        <w:r w:rsidR="00625323" w:rsidRPr="00625323">
          <w:rPr>
            <w:noProof/>
          </w:rPr>
          <w:t>9</w:t>
        </w:r>
      </w:fldSimple>
      <w:r w:rsidRPr="00625323">
        <w:t>.Struktura elementu &lt;</w:t>
      </w:r>
      <w:proofErr w:type="spellStart"/>
      <w:r w:rsidRPr="00625323">
        <w:t>ZIDExtStatement</w:t>
      </w:r>
      <w:proofErr w:type="spellEnd"/>
      <w:r w:rsidRPr="00625323">
        <w:t>&gt; - Oświadczenie podatnika lub osoby reprezentującej podatnika (zawierające NIP/PESEL podatnika oraz treść oświadczenia).</w:t>
      </w:r>
      <w:bookmarkEnd w:id="69"/>
    </w:p>
    <w:p w14:paraId="3405AA54" w14:textId="77777777" w:rsidR="00D965C4" w:rsidRPr="00625323" w:rsidRDefault="00985425" w:rsidP="00D965C4">
      <w:pPr>
        <w:keepNext/>
        <w:rPr>
          <w:rFonts w:ascii="Lato" w:hAnsi="Lato"/>
        </w:rPr>
      </w:pPr>
      <w:r w:rsidRPr="00625323">
        <w:rPr>
          <w:rFonts w:ascii="Lato" w:hAnsi="Lato" w:cs="Open Sans"/>
          <w:noProof/>
        </w:rPr>
        <w:drawing>
          <wp:inline distT="0" distB="0" distL="0" distR="0" wp14:anchorId="480EA601" wp14:editId="74D6E9E2">
            <wp:extent cx="2874645" cy="1676400"/>
            <wp:effectExtent l="19050" t="19050" r="20955" b="19050"/>
            <wp:docPr id="1" name="Obraz 1" descr="Rysunek przedstawia strukturę elementu &lt;ZIDExtStatement&gt; - Oświadczenie podatnika lub osoby reprezentującej podatnika (zawierające NIP/PESEL podatnika oraz tekst oświadczenia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Rysunek przedstawia strukturę elementu &lt;ZIDExtStatement&gt; - Oświadczenie podatnika lub osoby reprezentującej podatnika (zawierające NIP/PESEL podatnika oraz tekst oświadczenia).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645" cy="1676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4D3B16A" w14:textId="29262093" w:rsidR="00EB7C5E" w:rsidRPr="00625323" w:rsidRDefault="00EB7C5E" w:rsidP="006616AB">
      <w:pPr>
        <w:pStyle w:val="Nagwek3"/>
        <w:numPr>
          <w:ilvl w:val="2"/>
          <w:numId w:val="12"/>
        </w:numPr>
      </w:pPr>
      <w:bookmarkStart w:id="70" w:name="_Toc198021040"/>
      <w:r w:rsidRPr="00625323">
        <w:t>&lt;</w:t>
      </w:r>
      <w:proofErr w:type="spellStart"/>
      <w:r w:rsidRPr="00625323">
        <w:rPr>
          <w:highlight w:val="white"/>
          <w:lang w:eastAsia="pl-PL"/>
        </w:rPr>
        <w:t>ZCalculationOfTaxOnGameA</w:t>
      </w:r>
      <w:proofErr w:type="spellEnd"/>
      <w:r w:rsidRPr="00625323">
        <w:rPr>
          <w:lang w:eastAsia="pl-PL"/>
        </w:rPr>
        <w:t xml:space="preserve">&gt; - </w:t>
      </w:r>
      <w:r w:rsidRPr="00625323">
        <w:rPr>
          <w:highlight w:val="white"/>
          <w:lang w:eastAsia="pl-PL"/>
        </w:rPr>
        <w:t>Dane dotyczące obliczenia kwoty podatku od gier.</w:t>
      </w:r>
      <w:bookmarkEnd w:id="70"/>
    </w:p>
    <w:p w14:paraId="055E6A86" w14:textId="0F6E8604" w:rsidR="00D965C4" w:rsidRPr="00625323" w:rsidRDefault="00D965C4" w:rsidP="00D965C4">
      <w:pPr>
        <w:pStyle w:val="Legenda"/>
        <w:keepNext/>
      </w:pPr>
      <w:bookmarkStart w:id="71" w:name="_Toc198021081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17</w:t>
        </w:r>
      </w:fldSimple>
      <w:r w:rsidRPr="00625323">
        <w:t>.Struktura danych &lt;</w:t>
      </w:r>
      <w:proofErr w:type="spellStart"/>
      <w:r w:rsidRPr="00625323">
        <w:t>ZCalculationOfTaxOnGameA</w:t>
      </w:r>
      <w:proofErr w:type="spellEnd"/>
      <w:r w:rsidRPr="00625323">
        <w:t xml:space="preserve">&gt; - Dane dotyczące obliczenia kwoty podatku </w:t>
      </w:r>
      <w:proofErr w:type="spellStart"/>
      <w:r w:rsidRPr="00625323">
        <w:t>podatku</w:t>
      </w:r>
      <w:proofErr w:type="spellEnd"/>
      <w:r w:rsidRPr="00625323">
        <w:t xml:space="preserve"> od gier.</w:t>
      </w:r>
      <w:bookmarkEnd w:id="71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2080"/>
        <w:gridCol w:w="1317"/>
        <w:gridCol w:w="3119"/>
        <w:gridCol w:w="2126"/>
      </w:tblGrid>
      <w:tr w:rsidR="00EB7C5E" w:rsidRPr="00625323" w14:paraId="3E1C9E40" w14:textId="196AF287" w:rsidTr="00EB7C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80" w:type="dxa"/>
          </w:tcPr>
          <w:p w14:paraId="3965FB9F" w14:textId="77777777" w:rsidR="00EB7C5E" w:rsidRPr="00625323" w:rsidRDefault="00EB7C5E" w:rsidP="00EB7C5E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625323">
              <w:rPr>
                <w:rFonts w:ascii="Lato" w:hAnsi="Lato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1317" w:type="dxa"/>
          </w:tcPr>
          <w:p w14:paraId="466A2ED7" w14:textId="77777777" w:rsidR="00EB7C5E" w:rsidRPr="00625323" w:rsidRDefault="00EB7C5E" w:rsidP="00EB7C5E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Liczebność/</w:t>
            </w:r>
          </w:p>
          <w:p w14:paraId="5F05723A" w14:textId="7293C35F" w:rsidR="00EB7C5E" w:rsidRPr="00625323" w:rsidRDefault="00EB7C5E" w:rsidP="00EB7C5E">
            <w:pPr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625323">
              <w:rPr>
                <w:rFonts w:ascii="Lato" w:hAnsi="Lato" w:cs="Arial"/>
                <w:b/>
                <w:sz w:val="18"/>
                <w:szCs w:val="18"/>
              </w:rPr>
              <w:t>Wymagany</w:t>
            </w:r>
          </w:p>
        </w:tc>
        <w:tc>
          <w:tcPr>
            <w:tcW w:w="3119" w:type="dxa"/>
          </w:tcPr>
          <w:p w14:paraId="7A29B506" w14:textId="77777777" w:rsidR="00EB7C5E" w:rsidRPr="00625323" w:rsidRDefault="00EB7C5E" w:rsidP="00EB7C5E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625323">
              <w:rPr>
                <w:rFonts w:ascii="Lato" w:hAnsi="Lato" w:cs="Arial"/>
                <w:b/>
                <w:sz w:val="18"/>
                <w:szCs w:val="18"/>
              </w:rPr>
              <w:t>Typ</w:t>
            </w:r>
          </w:p>
        </w:tc>
        <w:tc>
          <w:tcPr>
            <w:tcW w:w="2126" w:type="dxa"/>
          </w:tcPr>
          <w:p w14:paraId="36E6F059" w14:textId="16B6B479" w:rsidR="00EB7C5E" w:rsidRPr="00625323" w:rsidRDefault="00EB7C5E" w:rsidP="00EB7C5E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625323"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EB7C5E" w:rsidRPr="00625323" w14:paraId="5F42CA87" w14:textId="549F4EDD" w:rsidTr="00EB7C5E">
        <w:tc>
          <w:tcPr>
            <w:tcW w:w="2080" w:type="dxa"/>
          </w:tcPr>
          <w:p w14:paraId="6AEFD404" w14:textId="77777777" w:rsidR="00EB7C5E" w:rsidRPr="00625323" w:rsidRDefault="00EB7C5E" w:rsidP="00EB7C5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typeOfGame</w:t>
            </w:r>
          </w:p>
        </w:tc>
        <w:tc>
          <w:tcPr>
            <w:tcW w:w="1317" w:type="dxa"/>
          </w:tcPr>
          <w:p w14:paraId="53373D15" w14:textId="039687FD" w:rsidR="00EB7C5E" w:rsidRPr="00625323" w:rsidRDefault="00EB7C5E" w:rsidP="00EB7C5E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  <w:tc>
          <w:tcPr>
            <w:tcW w:w="3119" w:type="dxa"/>
          </w:tcPr>
          <w:p w14:paraId="21A56E9C" w14:textId="77777777" w:rsidR="00EB7C5E" w:rsidRPr="00625323" w:rsidRDefault="00EB7C5E" w:rsidP="00EB7C5E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  <w:p w14:paraId="6291153C" w14:textId="18383FD4" w:rsidR="00EB7C5E" w:rsidRPr="00625323" w:rsidRDefault="00EB7C5E" w:rsidP="00EB7C5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Patrz reguła R1.</w:t>
            </w:r>
          </w:p>
        </w:tc>
        <w:tc>
          <w:tcPr>
            <w:tcW w:w="2126" w:type="dxa"/>
          </w:tcPr>
          <w:p w14:paraId="7EA14787" w14:textId="7A363EE6" w:rsidR="00EB7C5E" w:rsidRPr="00625323" w:rsidRDefault="00EB7C5E" w:rsidP="00EB7C5E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Rodzaj gry.</w:t>
            </w:r>
          </w:p>
        </w:tc>
      </w:tr>
      <w:tr w:rsidR="00EB7C5E" w:rsidRPr="00625323" w14:paraId="01CCA388" w14:textId="0C41FEAE" w:rsidTr="00EB7C5E">
        <w:tc>
          <w:tcPr>
            <w:tcW w:w="2080" w:type="dxa"/>
          </w:tcPr>
          <w:p w14:paraId="20607C6E" w14:textId="77777777" w:rsidR="00EB7C5E" w:rsidRPr="00625323" w:rsidRDefault="00EB7C5E" w:rsidP="00EB7C5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tax</w:t>
            </w:r>
          </w:p>
        </w:tc>
        <w:tc>
          <w:tcPr>
            <w:tcW w:w="1317" w:type="dxa"/>
          </w:tcPr>
          <w:p w14:paraId="72F0C117" w14:textId="40EBB98B" w:rsidR="00EB7C5E" w:rsidRPr="00625323" w:rsidRDefault="00EB7C5E" w:rsidP="00EB7C5E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  <w:tc>
          <w:tcPr>
            <w:tcW w:w="3119" w:type="dxa"/>
          </w:tcPr>
          <w:p w14:paraId="5D454D04" w14:textId="77777777" w:rsidR="00EB7C5E" w:rsidRPr="00625323" w:rsidRDefault="00EB7C5E" w:rsidP="00EB7C5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ZAmountCD</w:t>
            </w:r>
          </w:p>
          <w:p w14:paraId="46A88CA9" w14:textId="77777777" w:rsidR="00EB7C5E" w:rsidRPr="00625323" w:rsidRDefault="00EB7C5E" w:rsidP="00EB7C5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AD41DC5" w14:textId="0E17FF8F" w:rsidR="00EB7C5E" w:rsidRPr="00625323" w:rsidRDefault="00EB7C5E" w:rsidP="00EB7C5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Podstawa opodatkowania.</w:t>
            </w:r>
          </w:p>
        </w:tc>
      </w:tr>
      <w:tr w:rsidR="00EB7C5E" w:rsidRPr="00625323" w14:paraId="33F78865" w14:textId="1686F020" w:rsidTr="00EB7C5E">
        <w:tc>
          <w:tcPr>
            <w:tcW w:w="2080" w:type="dxa"/>
          </w:tcPr>
          <w:p w14:paraId="22AA48AA" w14:textId="77777777" w:rsidR="00EB7C5E" w:rsidRPr="00625323" w:rsidRDefault="00EB7C5E" w:rsidP="00EB7C5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taxRatePercentage</w:t>
            </w:r>
          </w:p>
        </w:tc>
        <w:tc>
          <w:tcPr>
            <w:tcW w:w="1317" w:type="dxa"/>
          </w:tcPr>
          <w:p w14:paraId="591FA5A6" w14:textId="2E39F206" w:rsidR="00EB7C5E" w:rsidRPr="00625323" w:rsidRDefault="00EB7C5E" w:rsidP="00EB7C5E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  <w:tc>
          <w:tcPr>
            <w:tcW w:w="3119" w:type="dxa"/>
          </w:tcPr>
          <w:p w14:paraId="27B046AB" w14:textId="77777777" w:rsidR="00EB7C5E" w:rsidRPr="00625323" w:rsidRDefault="00EB7C5E" w:rsidP="00EB7C5E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ZPercentage</w:t>
            </w:r>
          </w:p>
        </w:tc>
        <w:tc>
          <w:tcPr>
            <w:tcW w:w="2126" w:type="dxa"/>
          </w:tcPr>
          <w:p w14:paraId="51B6C222" w14:textId="49B3CA1F" w:rsidR="00EB7C5E" w:rsidRPr="00625323" w:rsidRDefault="00EB7C5E" w:rsidP="00EB7C5E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Stawka podatku wyrażona ułamkiem dziesiętnym z dokładnością do 4 miejsc po przecinku</w:t>
            </w:r>
          </w:p>
        </w:tc>
      </w:tr>
      <w:tr w:rsidR="00EB7C5E" w:rsidRPr="00625323" w14:paraId="4FDE03FE" w14:textId="6B426944" w:rsidTr="00EB7C5E">
        <w:tc>
          <w:tcPr>
            <w:tcW w:w="2080" w:type="dxa"/>
          </w:tcPr>
          <w:p w14:paraId="3A386129" w14:textId="77777777" w:rsidR="00EB7C5E" w:rsidRPr="00625323" w:rsidRDefault="00EB7C5E" w:rsidP="00EB7C5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amountOfTax</w:t>
            </w:r>
          </w:p>
        </w:tc>
        <w:tc>
          <w:tcPr>
            <w:tcW w:w="1317" w:type="dxa"/>
          </w:tcPr>
          <w:p w14:paraId="05E3BB66" w14:textId="00069292" w:rsidR="00EB7C5E" w:rsidRPr="00625323" w:rsidRDefault="00EB7C5E" w:rsidP="00EB7C5E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  <w:tc>
          <w:tcPr>
            <w:tcW w:w="3119" w:type="dxa"/>
          </w:tcPr>
          <w:p w14:paraId="2F7F5922" w14:textId="77777777" w:rsidR="00EB7C5E" w:rsidRPr="00625323" w:rsidRDefault="00EB7C5E" w:rsidP="00EB7C5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ZAmountC</w:t>
            </w:r>
          </w:p>
        </w:tc>
        <w:tc>
          <w:tcPr>
            <w:tcW w:w="2126" w:type="dxa"/>
          </w:tcPr>
          <w:p w14:paraId="6DCD4A84" w14:textId="115DD172" w:rsidR="00EB7C5E" w:rsidRPr="00625323" w:rsidRDefault="00EB7C5E" w:rsidP="00EB7C5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Kwota podatku.</w:t>
            </w:r>
          </w:p>
        </w:tc>
      </w:tr>
    </w:tbl>
    <w:p w14:paraId="2EAB2F2B" w14:textId="027E2822" w:rsidR="00ED327C" w:rsidRPr="00625323" w:rsidRDefault="00ED327C" w:rsidP="00ED327C">
      <w:pPr>
        <w:pStyle w:val="Legenda"/>
        <w:keepNext/>
      </w:pPr>
      <w:bookmarkStart w:id="72" w:name="_Toc198021106"/>
      <w:r w:rsidRPr="00625323">
        <w:t xml:space="preserve">Rysunek </w:t>
      </w:r>
      <w:fldSimple w:instr=" SEQ Rysunek \* ARABIC ">
        <w:r w:rsidR="00625323" w:rsidRPr="00625323">
          <w:rPr>
            <w:noProof/>
          </w:rPr>
          <w:t>10</w:t>
        </w:r>
      </w:fldSimple>
      <w:r w:rsidRPr="00625323">
        <w:t xml:space="preserve">. Struktura elementu &lt; </w:t>
      </w:r>
      <w:proofErr w:type="spellStart"/>
      <w:r w:rsidRPr="00625323">
        <w:t>ZCalculationOfTaxOnGameA</w:t>
      </w:r>
      <w:proofErr w:type="spellEnd"/>
      <w:r w:rsidRPr="00625323">
        <w:t xml:space="preserve">&gt; - Dane dotyczące obliczenia kwoty podatku </w:t>
      </w:r>
      <w:proofErr w:type="spellStart"/>
      <w:r w:rsidRPr="00625323">
        <w:t>podatku</w:t>
      </w:r>
      <w:proofErr w:type="spellEnd"/>
      <w:r w:rsidRPr="00625323">
        <w:t xml:space="preserve"> od gier.</w:t>
      </w:r>
      <w:bookmarkEnd w:id="72"/>
    </w:p>
    <w:p w14:paraId="5D3E1CA5" w14:textId="77777777" w:rsidR="00D965C4" w:rsidRPr="00625323" w:rsidRDefault="00EB7C5E" w:rsidP="00D965C4">
      <w:pPr>
        <w:keepNext/>
        <w:rPr>
          <w:rFonts w:ascii="Lato" w:hAnsi="Lato"/>
        </w:rPr>
      </w:pPr>
      <w:r w:rsidRPr="00625323">
        <w:rPr>
          <w:rFonts w:ascii="Lato" w:hAnsi="Lato" w:cs="Open Sans"/>
          <w:noProof/>
        </w:rPr>
        <w:drawing>
          <wp:inline distT="0" distB="0" distL="0" distR="0" wp14:anchorId="6049B3D9" wp14:editId="5DDE4C7F">
            <wp:extent cx="4481830" cy="1447800"/>
            <wp:effectExtent l="19050" t="19050" r="13970" b="19050"/>
            <wp:docPr id="8" name="Obraz 8" descr="Rysunek przedstawia strukturę elementu &lt; ZCalculationOfTaxOnGameA&gt; - Dane dotyczące obliczenia kwoty podatku podatku od gi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Rysunek przedstawia strukturę elementu &lt; ZCalculationOfTaxOnGameA&gt; - Dane dotyczące obliczenia kwoty podatku podatku od gier.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1830" cy="1447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370F804" w14:textId="77777777" w:rsidR="00D965C4" w:rsidRPr="00625323" w:rsidRDefault="00D965C4">
      <w:pPr>
        <w:rPr>
          <w:rFonts w:ascii="Lato" w:hAnsi="Lato"/>
          <w:bCs/>
          <w:sz w:val="22"/>
          <w:szCs w:val="20"/>
        </w:rPr>
      </w:pPr>
      <w:r w:rsidRPr="00625323">
        <w:rPr>
          <w:rFonts w:ascii="Lato" w:hAnsi="Lato"/>
        </w:rPr>
        <w:br w:type="page"/>
      </w:r>
    </w:p>
    <w:p w14:paraId="44FFB97F" w14:textId="77777777" w:rsidR="00EB7C5E" w:rsidRPr="00625323" w:rsidRDefault="00EB7C5E" w:rsidP="006616AB">
      <w:pPr>
        <w:pStyle w:val="Nagwek3"/>
        <w:numPr>
          <w:ilvl w:val="2"/>
          <w:numId w:val="12"/>
        </w:numPr>
      </w:pPr>
      <w:bookmarkStart w:id="73" w:name="_Toc198021041"/>
      <w:r w:rsidRPr="00625323">
        <w:lastRenderedPageBreak/>
        <w:t>&lt;</w:t>
      </w:r>
      <w:proofErr w:type="spellStart"/>
      <w:r w:rsidRPr="00625323">
        <w:rPr>
          <w:highlight w:val="white"/>
          <w:lang w:eastAsia="pl-PL"/>
        </w:rPr>
        <w:t>ZCalculationOfTaxOnGame</w:t>
      </w:r>
      <w:r w:rsidRPr="00625323">
        <w:rPr>
          <w:lang w:eastAsia="pl-PL"/>
        </w:rPr>
        <w:t>C</w:t>
      </w:r>
      <w:proofErr w:type="spellEnd"/>
      <w:r w:rsidRPr="00625323">
        <w:rPr>
          <w:lang w:eastAsia="pl-PL"/>
        </w:rPr>
        <w:t xml:space="preserve">&gt; - </w:t>
      </w:r>
      <w:r w:rsidRPr="00625323">
        <w:rPr>
          <w:highlight w:val="white"/>
          <w:lang w:eastAsia="pl-PL"/>
        </w:rPr>
        <w:t xml:space="preserve">Dane dotyczące obliczenia kwoty podatku </w:t>
      </w:r>
      <w:proofErr w:type="spellStart"/>
      <w:r w:rsidRPr="00625323">
        <w:rPr>
          <w:highlight w:val="white"/>
          <w:lang w:eastAsia="pl-PL"/>
        </w:rPr>
        <w:t>podatku</w:t>
      </w:r>
      <w:proofErr w:type="spellEnd"/>
      <w:r w:rsidRPr="00625323">
        <w:rPr>
          <w:highlight w:val="white"/>
          <w:lang w:eastAsia="pl-PL"/>
        </w:rPr>
        <w:t xml:space="preserve"> od gier.</w:t>
      </w:r>
      <w:bookmarkEnd w:id="73"/>
    </w:p>
    <w:p w14:paraId="34333FC7" w14:textId="519043FF" w:rsidR="00D965C4" w:rsidRPr="00625323" w:rsidRDefault="00D965C4" w:rsidP="00D965C4">
      <w:pPr>
        <w:pStyle w:val="Legenda"/>
        <w:keepNext/>
      </w:pPr>
      <w:bookmarkStart w:id="74" w:name="_Toc198021082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18</w:t>
        </w:r>
      </w:fldSimple>
      <w:r w:rsidRPr="00625323">
        <w:t>.Struktura danych &lt;</w:t>
      </w:r>
      <w:proofErr w:type="spellStart"/>
      <w:r w:rsidRPr="00625323">
        <w:t>ZCalculationOfTaxOnGameC</w:t>
      </w:r>
      <w:proofErr w:type="spellEnd"/>
      <w:r w:rsidRPr="00625323">
        <w:t>&gt; - Dane dotyczące obliczenia kwoty podatku od gier.</w:t>
      </w:r>
      <w:bookmarkEnd w:id="74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2080"/>
        <w:gridCol w:w="1459"/>
        <w:gridCol w:w="1559"/>
        <w:gridCol w:w="3544"/>
      </w:tblGrid>
      <w:tr w:rsidR="007300C5" w:rsidRPr="00625323" w14:paraId="544F454C" w14:textId="77777777" w:rsidTr="007300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80" w:type="dxa"/>
          </w:tcPr>
          <w:p w14:paraId="6938568D" w14:textId="77777777" w:rsidR="007300C5" w:rsidRPr="00625323" w:rsidRDefault="007300C5" w:rsidP="007300C5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625323">
              <w:rPr>
                <w:rFonts w:ascii="Lato" w:hAnsi="Lato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1459" w:type="dxa"/>
          </w:tcPr>
          <w:p w14:paraId="3DAB1FAE" w14:textId="77777777" w:rsidR="007300C5" w:rsidRPr="00625323" w:rsidRDefault="007300C5" w:rsidP="007300C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Liczebność/</w:t>
            </w:r>
          </w:p>
          <w:p w14:paraId="2D3B3DB7" w14:textId="68EB1CCB" w:rsidR="007300C5" w:rsidRPr="00625323" w:rsidRDefault="007300C5" w:rsidP="007300C5">
            <w:pPr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625323">
              <w:rPr>
                <w:rFonts w:ascii="Lato" w:hAnsi="Lato" w:cs="Arial"/>
                <w:b/>
                <w:sz w:val="18"/>
                <w:szCs w:val="18"/>
              </w:rPr>
              <w:t>Wymagany</w:t>
            </w:r>
          </w:p>
        </w:tc>
        <w:tc>
          <w:tcPr>
            <w:tcW w:w="1559" w:type="dxa"/>
          </w:tcPr>
          <w:p w14:paraId="3F41E97C" w14:textId="683F34BB" w:rsidR="007300C5" w:rsidRPr="00625323" w:rsidRDefault="007300C5" w:rsidP="007300C5">
            <w:pPr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625323">
              <w:rPr>
                <w:rFonts w:ascii="Lato" w:hAnsi="Lato" w:cs="Arial"/>
                <w:b/>
                <w:sz w:val="18"/>
                <w:szCs w:val="18"/>
              </w:rPr>
              <w:t>Typ</w:t>
            </w:r>
          </w:p>
        </w:tc>
        <w:tc>
          <w:tcPr>
            <w:tcW w:w="3544" w:type="dxa"/>
          </w:tcPr>
          <w:p w14:paraId="315D4833" w14:textId="7AD101E0" w:rsidR="007300C5" w:rsidRPr="00625323" w:rsidRDefault="007300C5" w:rsidP="007300C5">
            <w:pPr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625323"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7300C5" w:rsidRPr="00625323" w14:paraId="75167D92" w14:textId="77777777" w:rsidTr="007300C5">
        <w:tc>
          <w:tcPr>
            <w:tcW w:w="2080" w:type="dxa"/>
          </w:tcPr>
          <w:p w14:paraId="002253EC" w14:textId="77777777" w:rsidR="007300C5" w:rsidRPr="00625323" w:rsidRDefault="007300C5" w:rsidP="007300C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typeOfGame</w:t>
            </w:r>
          </w:p>
        </w:tc>
        <w:tc>
          <w:tcPr>
            <w:tcW w:w="1459" w:type="dxa"/>
          </w:tcPr>
          <w:p w14:paraId="313DE16B" w14:textId="1EBC75A2" w:rsidR="007300C5" w:rsidRPr="00625323" w:rsidRDefault="007300C5" w:rsidP="007300C5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  <w:tc>
          <w:tcPr>
            <w:tcW w:w="1559" w:type="dxa"/>
          </w:tcPr>
          <w:p w14:paraId="5BD6D41B" w14:textId="77777777" w:rsidR="007300C5" w:rsidRPr="00625323" w:rsidRDefault="007300C5" w:rsidP="007300C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  <w:p w14:paraId="4776E262" w14:textId="5B93F868" w:rsidR="007300C5" w:rsidRPr="00625323" w:rsidRDefault="007300C5" w:rsidP="007300C5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Patrz reguła R2.</w:t>
            </w:r>
          </w:p>
        </w:tc>
        <w:tc>
          <w:tcPr>
            <w:tcW w:w="3544" w:type="dxa"/>
          </w:tcPr>
          <w:p w14:paraId="3FFA3A02" w14:textId="5EA6FE4E" w:rsidR="007300C5" w:rsidRPr="00625323" w:rsidRDefault="007300C5" w:rsidP="007300C5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Rodzaj gry.</w:t>
            </w:r>
          </w:p>
        </w:tc>
      </w:tr>
      <w:tr w:rsidR="007300C5" w:rsidRPr="00625323" w14:paraId="4AD08124" w14:textId="77777777" w:rsidTr="007300C5">
        <w:tc>
          <w:tcPr>
            <w:tcW w:w="2080" w:type="dxa"/>
          </w:tcPr>
          <w:p w14:paraId="7ADC4046" w14:textId="77777777" w:rsidR="007300C5" w:rsidRPr="00625323" w:rsidRDefault="007300C5" w:rsidP="007300C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tax</w:t>
            </w:r>
          </w:p>
        </w:tc>
        <w:tc>
          <w:tcPr>
            <w:tcW w:w="1459" w:type="dxa"/>
          </w:tcPr>
          <w:p w14:paraId="71F1084F" w14:textId="3EF9922E" w:rsidR="007300C5" w:rsidRPr="00625323" w:rsidRDefault="007300C5" w:rsidP="007300C5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  <w:tc>
          <w:tcPr>
            <w:tcW w:w="1559" w:type="dxa"/>
          </w:tcPr>
          <w:p w14:paraId="56AD9D80" w14:textId="77777777" w:rsidR="007300C5" w:rsidRPr="00625323" w:rsidRDefault="007300C5" w:rsidP="007300C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ZAmountCD</w:t>
            </w:r>
          </w:p>
          <w:p w14:paraId="0938BCA4" w14:textId="77777777" w:rsidR="007300C5" w:rsidRPr="00625323" w:rsidRDefault="007300C5" w:rsidP="007300C5">
            <w:pPr>
              <w:rPr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3544" w:type="dxa"/>
          </w:tcPr>
          <w:p w14:paraId="6E9AAF8B" w14:textId="36D7A098" w:rsidR="007300C5" w:rsidRPr="00625323" w:rsidRDefault="007300C5" w:rsidP="007300C5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Podstawa opodatkowania.</w:t>
            </w:r>
          </w:p>
        </w:tc>
      </w:tr>
      <w:tr w:rsidR="007300C5" w:rsidRPr="00625323" w14:paraId="4B0D8F99" w14:textId="77777777" w:rsidTr="007300C5">
        <w:tc>
          <w:tcPr>
            <w:tcW w:w="2080" w:type="dxa"/>
          </w:tcPr>
          <w:p w14:paraId="3BF72A4E" w14:textId="77777777" w:rsidR="007300C5" w:rsidRPr="00625323" w:rsidRDefault="007300C5" w:rsidP="007300C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taxRatePercentage</w:t>
            </w:r>
          </w:p>
        </w:tc>
        <w:tc>
          <w:tcPr>
            <w:tcW w:w="1459" w:type="dxa"/>
          </w:tcPr>
          <w:p w14:paraId="02FB42DC" w14:textId="0769CFBF" w:rsidR="007300C5" w:rsidRPr="00625323" w:rsidRDefault="007300C5" w:rsidP="007300C5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  <w:tc>
          <w:tcPr>
            <w:tcW w:w="1559" w:type="dxa"/>
          </w:tcPr>
          <w:p w14:paraId="64E2CD1A" w14:textId="5D800AAB" w:rsidR="007300C5" w:rsidRPr="00625323" w:rsidRDefault="007300C5" w:rsidP="007300C5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ZPercentage</w:t>
            </w:r>
          </w:p>
        </w:tc>
        <w:tc>
          <w:tcPr>
            <w:tcW w:w="3544" w:type="dxa"/>
          </w:tcPr>
          <w:p w14:paraId="141EBF37" w14:textId="60A995C0" w:rsidR="007300C5" w:rsidRPr="00625323" w:rsidRDefault="007300C5" w:rsidP="007300C5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Stawka podatku wyrażona ułamkiem dziesiętnym z dokładnością do 4 miejsc po przecinku</w:t>
            </w:r>
          </w:p>
        </w:tc>
      </w:tr>
      <w:tr w:rsidR="007300C5" w:rsidRPr="00625323" w14:paraId="402E69CE" w14:textId="77777777" w:rsidTr="007300C5">
        <w:tc>
          <w:tcPr>
            <w:tcW w:w="2080" w:type="dxa"/>
          </w:tcPr>
          <w:p w14:paraId="624AD000" w14:textId="77777777" w:rsidR="007300C5" w:rsidRPr="00625323" w:rsidRDefault="007300C5" w:rsidP="007300C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amountOfTax</w:t>
            </w:r>
          </w:p>
        </w:tc>
        <w:tc>
          <w:tcPr>
            <w:tcW w:w="1459" w:type="dxa"/>
          </w:tcPr>
          <w:p w14:paraId="57D0E352" w14:textId="01538E7C" w:rsidR="007300C5" w:rsidRPr="00625323" w:rsidRDefault="007300C5" w:rsidP="007300C5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  <w:tc>
          <w:tcPr>
            <w:tcW w:w="1559" w:type="dxa"/>
          </w:tcPr>
          <w:p w14:paraId="07A5522D" w14:textId="142633CA" w:rsidR="007300C5" w:rsidRPr="00625323" w:rsidRDefault="007300C5" w:rsidP="007300C5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ZAmountC</w:t>
            </w:r>
          </w:p>
        </w:tc>
        <w:tc>
          <w:tcPr>
            <w:tcW w:w="3544" w:type="dxa"/>
          </w:tcPr>
          <w:p w14:paraId="6B1A6DA8" w14:textId="6BE33CED" w:rsidR="007300C5" w:rsidRPr="00625323" w:rsidRDefault="007300C5" w:rsidP="007300C5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Kwota podatku.</w:t>
            </w:r>
          </w:p>
        </w:tc>
      </w:tr>
    </w:tbl>
    <w:p w14:paraId="64DC2F25" w14:textId="461A943A" w:rsidR="00054A2C" w:rsidRPr="00625323" w:rsidRDefault="00054A2C" w:rsidP="00054A2C">
      <w:pPr>
        <w:pStyle w:val="Legenda"/>
        <w:keepNext/>
      </w:pPr>
      <w:bookmarkStart w:id="75" w:name="_Toc198021107"/>
      <w:r w:rsidRPr="00625323">
        <w:t xml:space="preserve">Rysunek </w:t>
      </w:r>
      <w:fldSimple w:instr=" SEQ Rysunek \* ARABIC ">
        <w:r w:rsidR="00625323" w:rsidRPr="00625323">
          <w:rPr>
            <w:noProof/>
          </w:rPr>
          <w:t>11</w:t>
        </w:r>
      </w:fldSimple>
      <w:r w:rsidRPr="00625323">
        <w:t>. Struktura elementu &lt;</w:t>
      </w:r>
      <w:proofErr w:type="spellStart"/>
      <w:r w:rsidRPr="00625323">
        <w:t>ZCalculationOfTaxOnGameC</w:t>
      </w:r>
      <w:proofErr w:type="spellEnd"/>
      <w:r w:rsidRPr="00625323">
        <w:t>&gt; - Dane dotyczące obliczenia kwoty podatku od gier.</w:t>
      </w:r>
      <w:bookmarkEnd w:id="75"/>
    </w:p>
    <w:p w14:paraId="58B90421" w14:textId="77777777" w:rsidR="00945A80" w:rsidRPr="00625323" w:rsidRDefault="00EB7C5E" w:rsidP="00945A80">
      <w:pPr>
        <w:keepNext/>
        <w:rPr>
          <w:rFonts w:ascii="Lato" w:hAnsi="Lato"/>
        </w:rPr>
      </w:pPr>
      <w:r w:rsidRPr="00625323">
        <w:rPr>
          <w:rFonts w:ascii="Lato" w:hAnsi="Lato" w:cs="Open Sans"/>
          <w:noProof/>
        </w:rPr>
        <w:drawing>
          <wp:inline distT="0" distB="0" distL="0" distR="0" wp14:anchorId="4AB09A15" wp14:editId="0536CE85">
            <wp:extent cx="4467860" cy="1378585"/>
            <wp:effectExtent l="19050" t="19050" r="27940" b="12065"/>
            <wp:docPr id="11" name="Obraz 11" descr="Rysunek prezentuje strukturę elementu &lt;ZCalculationOfTaxOnGameC&gt; - Dane dotyczące obliczenia kwoty podatku od gi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Rysunek prezentuje strukturę elementu &lt;ZCalculationOfTaxOnGameC&gt; - Dane dotyczące obliczenia kwoty podatku od gier.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860" cy="13785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3434CFE" w14:textId="033F4088" w:rsidR="00F872D3" w:rsidRPr="00625323" w:rsidRDefault="00B35D67" w:rsidP="006616AB">
      <w:pPr>
        <w:pStyle w:val="Nagwek3"/>
        <w:numPr>
          <w:ilvl w:val="2"/>
          <w:numId w:val="12"/>
        </w:numPr>
      </w:pPr>
      <w:bookmarkStart w:id="76" w:name="_Toc198021042"/>
      <w:r w:rsidRPr="00625323">
        <w:t>&lt;</w:t>
      </w:r>
      <w:r w:rsidRPr="00625323">
        <w:rPr>
          <w:rStyle w:val="pole"/>
          <w:rFonts w:ascii="Lato" w:hAnsi="Lato" w:cs="Open Sans"/>
          <w:sz w:val="24"/>
          <w:szCs w:val="24"/>
          <w:lang w:val="en-GB"/>
        </w:rPr>
        <w:t>ZRepresentative</w:t>
      </w:r>
      <w:r w:rsidRPr="00625323">
        <w:rPr>
          <w:rStyle w:val="polegwne"/>
          <w:rFonts w:ascii="Lato" w:hAnsi="Lato" w:cs="Open Sans"/>
          <w:sz w:val="24"/>
          <w:szCs w:val="24"/>
          <w:lang w:val="pl-PL"/>
        </w:rPr>
        <w:t xml:space="preserve"> &gt; - </w:t>
      </w:r>
      <w:r w:rsidRPr="00625323">
        <w:t xml:space="preserve">Dane </w:t>
      </w:r>
      <w:r w:rsidR="00EB4E3A" w:rsidRPr="00625323">
        <w:t>reprezentanta</w:t>
      </w:r>
      <w:r w:rsidRPr="00625323">
        <w:t>.</w:t>
      </w:r>
      <w:bookmarkEnd w:id="76"/>
    </w:p>
    <w:p w14:paraId="1576725E" w14:textId="1E731F30" w:rsidR="00945A80" w:rsidRPr="00625323" w:rsidRDefault="00945A80" w:rsidP="00945A80">
      <w:pPr>
        <w:pStyle w:val="Legenda"/>
        <w:keepNext/>
      </w:pPr>
      <w:bookmarkStart w:id="77" w:name="_Toc198021083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19</w:t>
        </w:r>
      </w:fldSimple>
      <w:r w:rsidRPr="00625323">
        <w:t>.Struktura danych &lt;</w:t>
      </w:r>
      <w:proofErr w:type="spellStart"/>
      <w:r w:rsidRPr="00625323">
        <w:t>ZRepresentative</w:t>
      </w:r>
      <w:proofErr w:type="spellEnd"/>
      <w:r w:rsidRPr="00625323">
        <w:t xml:space="preserve"> &gt; - Dane pełnomocnika.</w:t>
      </w:r>
      <w:bookmarkEnd w:id="77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559"/>
        <w:gridCol w:w="3827"/>
      </w:tblGrid>
      <w:tr w:rsidR="00D761D5" w:rsidRPr="00625323" w14:paraId="1C11DB72" w14:textId="77777777" w:rsidTr="009E6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722AF4C9" w14:textId="77777777" w:rsidR="00D761D5" w:rsidRPr="00625323" w:rsidRDefault="00D761D5" w:rsidP="00DC7826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74FDC4DE" w14:textId="77777777" w:rsidR="00D761D5" w:rsidRPr="00625323" w:rsidRDefault="00D761D5" w:rsidP="00DC7826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Liczebność/</w:t>
            </w:r>
          </w:p>
          <w:p w14:paraId="4676709C" w14:textId="77777777" w:rsidR="00D761D5" w:rsidRPr="00625323" w:rsidRDefault="00D761D5" w:rsidP="00DC7826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Wymagany</w:t>
            </w:r>
          </w:p>
        </w:tc>
        <w:tc>
          <w:tcPr>
            <w:tcW w:w="1559" w:type="dxa"/>
          </w:tcPr>
          <w:p w14:paraId="48CAE32B" w14:textId="77777777" w:rsidR="00D761D5" w:rsidRPr="00625323" w:rsidRDefault="00D761D5" w:rsidP="00DC7826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Typ</w:t>
            </w:r>
          </w:p>
        </w:tc>
        <w:tc>
          <w:tcPr>
            <w:tcW w:w="3827" w:type="dxa"/>
          </w:tcPr>
          <w:p w14:paraId="2A79C1F0" w14:textId="77777777" w:rsidR="00D761D5" w:rsidRPr="00625323" w:rsidRDefault="00D761D5" w:rsidP="00DC7826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Opis</w:t>
            </w:r>
          </w:p>
        </w:tc>
      </w:tr>
      <w:tr w:rsidR="00D761D5" w:rsidRPr="00625323" w14:paraId="2A64CEAE" w14:textId="77777777" w:rsidTr="009E6415">
        <w:tc>
          <w:tcPr>
            <w:tcW w:w="1838" w:type="dxa"/>
          </w:tcPr>
          <w:p w14:paraId="4543D6B8" w14:textId="656E4A23" w:rsidR="00D761D5" w:rsidRPr="00625323" w:rsidRDefault="00D761D5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repFirstName</w:t>
            </w:r>
          </w:p>
        </w:tc>
        <w:tc>
          <w:tcPr>
            <w:tcW w:w="1418" w:type="dxa"/>
          </w:tcPr>
          <w:p w14:paraId="569126DC" w14:textId="77777777" w:rsidR="00D761D5" w:rsidRPr="00625323" w:rsidRDefault="00D761D5" w:rsidP="00C85471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559" w:type="dxa"/>
          </w:tcPr>
          <w:p w14:paraId="198CB3D8" w14:textId="77777777" w:rsidR="00D761D5" w:rsidRPr="00625323" w:rsidRDefault="00D761D5" w:rsidP="00C85471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45DC2ADA" w14:textId="25A9CFE9" w:rsidR="00D761D5" w:rsidRPr="00625323" w:rsidRDefault="00D761D5" w:rsidP="00C85471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Pierwsze imię pełnomocnika</w:t>
            </w:r>
          </w:p>
        </w:tc>
      </w:tr>
      <w:tr w:rsidR="00D761D5" w:rsidRPr="00625323" w14:paraId="529FA815" w14:textId="77777777" w:rsidTr="009E6415">
        <w:tc>
          <w:tcPr>
            <w:tcW w:w="1838" w:type="dxa"/>
          </w:tcPr>
          <w:p w14:paraId="22ABA8CA" w14:textId="77777777" w:rsidR="00D761D5" w:rsidRPr="00625323" w:rsidRDefault="00D761D5" w:rsidP="00C85471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repSurname</w:t>
            </w:r>
          </w:p>
        </w:tc>
        <w:tc>
          <w:tcPr>
            <w:tcW w:w="1418" w:type="dxa"/>
          </w:tcPr>
          <w:p w14:paraId="2E771B89" w14:textId="77777777" w:rsidR="00D761D5" w:rsidRPr="00625323" w:rsidRDefault="00D761D5" w:rsidP="00C85471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559" w:type="dxa"/>
          </w:tcPr>
          <w:p w14:paraId="2A681B8E" w14:textId="77777777" w:rsidR="00D761D5" w:rsidRPr="00625323" w:rsidRDefault="00D761D5">
            <w:pPr>
              <w:rPr>
                <w:rFonts w:ascii="Lato" w:hAnsi="Lato" w:cs="Open Sans"/>
                <w:sz w:val="20"/>
                <w:szCs w:val="20"/>
                <w:lang w:eastAsia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76F5E6AE" w14:textId="72EEEAC5" w:rsidR="00D761D5" w:rsidRPr="00625323" w:rsidRDefault="00D761D5">
            <w:pPr>
              <w:rPr>
                <w:rFonts w:ascii="Lato" w:hAnsi="Lato" w:cs="Open Sans"/>
                <w:sz w:val="20"/>
                <w:szCs w:val="20"/>
                <w:lang w:eastAsia="pl-PL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Nazwisko pełnomocnika</w:t>
            </w:r>
          </w:p>
        </w:tc>
      </w:tr>
      <w:tr w:rsidR="00D761D5" w:rsidRPr="00625323" w14:paraId="0ED8B96C" w14:textId="77777777" w:rsidTr="009E6415">
        <w:tc>
          <w:tcPr>
            <w:tcW w:w="1838" w:type="dxa"/>
          </w:tcPr>
          <w:p w14:paraId="65E65B5E" w14:textId="77777777" w:rsidR="00D761D5" w:rsidRPr="00625323" w:rsidRDefault="00D761D5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phone</w:t>
            </w:r>
          </w:p>
        </w:tc>
        <w:tc>
          <w:tcPr>
            <w:tcW w:w="1418" w:type="dxa"/>
          </w:tcPr>
          <w:p w14:paraId="514C14B7" w14:textId="77777777" w:rsidR="00D761D5" w:rsidRPr="00625323" w:rsidRDefault="00D761D5" w:rsidP="00C85471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6EC39C13" w14:textId="77777777" w:rsidR="00D761D5" w:rsidRPr="00625323" w:rsidRDefault="00D761D5" w:rsidP="00C85471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61477ECF" w14:textId="7CDE02E6" w:rsidR="00D761D5" w:rsidRPr="00625323" w:rsidRDefault="00D761D5" w:rsidP="00C85471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Numer telefonu podatnika lub osoby reprezentującej podatnika</w:t>
            </w:r>
          </w:p>
        </w:tc>
      </w:tr>
      <w:tr w:rsidR="00D761D5" w:rsidRPr="00625323" w14:paraId="2151703D" w14:textId="77777777" w:rsidTr="009E6415">
        <w:tc>
          <w:tcPr>
            <w:tcW w:w="1838" w:type="dxa"/>
          </w:tcPr>
          <w:p w14:paraId="6F0D05FC" w14:textId="77777777" w:rsidR="00D761D5" w:rsidRPr="00625323" w:rsidRDefault="00D761D5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email</w:t>
            </w:r>
          </w:p>
        </w:tc>
        <w:tc>
          <w:tcPr>
            <w:tcW w:w="1418" w:type="dxa"/>
          </w:tcPr>
          <w:p w14:paraId="61AB7BF2" w14:textId="77777777" w:rsidR="00D761D5" w:rsidRPr="00625323" w:rsidRDefault="00D761D5" w:rsidP="00C85471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0ABEE63B" w14:textId="77777777" w:rsidR="00D761D5" w:rsidRPr="00625323" w:rsidRDefault="00D761D5" w:rsidP="00C85471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58932DD0" w14:textId="783D4163" w:rsidR="00D761D5" w:rsidRPr="00625323" w:rsidRDefault="00D761D5" w:rsidP="00C85471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Adres e-mail podatnika lub osoby reprezentującej podatnika</w:t>
            </w:r>
          </w:p>
        </w:tc>
      </w:tr>
    </w:tbl>
    <w:p w14:paraId="271E6C6F" w14:textId="16CE4B23" w:rsidR="00054A2C" w:rsidRPr="00625323" w:rsidRDefault="00054A2C" w:rsidP="00054A2C">
      <w:pPr>
        <w:pStyle w:val="Legenda"/>
        <w:keepNext/>
      </w:pPr>
      <w:bookmarkStart w:id="78" w:name="_Toc198021108"/>
      <w:r w:rsidRPr="00625323">
        <w:lastRenderedPageBreak/>
        <w:t xml:space="preserve">Rysunek </w:t>
      </w:r>
      <w:fldSimple w:instr=" SEQ Rysunek \* ARABIC ">
        <w:r w:rsidR="00625323" w:rsidRPr="00625323">
          <w:rPr>
            <w:noProof/>
          </w:rPr>
          <w:t>12</w:t>
        </w:r>
      </w:fldSimple>
      <w:r w:rsidRPr="00625323">
        <w:t>. Struktura elementu &lt;</w:t>
      </w:r>
      <w:proofErr w:type="spellStart"/>
      <w:r w:rsidRPr="00625323">
        <w:t>ZRepresentative</w:t>
      </w:r>
      <w:proofErr w:type="spellEnd"/>
      <w:r w:rsidRPr="00625323">
        <w:t xml:space="preserve"> &gt; - Dane pełnomocnika.</w:t>
      </w:r>
      <w:bookmarkEnd w:id="78"/>
    </w:p>
    <w:p w14:paraId="38FCDF4C" w14:textId="77777777" w:rsidR="00945A80" w:rsidRPr="00625323" w:rsidRDefault="006634E1" w:rsidP="00945A80">
      <w:pPr>
        <w:keepNext/>
        <w:rPr>
          <w:rFonts w:ascii="Lato" w:hAnsi="Lato"/>
        </w:rPr>
      </w:pPr>
      <w:r w:rsidRPr="00625323">
        <w:rPr>
          <w:rFonts w:ascii="Lato" w:hAnsi="Lato" w:cs="Open Sans"/>
          <w:noProof/>
        </w:rPr>
        <w:drawing>
          <wp:inline distT="0" distB="0" distL="0" distR="0" wp14:anchorId="2C1E7E64" wp14:editId="3F182BFD">
            <wp:extent cx="3782060" cy="2126615"/>
            <wp:effectExtent l="19050" t="19050" r="27940" b="26035"/>
            <wp:docPr id="17" name="Obraz 17" descr="Rysunek przedstawia strukturę elementu &lt;ZRepresentative&gt;&#10;Dane pełnomocnik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braz 17" descr="Rysunek przedstawia strukturę elementu &lt;ZRepresentative&gt;&#10;Dane pełnomocnika.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060" cy="2126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9840C5B" w14:textId="0DD76577" w:rsidR="00EB4E3A" w:rsidRPr="00625323" w:rsidRDefault="00EB4E3A" w:rsidP="006616AB">
      <w:pPr>
        <w:pStyle w:val="Nagwek3"/>
        <w:numPr>
          <w:ilvl w:val="2"/>
          <w:numId w:val="12"/>
        </w:numPr>
      </w:pPr>
      <w:bookmarkStart w:id="79" w:name="_Toc198021043"/>
      <w:r w:rsidRPr="00625323">
        <w:t>&lt;</w:t>
      </w:r>
      <w:r w:rsidRPr="00625323">
        <w:rPr>
          <w:rStyle w:val="pole"/>
          <w:rFonts w:ascii="Lato" w:hAnsi="Lato" w:cs="Open Sans"/>
          <w:sz w:val="24"/>
          <w:szCs w:val="24"/>
          <w:lang w:val="en-GB"/>
        </w:rPr>
        <w:t>ZIDRepresentative</w:t>
      </w:r>
      <w:r w:rsidRPr="00625323">
        <w:rPr>
          <w:rStyle w:val="polegwne"/>
          <w:rFonts w:ascii="Lato" w:hAnsi="Lato" w:cs="Open Sans"/>
          <w:sz w:val="24"/>
          <w:szCs w:val="24"/>
          <w:lang w:val="pl-PL"/>
        </w:rPr>
        <w:t xml:space="preserve"> &gt; - </w:t>
      </w:r>
      <w:r w:rsidRPr="00625323">
        <w:t>Dane reprezentanta.</w:t>
      </w:r>
      <w:bookmarkEnd w:id="79"/>
    </w:p>
    <w:p w14:paraId="12414DCC" w14:textId="043EE341" w:rsidR="00945A80" w:rsidRPr="00625323" w:rsidRDefault="00945A80" w:rsidP="00945A80">
      <w:pPr>
        <w:pStyle w:val="Legenda"/>
        <w:keepNext/>
      </w:pPr>
      <w:bookmarkStart w:id="80" w:name="_Toc198021084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20</w:t>
        </w:r>
      </w:fldSimple>
      <w:r w:rsidRPr="00625323">
        <w:t>.Struktura danych &lt;</w:t>
      </w:r>
      <w:proofErr w:type="spellStart"/>
      <w:r w:rsidRPr="00625323">
        <w:t>ZIDRepresentative</w:t>
      </w:r>
      <w:proofErr w:type="spellEnd"/>
      <w:r w:rsidRPr="00625323">
        <w:t xml:space="preserve"> &gt; - Dane pełnomocnika.</w:t>
      </w:r>
      <w:bookmarkEnd w:id="80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559"/>
        <w:gridCol w:w="3827"/>
      </w:tblGrid>
      <w:tr w:rsidR="00EB4E3A" w:rsidRPr="00625323" w14:paraId="589DC756" w14:textId="77777777" w:rsidTr="00747D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03386F7C" w14:textId="77777777" w:rsidR="00EB4E3A" w:rsidRPr="00625323" w:rsidRDefault="00EB4E3A" w:rsidP="00747D7B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27198FE9" w14:textId="77777777" w:rsidR="00EB4E3A" w:rsidRPr="00625323" w:rsidRDefault="00EB4E3A" w:rsidP="00747D7B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Liczebność/</w:t>
            </w:r>
          </w:p>
          <w:p w14:paraId="1AB2A967" w14:textId="77777777" w:rsidR="00EB4E3A" w:rsidRPr="00625323" w:rsidRDefault="00EB4E3A" w:rsidP="00747D7B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Wymagany</w:t>
            </w:r>
          </w:p>
        </w:tc>
        <w:tc>
          <w:tcPr>
            <w:tcW w:w="1559" w:type="dxa"/>
          </w:tcPr>
          <w:p w14:paraId="53199109" w14:textId="77777777" w:rsidR="00EB4E3A" w:rsidRPr="00625323" w:rsidRDefault="00EB4E3A" w:rsidP="00747D7B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Typ</w:t>
            </w:r>
          </w:p>
        </w:tc>
        <w:tc>
          <w:tcPr>
            <w:tcW w:w="3827" w:type="dxa"/>
          </w:tcPr>
          <w:p w14:paraId="16DDDE17" w14:textId="77777777" w:rsidR="00EB4E3A" w:rsidRPr="00625323" w:rsidRDefault="00EB4E3A" w:rsidP="00747D7B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Opis</w:t>
            </w:r>
          </w:p>
        </w:tc>
      </w:tr>
      <w:tr w:rsidR="00EB4E3A" w:rsidRPr="00625323" w14:paraId="70F066CF" w14:textId="77777777" w:rsidTr="00747D7B">
        <w:tc>
          <w:tcPr>
            <w:tcW w:w="1838" w:type="dxa"/>
          </w:tcPr>
          <w:p w14:paraId="37F503D0" w14:textId="77777777" w:rsidR="00EB4E3A" w:rsidRPr="00625323" w:rsidRDefault="00EB4E3A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repFirstName</w:t>
            </w:r>
          </w:p>
        </w:tc>
        <w:tc>
          <w:tcPr>
            <w:tcW w:w="1418" w:type="dxa"/>
          </w:tcPr>
          <w:p w14:paraId="4DA006AC" w14:textId="77777777" w:rsidR="00EB4E3A" w:rsidRPr="00625323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559" w:type="dxa"/>
          </w:tcPr>
          <w:p w14:paraId="0F2CD299" w14:textId="77777777" w:rsidR="00EB4E3A" w:rsidRPr="00625323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4597F074" w14:textId="77777777" w:rsidR="00EB4E3A" w:rsidRPr="00625323" w:rsidRDefault="00EB4E3A" w:rsidP="00747D7B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Pierwsze imię pełnomocnika</w:t>
            </w:r>
          </w:p>
        </w:tc>
      </w:tr>
      <w:tr w:rsidR="00EB4E3A" w:rsidRPr="00625323" w14:paraId="1A928809" w14:textId="77777777" w:rsidTr="00747D7B">
        <w:tc>
          <w:tcPr>
            <w:tcW w:w="1838" w:type="dxa"/>
          </w:tcPr>
          <w:p w14:paraId="51A4F6C7" w14:textId="77777777" w:rsidR="00EB4E3A" w:rsidRPr="00625323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repSurname</w:t>
            </w:r>
          </w:p>
        </w:tc>
        <w:tc>
          <w:tcPr>
            <w:tcW w:w="1418" w:type="dxa"/>
          </w:tcPr>
          <w:p w14:paraId="409C1991" w14:textId="77777777" w:rsidR="00EB4E3A" w:rsidRPr="00625323" w:rsidRDefault="00EB4E3A" w:rsidP="00747D7B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559" w:type="dxa"/>
          </w:tcPr>
          <w:p w14:paraId="3F8DB162" w14:textId="77777777" w:rsidR="00EB4E3A" w:rsidRPr="00625323" w:rsidRDefault="00EB4E3A" w:rsidP="00747D7B">
            <w:pPr>
              <w:rPr>
                <w:rFonts w:ascii="Lato" w:hAnsi="Lato" w:cs="Open Sans"/>
                <w:sz w:val="20"/>
                <w:szCs w:val="20"/>
                <w:lang w:eastAsia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39DAD10C" w14:textId="77777777" w:rsidR="00EB4E3A" w:rsidRPr="00625323" w:rsidRDefault="00EB4E3A" w:rsidP="00747D7B">
            <w:pPr>
              <w:rPr>
                <w:rFonts w:ascii="Lato" w:hAnsi="Lato" w:cs="Open Sans"/>
                <w:sz w:val="20"/>
                <w:szCs w:val="20"/>
                <w:lang w:eastAsia="pl-PL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Nazwisko pełnomocnika</w:t>
            </w:r>
          </w:p>
        </w:tc>
      </w:tr>
      <w:tr w:rsidR="00EB4E3A" w:rsidRPr="00625323" w14:paraId="7ABEDA7B" w14:textId="77777777" w:rsidTr="00747D7B">
        <w:tc>
          <w:tcPr>
            <w:tcW w:w="1838" w:type="dxa"/>
          </w:tcPr>
          <w:p w14:paraId="02799079" w14:textId="77777777" w:rsidR="00EB4E3A" w:rsidRPr="00625323" w:rsidRDefault="00EB4E3A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phone</w:t>
            </w:r>
          </w:p>
        </w:tc>
        <w:tc>
          <w:tcPr>
            <w:tcW w:w="1418" w:type="dxa"/>
          </w:tcPr>
          <w:p w14:paraId="0CA82536" w14:textId="77777777" w:rsidR="00EB4E3A" w:rsidRPr="00625323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29A84563" w14:textId="77777777" w:rsidR="00EB4E3A" w:rsidRPr="00625323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377ABD59" w14:textId="77777777" w:rsidR="00EB4E3A" w:rsidRPr="00625323" w:rsidRDefault="00EB4E3A" w:rsidP="00747D7B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Numer telefonu podatnika lub osoby reprezentującej podatnika</w:t>
            </w:r>
          </w:p>
        </w:tc>
      </w:tr>
      <w:tr w:rsidR="00EB4E3A" w:rsidRPr="00625323" w14:paraId="6C55F1B0" w14:textId="77777777" w:rsidTr="00747D7B">
        <w:tc>
          <w:tcPr>
            <w:tcW w:w="1838" w:type="dxa"/>
          </w:tcPr>
          <w:p w14:paraId="06D08C6F" w14:textId="77777777" w:rsidR="00EB4E3A" w:rsidRPr="00625323" w:rsidRDefault="00EB4E3A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email</w:t>
            </w:r>
          </w:p>
        </w:tc>
        <w:tc>
          <w:tcPr>
            <w:tcW w:w="1418" w:type="dxa"/>
          </w:tcPr>
          <w:p w14:paraId="09A83999" w14:textId="77777777" w:rsidR="00EB4E3A" w:rsidRPr="00625323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15B649B3" w14:textId="77777777" w:rsidR="00EB4E3A" w:rsidRPr="00625323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0D360477" w14:textId="77777777" w:rsidR="00EB4E3A" w:rsidRPr="00625323" w:rsidRDefault="00EB4E3A" w:rsidP="00747D7B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Adres e-mail podatnika lub osoby reprezentującej podatnika</w:t>
            </w:r>
          </w:p>
        </w:tc>
      </w:tr>
      <w:tr w:rsidR="00F270F9" w:rsidRPr="00625323" w14:paraId="5544F435" w14:textId="77777777" w:rsidTr="00F270F9">
        <w:tblPrEx>
          <w:tblLook w:val="04A0" w:firstRow="1" w:lastRow="0" w:firstColumn="1" w:lastColumn="0" w:noHBand="0" w:noVBand="1"/>
        </w:tblPrEx>
        <w:tc>
          <w:tcPr>
            <w:tcW w:w="1838" w:type="dxa"/>
          </w:tcPr>
          <w:p w14:paraId="7ECF6528" w14:textId="34A8F8D9" w:rsidR="00F270F9" w:rsidRPr="00625323" w:rsidRDefault="00F270F9" w:rsidP="00F270F9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repIdentifier</w:t>
            </w:r>
          </w:p>
        </w:tc>
        <w:tc>
          <w:tcPr>
            <w:tcW w:w="1418" w:type="dxa"/>
          </w:tcPr>
          <w:p w14:paraId="7568B20E" w14:textId="25E1613C" w:rsidR="00F270F9" w:rsidRPr="00625323" w:rsidRDefault="00F270F9" w:rsidP="00F270F9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559" w:type="dxa"/>
          </w:tcPr>
          <w:p w14:paraId="4C83AD1C" w14:textId="0337EBD9" w:rsidR="00F270F9" w:rsidRPr="00625323" w:rsidRDefault="00F270F9" w:rsidP="00F270F9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ZIdentificationType</w:t>
            </w:r>
          </w:p>
        </w:tc>
        <w:tc>
          <w:tcPr>
            <w:tcW w:w="3827" w:type="dxa"/>
          </w:tcPr>
          <w:p w14:paraId="7294E5E8" w14:textId="55EBDB7C" w:rsidR="00F270F9" w:rsidRPr="00625323" w:rsidRDefault="00F270F9" w:rsidP="00F270F9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Pole na wprowadzenie NIP lub PESEL Reprezentanta</w:t>
            </w:r>
          </w:p>
        </w:tc>
      </w:tr>
    </w:tbl>
    <w:p w14:paraId="7D6833B2" w14:textId="47DF5A5A" w:rsidR="00117CF3" w:rsidRPr="00625323" w:rsidRDefault="00117CF3" w:rsidP="00117CF3">
      <w:pPr>
        <w:pStyle w:val="Legenda"/>
        <w:keepNext/>
      </w:pPr>
      <w:bookmarkStart w:id="81" w:name="_Toc198021109"/>
      <w:r w:rsidRPr="00625323">
        <w:t xml:space="preserve">Rysunek </w:t>
      </w:r>
      <w:fldSimple w:instr=" SEQ Rysunek \* ARABIC ">
        <w:r w:rsidR="00625323" w:rsidRPr="00625323">
          <w:rPr>
            <w:noProof/>
          </w:rPr>
          <w:t>13</w:t>
        </w:r>
      </w:fldSimple>
      <w:r w:rsidRPr="00625323">
        <w:t>. Struktura elementu &lt;</w:t>
      </w:r>
      <w:proofErr w:type="spellStart"/>
      <w:r w:rsidRPr="00625323">
        <w:t>ZIDRepresentative</w:t>
      </w:r>
      <w:proofErr w:type="spellEnd"/>
      <w:r w:rsidRPr="00625323">
        <w:t xml:space="preserve"> &gt; - Dane pełnomocnika.</w:t>
      </w:r>
      <w:bookmarkEnd w:id="81"/>
    </w:p>
    <w:p w14:paraId="2065474C" w14:textId="77777777" w:rsidR="00945A80" w:rsidRPr="00625323" w:rsidRDefault="00EB4E3A" w:rsidP="00945A80">
      <w:pPr>
        <w:keepNext/>
        <w:rPr>
          <w:rFonts w:ascii="Lato" w:hAnsi="Lato"/>
        </w:rPr>
      </w:pPr>
      <w:r w:rsidRPr="00625323">
        <w:rPr>
          <w:rFonts w:ascii="Lato" w:hAnsi="Lato" w:cs="Open Sans"/>
          <w:noProof/>
        </w:rPr>
        <w:drawing>
          <wp:inline distT="0" distB="0" distL="0" distR="0" wp14:anchorId="7725B986" wp14:editId="256E9D6F">
            <wp:extent cx="3782060" cy="2126615"/>
            <wp:effectExtent l="19050" t="19050" r="27940" b="26035"/>
            <wp:docPr id="6" name="Obraz 6" descr="Rysunek przedstawia strukturę elementu &lt;ZRepresentative&gt;&#10;Dane pełnomocnik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Rysunek przedstawia strukturę elementu &lt;ZRepresentative&gt;&#10;Dane pełnomocnika.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060" cy="2126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8102285" w14:textId="77777777" w:rsidR="00945A80" w:rsidRPr="00625323" w:rsidRDefault="00945A80">
      <w:pPr>
        <w:rPr>
          <w:rFonts w:ascii="Lato" w:hAnsi="Lato"/>
          <w:bCs/>
          <w:sz w:val="22"/>
          <w:szCs w:val="20"/>
        </w:rPr>
      </w:pPr>
      <w:r w:rsidRPr="00625323">
        <w:rPr>
          <w:rFonts w:ascii="Lato" w:hAnsi="Lato"/>
        </w:rPr>
        <w:br w:type="page"/>
      </w:r>
    </w:p>
    <w:p w14:paraId="1F9FC1B4" w14:textId="5173A4F9" w:rsidR="00EB4E3A" w:rsidRPr="00625323" w:rsidRDefault="00EB4E3A" w:rsidP="006616AB">
      <w:pPr>
        <w:pStyle w:val="Nagwek3"/>
        <w:numPr>
          <w:ilvl w:val="2"/>
          <w:numId w:val="12"/>
        </w:numPr>
      </w:pPr>
      <w:bookmarkStart w:id="82" w:name="_Toc198021044"/>
      <w:r w:rsidRPr="00625323">
        <w:lastRenderedPageBreak/>
        <w:t>&lt;</w:t>
      </w:r>
      <w:r w:rsidRPr="00625323">
        <w:rPr>
          <w:rStyle w:val="pole"/>
          <w:rFonts w:ascii="Lato" w:hAnsi="Lato" w:cs="Open Sans"/>
          <w:sz w:val="24"/>
          <w:szCs w:val="24"/>
          <w:lang w:val="en-GB"/>
        </w:rPr>
        <w:t>Z</w:t>
      </w:r>
      <w:r w:rsidR="00F270F9" w:rsidRPr="00625323">
        <w:rPr>
          <w:rStyle w:val="pole"/>
          <w:rFonts w:ascii="Lato" w:hAnsi="Lato" w:cs="Open Sans"/>
          <w:sz w:val="24"/>
          <w:szCs w:val="24"/>
          <w:lang w:val="en-GB"/>
        </w:rPr>
        <w:t>IDO</w:t>
      </w:r>
      <w:r w:rsidRPr="00625323">
        <w:rPr>
          <w:rStyle w:val="pole"/>
          <w:rFonts w:ascii="Lato" w:hAnsi="Lato" w:cs="Open Sans"/>
          <w:sz w:val="24"/>
          <w:szCs w:val="24"/>
          <w:lang w:val="en-GB"/>
        </w:rPr>
        <w:t>Representative</w:t>
      </w:r>
      <w:r w:rsidRPr="00625323">
        <w:rPr>
          <w:rStyle w:val="polegwne"/>
          <w:rFonts w:ascii="Lato" w:hAnsi="Lato" w:cs="Open Sans"/>
          <w:sz w:val="24"/>
          <w:szCs w:val="24"/>
          <w:lang w:val="pl-PL"/>
        </w:rPr>
        <w:t xml:space="preserve"> &gt; - </w:t>
      </w:r>
      <w:r w:rsidRPr="00625323">
        <w:t>Dane reprezentanta.</w:t>
      </w:r>
      <w:bookmarkEnd w:id="82"/>
    </w:p>
    <w:p w14:paraId="010B498D" w14:textId="5446E2FF" w:rsidR="00945A80" w:rsidRPr="00625323" w:rsidRDefault="00945A80" w:rsidP="00945A80">
      <w:pPr>
        <w:pStyle w:val="Legenda"/>
        <w:keepNext/>
      </w:pPr>
      <w:bookmarkStart w:id="83" w:name="_Toc198021085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21</w:t>
        </w:r>
      </w:fldSimple>
      <w:r w:rsidRPr="00625323">
        <w:t>.Struktura danych &lt;</w:t>
      </w:r>
      <w:proofErr w:type="spellStart"/>
      <w:r w:rsidRPr="00625323">
        <w:t>ZIDORepresentative</w:t>
      </w:r>
      <w:proofErr w:type="spellEnd"/>
      <w:r w:rsidRPr="00625323">
        <w:t xml:space="preserve"> &gt; - Dane pełnomocnika.</w:t>
      </w:r>
      <w:bookmarkEnd w:id="83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559"/>
        <w:gridCol w:w="3827"/>
      </w:tblGrid>
      <w:tr w:rsidR="00EB4E3A" w:rsidRPr="00625323" w14:paraId="4DF53C97" w14:textId="77777777" w:rsidTr="00747D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5EE98959" w14:textId="77777777" w:rsidR="00EB4E3A" w:rsidRPr="00625323" w:rsidRDefault="00EB4E3A" w:rsidP="00747D7B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40471012" w14:textId="77777777" w:rsidR="00EB4E3A" w:rsidRPr="00625323" w:rsidRDefault="00EB4E3A" w:rsidP="00747D7B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Liczebność/</w:t>
            </w:r>
          </w:p>
          <w:p w14:paraId="01405C3B" w14:textId="77777777" w:rsidR="00EB4E3A" w:rsidRPr="00625323" w:rsidRDefault="00EB4E3A" w:rsidP="00747D7B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Wymagany</w:t>
            </w:r>
          </w:p>
        </w:tc>
        <w:tc>
          <w:tcPr>
            <w:tcW w:w="1559" w:type="dxa"/>
          </w:tcPr>
          <w:p w14:paraId="1D1F072C" w14:textId="77777777" w:rsidR="00EB4E3A" w:rsidRPr="00625323" w:rsidRDefault="00EB4E3A" w:rsidP="00747D7B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Typ</w:t>
            </w:r>
          </w:p>
        </w:tc>
        <w:tc>
          <w:tcPr>
            <w:tcW w:w="3827" w:type="dxa"/>
          </w:tcPr>
          <w:p w14:paraId="4A62DE41" w14:textId="77777777" w:rsidR="00EB4E3A" w:rsidRPr="00625323" w:rsidRDefault="00EB4E3A" w:rsidP="00747D7B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Opis</w:t>
            </w:r>
          </w:p>
        </w:tc>
      </w:tr>
      <w:tr w:rsidR="00EB4E3A" w:rsidRPr="00625323" w14:paraId="17769C5D" w14:textId="77777777" w:rsidTr="00747D7B">
        <w:tc>
          <w:tcPr>
            <w:tcW w:w="1838" w:type="dxa"/>
          </w:tcPr>
          <w:p w14:paraId="54224E43" w14:textId="77777777" w:rsidR="00EB4E3A" w:rsidRPr="00625323" w:rsidRDefault="00EB4E3A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repFirstName</w:t>
            </w:r>
          </w:p>
        </w:tc>
        <w:tc>
          <w:tcPr>
            <w:tcW w:w="1418" w:type="dxa"/>
          </w:tcPr>
          <w:p w14:paraId="43213F46" w14:textId="77777777" w:rsidR="00EB4E3A" w:rsidRPr="00625323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559" w:type="dxa"/>
          </w:tcPr>
          <w:p w14:paraId="6D853F96" w14:textId="77777777" w:rsidR="00EB4E3A" w:rsidRPr="00625323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2BE5518F" w14:textId="77777777" w:rsidR="00EB4E3A" w:rsidRPr="00625323" w:rsidRDefault="00EB4E3A" w:rsidP="00747D7B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Pierwsze imię pełnomocnika</w:t>
            </w:r>
          </w:p>
        </w:tc>
      </w:tr>
      <w:tr w:rsidR="00EB4E3A" w:rsidRPr="00625323" w14:paraId="3C187883" w14:textId="77777777" w:rsidTr="00747D7B">
        <w:tc>
          <w:tcPr>
            <w:tcW w:w="1838" w:type="dxa"/>
          </w:tcPr>
          <w:p w14:paraId="3C596537" w14:textId="77777777" w:rsidR="00EB4E3A" w:rsidRPr="00625323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repSurname</w:t>
            </w:r>
          </w:p>
        </w:tc>
        <w:tc>
          <w:tcPr>
            <w:tcW w:w="1418" w:type="dxa"/>
          </w:tcPr>
          <w:p w14:paraId="4C8CC91E" w14:textId="77777777" w:rsidR="00EB4E3A" w:rsidRPr="00625323" w:rsidRDefault="00EB4E3A" w:rsidP="00747D7B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559" w:type="dxa"/>
          </w:tcPr>
          <w:p w14:paraId="500C7171" w14:textId="77777777" w:rsidR="00EB4E3A" w:rsidRPr="00625323" w:rsidRDefault="00EB4E3A" w:rsidP="00747D7B">
            <w:pPr>
              <w:rPr>
                <w:rFonts w:ascii="Lato" w:hAnsi="Lato" w:cs="Open Sans"/>
                <w:sz w:val="20"/>
                <w:szCs w:val="20"/>
                <w:lang w:eastAsia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0868EB53" w14:textId="77777777" w:rsidR="00EB4E3A" w:rsidRPr="00625323" w:rsidRDefault="00EB4E3A" w:rsidP="00747D7B">
            <w:pPr>
              <w:rPr>
                <w:rFonts w:ascii="Lato" w:hAnsi="Lato" w:cs="Open Sans"/>
                <w:sz w:val="20"/>
                <w:szCs w:val="20"/>
                <w:lang w:eastAsia="pl-PL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Nazwisko pełnomocnika</w:t>
            </w:r>
          </w:p>
        </w:tc>
      </w:tr>
      <w:tr w:rsidR="00EB4E3A" w:rsidRPr="00625323" w14:paraId="7C7BD7AF" w14:textId="77777777" w:rsidTr="00747D7B">
        <w:tc>
          <w:tcPr>
            <w:tcW w:w="1838" w:type="dxa"/>
          </w:tcPr>
          <w:p w14:paraId="11D41D9F" w14:textId="77777777" w:rsidR="00EB4E3A" w:rsidRPr="00625323" w:rsidRDefault="00EB4E3A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phone</w:t>
            </w:r>
          </w:p>
        </w:tc>
        <w:tc>
          <w:tcPr>
            <w:tcW w:w="1418" w:type="dxa"/>
          </w:tcPr>
          <w:p w14:paraId="1181230C" w14:textId="77777777" w:rsidR="00EB4E3A" w:rsidRPr="00625323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222A4560" w14:textId="77777777" w:rsidR="00EB4E3A" w:rsidRPr="00625323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4AB42853" w14:textId="77777777" w:rsidR="00EB4E3A" w:rsidRPr="00625323" w:rsidRDefault="00EB4E3A" w:rsidP="00747D7B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Numer telefonu podatnika lub osoby reprezentującej podatnika</w:t>
            </w:r>
          </w:p>
        </w:tc>
      </w:tr>
      <w:tr w:rsidR="00EB4E3A" w:rsidRPr="00625323" w14:paraId="47CC6286" w14:textId="77777777" w:rsidTr="00747D7B">
        <w:tc>
          <w:tcPr>
            <w:tcW w:w="1838" w:type="dxa"/>
          </w:tcPr>
          <w:p w14:paraId="360E451E" w14:textId="77777777" w:rsidR="00EB4E3A" w:rsidRPr="00625323" w:rsidRDefault="00EB4E3A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email</w:t>
            </w:r>
          </w:p>
        </w:tc>
        <w:tc>
          <w:tcPr>
            <w:tcW w:w="1418" w:type="dxa"/>
          </w:tcPr>
          <w:p w14:paraId="5C7E6324" w14:textId="77777777" w:rsidR="00EB4E3A" w:rsidRPr="00625323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77AE54B6" w14:textId="77777777" w:rsidR="00EB4E3A" w:rsidRPr="00625323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75F4B4E3" w14:textId="77777777" w:rsidR="00EB4E3A" w:rsidRPr="00625323" w:rsidRDefault="00EB4E3A" w:rsidP="00747D7B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Adres e-mail podatnika lub osoby reprezentującej podatnika</w:t>
            </w:r>
          </w:p>
        </w:tc>
      </w:tr>
      <w:tr w:rsidR="00F270F9" w:rsidRPr="00625323" w14:paraId="55D5BFA3" w14:textId="77777777" w:rsidTr="00747D7B">
        <w:tblPrEx>
          <w:tblLook w:val="04A0" w:firstRow="1" w:lastRow="0" w:firstColumn="1" w:lastColumn="0" w:noHBand="0" w:noVBand="1"/>
        </w:tblPrEx>
        <w:tc>
          <w:tcPr>
            <w:tcW w:w="1838" w:type="dxa"/>
          </w:tcPr>
          <w:p w14:paraId="4912E093" w14:textId="77777777" w:rsidR="00F270F9" w:rsidRPr="00625323" w:rsidRDefault="00F270F9" w:rsidP="00F270F9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repIdentifier</w:t>
            </w:r>
          </w:p>
        </w:tc>
        <w:tc>
          <w:tcPr>
            <w:tcW w:w="1418" w:type="dxa"/>
          </w:tcPr>
          <w:p w14:paraId="743E522C" w14:textId="1D0876F5" w:rsidR="00F270F9" w:rsidRPr="00625323" w:rsidRDefault="00F270F9" w:rsidP="00F270F9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15E35BF8" w14:textId="77777777" w:rsidR="00F270F9" w:rsidRPr="00625323" w:rsidRDefault="00F270F9" w:rsidP="00F270F9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ZIdentificationType</w:t>
            </w:r>
          </w:p>
        </w:tc>
        <w:tc>
          <w:tcPr>
            <w:tcW w:w="3827" w:type="dxa"/>
          </w:tcPr>
          <w:p w14:paraId="4E4C07D8" w14:textId="77777777" w:rsidR="00F270F9" w:rsidRPr="00625323" w:rsidRDefault="00F270F9" w:rsidP="00F270F9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Pole na wprowadzenie NIP lub PESEL Reprezentanta</w:t>
            </w:r>
          </w:p>
        </w:tc>
      </w:tr>
    </w:tbl>
    <w:p w14:paraId="08C1952D" w14:textId="16A0C7A7" w:rsidR="00117CF3" w:rsidRPr="00625323" w:rsidRDefault="00117CF3" w:rsidP="00117CF3">
      <w:pPr>
        <w:pStyle w:val="Legenda"/>
        <w:keepNext/>
      </w:pPr>
      <w:bookmarkStart w:id="84" w:name="_Toc198021110"/>
      <w:r w:rsidRPr="00625323">
        <w:t xml:space="preserve">Rysunek </w:t>
      </w:r>
      <w:fldSimple w:instr=" SEQ Rysunek \* ARABIC ">
        <w:r w:rsidR="00625323" w:rsidRPr="00625323">
          <w:rPr>
            <w:noProof/>
          </w:rPr>
          <w:t>14</w:t>
        </w:r>
      </w:fldSimple>
      <w:r w:rsidRPr="00625323">
        <w:t>. Struktura elementu.&lt;</w:t>
      </w:r>
      <w:proofErr w:type="spellStart"/>
      <w:r w:rsidRPr="00625323">
        <w:t>ZIDORepresentative</w:t>
      </w:r>
      <w:proofErr w:type="spellEnd"/>
      <w:r w:rsidRPr="00625323">
        <w:t xml:space="preserve"> &gt; - Dane pełnomocnika</w:t>
      </w:r>
      <w:bookmarkEnd w:id="84"/>
    </w:p>
    <w:p w14:paraId="77CC9B2C" w14:textId="77777777" w:rsidR="00945A80" w:rsidRPr="00625323" w:rsidRDefault="00EB4E3A" w:rsidP="00945A80">
      <w:pPr>
        <w:keepNext/>
        <w:rPr>
          <w:rFonts w:ascii="Lato" w:hAnsi="Lato"/>
        </w:rPr>
      </w:pPr>
      <w:r w:rsidRPr="00625323">
        <w:rPr>
          <w:rFonts w:ascii="Lato" w:hAnsi="Lato" w:cs="Open Sans"/>
          <w:noProof/>
        </w:rPr>
        <w:drawing>
          <wp:inline distT="0" distB="0" distL="0" distR="0" wp14:anchorId="578FD85A" wp14:editId="3FD422AB">
            <wp:extent cx="3782060" cy="2126615"/>
            <wp:effectExtent l="19050" t="19050" r="27940" b="26035"/>
            <wp:docPr id="9" name="Obraz 9" descr="Rysunek przedstawia strukturę elementu &lt;ZRepresentative&gt;&#10;Dane pełnomocnik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 descr="Rysunek przedstawia strukturę elementu &lt;ZRepresentative&gt;&#10;Dane pełnomocnika.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060" cy="2126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BD6ADC8" w14:textId="77777777" w:rsidR="007300C5" w:rsidRPr="00625323" w:rsidRDefault="007300C5" w:rsidP="006616AB">
      <w:pPr>
        <w:pStyle w:val="Nagwek3"/>
        <w:numPr>
          <w:ilvl w:val="2"/>
          <w:numId w:val="12"/>
        </w:numPr>
      </w:pPr>
      <w:bookmarkStart w:id="85" w:name="_Toc198021045"/>
      <w:r w:rsidRPr="00625323">
        <w:t>&lt;</w:t>
      </w:r>
      <w:r w:rsidRPr="00625323">
        <w:rPr>
          <w:rStyle w:val="polegwne"/>
          <w:rFonts w:ascii="Lato" w:hAnsi="Lato" w:cs="Open Sans"/>
          <w:bCs w:val="0"/>
          <w:sz w:val="24"/>
          <w:szCs w:val="24"/>
          <w:lang w:val="en-GB"/>
        </w:rPr>
        <w:t>ZCarDetails</w:t>
      </w:r>
      <w:r w:rsidRPr="00625323">
        <w:rPr>
          <w:rStyle w:val="polegwne"/>
          <w:rFonts w:ascii="Lato" w:hAnsi="Lato" w:cs="Open Sans"/>
          <w:bCs w:val="0"/>
          <w:sz w:val="24"/>
          <w:szCs w:val="24"/>
          <w:lang w:val="pl-PL"/>
        </w:rPr>
        <w:t>&gt;</w:t>
      </w:r>
      <w:r w:rsidRPr="00625323">
        <w:rPr>
          <w:rStyle w:val="polegwne"/>
          <w:rFonts w:ascii="Lato" w:hAnsi="Lato" w:cs="Open Sans"/>
          <w:sz w:val="24"/>
          <w:szCs w:val="24"/>
          <w:lang w:val="pl-PL"/>
        </w:rPr>
        <w:t xml:space="preserve"> - </w:t>
      </w:r>
      <w:r w:rsidRPr="00625323">
        <w:t>Dane identyfikujące samochód</w:t>
      </w:r>
      <w:bookmarkEnd w:id="85"/>
    </w:p>
    <w:p w14:paraId="780EE05A" w14:textId="502140A4" w:rsidR="00945A80" w:rsidRPr="00625323" w:rsidRDefault="00945A80" w:rsidP="00945A80">
      <w:pPr>
        <w:pStyle w:val="Legenda"/>
        <w:keepNext/>
      </w:pPr>
      <w:bookmarkStart w:id="86" w:name="_Toc198021086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22</w:t>
        </w:r>
      </w:fldSimple>
      <w:r w:rsidRPr="00625323">
        <w:t>.Struktura danych &lt;</w:t>
      </w:r>
      <w:proofErr w:type="spellStart"/>
      <w:r w:rsidRPr="00625323">
        <w:t>ZCarDetails</w:t>
      </w:r>
      <w:proofErr w:type="spellEnd"/>
      <w:r w:rsidRPr="00625323">
        <w:t>&gt; - Dane identyfikujące samochód</w:t>
      </w:r>
      <w:bookmarkEnd w:id="86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559"/>
        <w:gridCol w:w="3827"/>
      </w:tblGrid>
      <w:tr w:rsidR="007300C5" w:rsidRPr="00625323" w14:paraId="723AA0A5" w14:textId="77777777" w:rsidTr="00945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798C114C" w14:textId="77777777" w:rsidR="007300C5" w:rsidRPr="00625323" w:rsidRDefault="007300C5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0D808846" w14:textId="77777777" w:rsidR="007300C5" w:rsidRPr="00625323" w:rsidRDefault="007300C5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Liczebność/</w:t>
            </w:r>
          </w:p>
          <w:p w14:paraId="16F89C0E" w14:textId="77777777" w:rsidR="007300C5" w:rsidRPr="00625323" w:rsidRDefault="007300C5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Wymagany</w:t>
            </w:r>
          </w:p>
        </w:tc>
        <w:tc>
          <w:tcPr>
            <w:tcW w:w="1559" w:type="dxa"/>
          </w:tcPr>
          <w:p w14:paraId="5A878885" w14:textId="77777777" w:rsidR="007300C5" w:rsidRPr="00625323" w:rsidRDefault="007300C5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Typ</w:t>
            </w:r>
          </w:p>
        </w:tc>
        <w:tc>
          <w:tcPr>
            <w:tcW w:w="3827" w:type="dxa"/>
          </w:tcPr>
          <w:p w14:paraId="1C8D4271" w14:textId="77777777" w:rsidR="007300C5" w:rsidRPr="00625323" w:rsidRDefault="007300C5" w:rsidP="00671395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Opis</w:t>
            </w:r>
          </w:p>
        </w:tc>
      </w:tr>
      <w:tr w:rsidR="007300C5" w:rsidRPr="00625323" w14:paraId="33F23C5D" w14:textId="77777777" w:rsidTr="00671395">
        <w:tc>
          <w:tcPr>
            <w:tcW w:w="1838" w:type="dxa"/>
          </w:tcPr>
          <w:p w14:paraId="4E31D19A" w14:textId="77777777" w:rsidR="007300C5" w:rsidRPr="0062532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make</w:t>
            </w:r>
          </w:p>
        </w:tc>
        <w:tc>
          <w:tcPr>
            <w:tcW w:w="1418" w:type="dxa"/>
          </w:tcPr>
          <w:p w14:paraId="6842DDEE" w14:textId="77777777" w:rsidR="007300C5" w:rsidRPr="0062532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required</w:t>
            </w:r>
          </w:p>
        </w:tc>
        <w:tc>
          <w:tcPr>
            <w:tcW w:w="1559" w:type="dxa"/>
          </w:tcPr>
          <w:p w14:paraId="6848DD42" w14:textId="77777777" w:rsidR="007300C5" w:rsidRPr="0062532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  <w:p w14:paraId="4E5D1919" w14:textId="77777777" w:rsidR="007300C5" w:rsidRPr="00625323" w:rsidRDefault="007300C5" w:rsidP="0067139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length = 22</w:t>
            </w:r>
          </w:p>
        </w:tc>
        <w:tc>
          <w:tcPr>
            <w:tcW w:w="3827" w:type="dxa"/>
          </w:tcPr>
          <w:p w14:paraId="6498B20A" w14:textId="77777777" w:rsidR="007300C5" w:rsidRPr="0062532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Marka samochodu.</w:t>
            </w:r>
          </w:p>
          <w:p w14:paraId="50F3214B" w14:textId="77777777" w:rsidR="007300C5" w:rsidRPr="0062532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Zgodna ze słownikiem </w:t>
            </w:r>
          </w:p>
          <w:p w14:paraId="1A511729" w14:textId="3D24A933" w:rsidR="007300C5" w:rsidRPr="00625323" w:rsidRDefault="007300C5" w:rsidP="00671395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hyperlink r:id="rId22" w:history="1">
              <w:r w:rsidRPr="00625323">
                <w:rPr>
                  <w:rStyle w:val="pole"/>
                  <w:rFonts w:ascii="Lato" w:hAnsi="Lato" w:cs="Open Sans"/>
                  <w:sz w:val="20"/>
                  <w:szCs w:val="20"/>
                  <w:lang w:val="pl-PL"/>
                </w:rPr>
                <w:t>https://puesc.gov.pl/seap_pdr_extimpl/slowniki/3041</w:t>
              </w:r>
            </w:hyperlink>
          </w:p>
        </w:tc>
      </w:tr>
      <w:tr w:rsidR="007300C5" w:rsidRPr="00625323" w14:paraId="21989F43" w14:textId="77777777" w:rsidTr="00671395">
        <w:tc>
          <w:tcPr>
            <w:tcW w:w="1838" w:type="dxa"/>
          </w:tcPr>
          <w:p w14:paraId="6F0285A9" w14:textId="77777777" w:rsidR="007300C5" w:rsidRPr="0062532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model</w:t>
            </w:r>
          </w:p>
        </w:tc>
        <w:tc>
          <w:tcPr>
            <w:tcW w:w="1418" w:type="dxa"/>
          </w:tcPr>
          <w:p w14:paraId="4ECEA858" w14:textId="77777777" w:rsidR="007300C5" w:rsidRPr="00625323" w:rsidRDefault="007300C5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559" w:type="dxa"/>
          </w:tcPr>
          <w:p w14:paraId="691D0CDC" w14:textId="77777777" w:rsidR="007300C5" w:rsidRPr="0062532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  <w:p w14:paraId="1A834C69" w14:textId="77777777" w:rsidR="007300C5" w:rsidRPr="00625323" w:rsidRDefault="007300C5" w:rsidP="00671395">
            <w:pPr>
              <w:spacing w:before="60" w:after="60"/>
              <w:rPr>
                <w:rStyle w:val="poleodsylacz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length = 25</w:t>
            </w:r>
          </w:p>
        </w:tc>
        <w:tc>
          <w:tcPr>
            <w:tcW w:w="3827" w:type="dxa"/>
          </w:tcPr>
          <w:p w14:paraId="3A170E9E" w14:textId="77777777" w:rsidR="007300C5" w:rsidRPr="00625323" w:rsidRDefault="007300C5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Model samochodu.</w:t>
            </w:r>
          </w:p>
        </w:tc>
      </w:tr>
      <w:tr w:rsidR="007300C5" w:rsidRPr="00625323" w14:paraId="0A5D60F4" w14:textId="77777777" w:rsidTr="00671395">
        <w:tc>
          <w:tcPr>
            <w:tcW w:w="1838" w:type="dxa"/>
          </w:tcPr>
          <w:p w14:paraId="77229B56" w14:textId="77777777" w:rsidR="007300C5" w:rsidRPr="0062532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yearOfProduction</w:t>
            </w:r>
          </w:p>
        </w:tc>
        <w:tc>
          <w:tcPr>
            <w:tcW w:w="1418" w:type="dxa"/>
          </w:tcPr>
          <w:p w14:paraId="05AE35D2" w14:textId="77777777" w:rsidR="007300C5" w:rsidRPr="00625323" w:rsidRDefault="007300C5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559" w:type="dxa"/>
          </w:tcPr>
          <w:p w14:paraId="07536B45" w14:textId="77777777" w:rsidR="007300C5" w:rsidRPr="00625323" w:rsidRDefault="007300C5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gYear</w:t>
            </w:r>
          </w:p>
        </w:tc>
        <w:tc>
          <w:tcPr>
            <w:tcW w:w="3827" w:type="dxa"/>
          </w:tcPr>
          <w:p w14:paraId="2646EF77" w14:textId="77777777" w:rsidR="007300C5" w:rsidRPr="00625323" w:rsidRDefault="007300C5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Rok produkcji.</w:t>
            </w:r>
          </w:p>
        </w:tc>
      </w:tr>
      <w:tr w:rsidR="007300C5" w:rsidRPr="00625323" w14:paraId="159C1009" w14:textId="77777777" w:rsidTr="00671395">
        <w:tc>
          <w:tcPr>
            <w:tcW w:w="1838" w:type="dxa"/>
          </w:tcPr>
          <w:p w14:paraId="3B5D3760" w14:textId="77777777" w:rsidR="007300C5" w:rsidRPr="0062532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electrical</w:t>
            </w:r>
          </w:p>
        </w:tc>
        <w:tc>
          <w:tcPr>
            <w:tcW w:w="1418" w:type="dxa"/>
          </w:tcPr>
          <w:p w14:paraId="02222356" w14:textId="77777777" w:rsidR="007300C5" w:rsidRPr="00625323" w:rsidRDefault="007300C5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72B25C54" w14:textId="77777777" w:rsidR="007300C5" w:rsidRPr="0062532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boolean</w:t>
            </w:r>
          </w:p>
          <w:p w14:paraId="3F8CE44D" w14:textId="77777777" w:rsidR="007300C5" w:rsidRPr="00625323" w:rsidRDefault="007300C5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true/false</w:t>
            </w:r>
          </w:p>
        </w:tc>
        <w:tc>
          <w:tcPr>
            <w:tcW w:w="3827" w:type="dxa"/>
          </w:tcPr>
          <w:p w14:paraId="1B1F2A07" w14:textId="77777777" w:rsidR="007300C5" w:rsidRPr="00625323" w:rsidRDefault="007300C5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Pojazd elektryczny</w:t>
            </w:r>
          </w:p>
        </w:tc>
      </w:tr>
      <w:tr w:rsidR="007300C5" w:rsidRPr="00625323" w14:paraId="44DC075E" w14:textId="77777777" w:rsidTr="00671395">
        <w:tc>
          <w:tcPr>
            <w:tcW w:w="1838" w:type="dxa"/>
          </w:tcPr>
          <w:p w14:paraId="1F1FD34F" w14:textId="77777777" w:rsidR="007300C5" w:rsidRPr="00625323" w:rsidRDefault="007300C5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GB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capacityOfEngine</w:t>
            </w:r>
          </w:p>
        </w:tc>
        <w:tc>
          <w:tcPr>
            <w:tcW w:w="1418" w:type="dxa"/>
          </w:tcPr>
          <w:p w14:paraId="22FA2D5B" w14:textId="77777777" w:rsidR="007300C5" w:rsidRPr="00625323" w:rsidRDefault="007300C5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72AAC39D" w14:textId="77777777" w:rsidR="007300C5" w:rsidRPr="0062532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  <w:p w14:paraId="1C1F49C9" w14:textId="77777777" w:rsidR="007300C5" w:rsidRPr="00625323" w:rsidRDefault="007300C5" w:rsidP="00671395">
            <w:pPr>
              <w:rPr>
                <w:rFonts w:ascii="Lato" w:hAnsi="Lato" w:cs="Open Sans"/>
                <w:sz w:val="20"/>
                <w:szCs w:val="20"/>
                <w:lang w:eastAsia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length = 10</w:t>
            </w:r>
          </w:p>
        </w:tc>
        <w:tc>
          <w:tcPr>
            <w:tcW w:w="3827" w:type="dxa"/>
          </w:tcPr>
          <w:p w14:paraId="775E5F49" w14:textId="77777777" w:rsidR="007300C5" w:rsidRPr="00625323" w:rsidRDefault="007300C5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Pojemność silnika.</w:t>
            </w:r>
          </w:p>
          <w:p w14:paraId="7A7A675B" w14:textId="77777777" w:rsidR="007300C5" w:rsidRPr="00625323" w:rsidRDefault="007300C5" w:rsidP="00671395">
            <w:pPr>
              <w:rPr>
                <w:rFonts w:ascii="Lato" w:hAnsi="Lato" w:cs="Open Sans"/>
                <w:sz w:val="20"/>
                <w:szCs w:val="20"/>
                <w:lang w:eastAsia="pl-PL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Weryfikacja formatu, wymagalne o ile mnie zaznaczono „Pojazd elektryczny.</w:t>
            </w:r>
          </w:p>
        </w:tc>
      </w:tr>
      <w:tr w:rsidR="007300C5" w:rsidRPr="00625323" w14:paraId="4216513B" w14:textId="77777777" w:rsidTr="00671395">
        <w:tc>
          <w:tcPr>
            <w:tcW w:w="1838" w:type="dxa"/>
          </w:tcPr>
          <w:p w14:paraId="48137DFC" w14:textId="77777777" w:rsidR="007300C5" w:rsidRPr="0062532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VIN</w:t>
            </w:r>
          </w:p>
        </w:tc>
        <w:tc>
          <w:tcPr>
            <w:tcW w:w="1418" w:type="dxa"/>
          </w:tcPr>
          <w:p w14:paraId="2ED50869" w14:textId="77777777" w:rsidR="007300C5" w:rsidRPr="00625323" w:rsidRDefault="007300C5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3DB07225" w14:textId="77777777" w:rsidR="007300C5" w:rsidRPr="0062532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string</w:t>
            </w:r>
          </w:p>
          <w:p w14:paraId="3517D2A7" w14:textId="77777777" w:rsidR="007300C5" w:rsidRPr="0062532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lastRenderedPageBreak/>
              <w:t>jeśli collectible = false musi spełniać nast ępujące warunki:</w:t>
            </w:r>
          </w:p>
          <w:p w14:paraId="6DF92902" w14:textId="77777777" w:rsidR="007300C5" w:rsidRPr="0062532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length = 20</w:t>
            </w:r>
          </w:p>
          <w:p w14:paraId="0AA7117D" w14:textId="77777777" w:rsidR="007300C5" w:rsidRPr="0062532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[0-9A-HJ-NPR-Z]</w:t>
            </w:r>
          </w:p>
          <w:p w14:paraId="4656A148" w14:textId="77777777" w:rsidR="007300C5" w:rsidRPr="0062532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{1,17}</w:t>
            </w:r>
          </w:p>
        </w:tc>
        <w:tc>
          <w:tcPr>
            <w:tcW w:w="3827" w:type="dxa"/>
          </w:tcPr>
          <w:p w14:paraId="04761BD4" w14:textId="77777777" w:rsidR="007300C5" w:rsidRPr="00625323" w:rsidRDefault="007300C5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lastRenderedPageBreak/>
              <w:t>Numer identyfikacyjny VIN (nadwozia/podwozia).</w:t>
            </w:r>
          </w:p>
        </w:tc>
      </w:tr>
      <w:tr w:rsidR="007300C5" w:rsidRPr="00625323" w14:paraId="38A8B1B9" w14:textId="77777777" w:rsidTr="00671395">
        <w:tc>
          <w:tcPr>
            <w:tcW w:w="1838" w:type="dxa"/>
          </w:tcPr>
          <w:p w14:paraId="6D372DA1" w14:textId="77777777" w:rsidR="007300C5" w:rsidRPr="0062532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collectible</w:t>
            </w:r>
          </w:p>
        </w:tc>
        <w:tc>
          <w:tcPr>
            <w:tcW w:w="1418" w:type="dxa"/>
          </w:tcPr>
          <w:p w14:paraId="78DE7A96" w14:textId="77777777" w:rsidR="007300C5" w:rsidRPr="00625323" w:rsidRDefault="007300C5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0A11CB80" w14:textId="77777777" w:rsidR="007300C5" w:rsidRPr="0062532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boolean</w:t>
            </w:r>
          </w:p>
          <w:p w14:paraId="67B89C7A" w14:textId="77777777" w:rsidR="007300C5" w:rsidRPr="0062532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true/false</w:t>
            </w:r>
          </w:p>
        </w:tc>
        <w:tc>
          <w:tcPr>
            <w:tcW w:w="3827" w:type="dxa"/>
          </w:tcPr>
          <w:p w14:paraId="3057F041" w14:textId="77777777" w:rsidR="007300C5" w:rsidRPr="00625323" w:rsidRDefault="007300C5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Samochód kolekcjonerski</w:t>
            </w:r>
          </w:p>
        </w:tc>
      </w:tr>
      <w:tr w:rsidR="007300C5" w:rsidRPr="00625323" w14:paraId="45160087" w14:textId="77777777" w:rsidTr="00671395">
        <w:tc>
          <w:tcPr>
            <w:tcW w:w="1838" w:type="dxa"/>
          </w:tcPr>
          <w:p w14:paraId="3AB6E451" w14:textId="77777777" w:rsidR="007300C5" w:rsidRPr="0062532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description</w:t>
            </w:r>
          </w:p>
        </w:tc>
        <w:tc>
          <w:tcPr>
            <w:tcW w:w="1418" w:type="dxa"/>
          </w:tcPr>
          <w:p w14:paraId="1561D6AA" w14:textId="77777777" w:rsidR="007300C5" w:rsidRPr="00625323" w:rsidRDefault="007300C5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6574E610" w14:textId="77777777" w:rsidR="007300C5" w:rsidRPr="0062532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50AAD764" w14:textId="77777777" w:rsidR="007300C5" w:rsidRPr="00625323" w:rsidRDefault="007300C5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Informacje dodatkowe.</w:t>
            </w:r>
          </w:p>
        </w:tc>
      </w:tr>
    </w:tbl>
    <w:p w14:paraId="48DC9C27" w14:textId="3C4AFD94" w:rsidR="00117CF3" w:rsidRPr="00625323" w:rsidRDefault="00117CF3" w:rsidP="00117CF3">
      <w:pPr>
        <w:pStyle w:val="Legenda"/>
        <w:keepNext/>
      </w:pPr>
      <w:bookmarkStart w:id="87" w:name="_Toc198021111"/>
      <w:r w:rsidRPr="00625323">
        <w:t xml:space="preserve">Rysunek </w:t>
      </w:r>
      <w:fldSimple w:instr=" SEQ Rysunek \* ARABIC ">
        <w:r w:rsidR="00625323" w:rsidRPr="00625323">
          <w:rPr>
            <w:noProof/>
          </w:rPr>
          <w:t>15</w:t>
        </w:r>
      </w:fldSimple>
      <w:r w:rsidRPr="00625323">
        <w:t xml:space="preserve">.Zestaw danych o osobie </w:t>
      </w:r>
      <w:proofErr w:type="spellStart"/>
      <w:r w:rsidRPr="00625323">
        <w:t>niefizycznej</w:t>
      </w:r>
      <w:proofErr w:type="spellEnd"/>
      <w:r w:rsidRPr="00625323">
        <w:t xml:space="preserve"> – </w:t>
      </w:r>
      <w:proofErr w:type="spellStart"/>
      <w:r w:rsidRPr="00625323">
        <w:t>AuthenticationType</w:t>
      </w:r>
      <w:bookmarkEnd w:id="87"/>
      <w:proofErr w:type="spellEnd"/>
    </w:p>
    <w:p w14:paraId="1B581C72" w14:textId="77777777" w:rsidR="00945A80" w:rsidRPr="00625323" w:rsidRDefault="007300C5" w:rsidP="00945A80">
      <w:pPr>
        <w:keepNext/>
        <w:rPr>
          <w:rFonts w:ascii="Lato" w:hAnsi="Lato"/>
        </w:rPr>
      </w:pPr>
      <w:r w:rsidRPr="00625323">
        <w:rPr>
          <w:rFonts w:ascii="Lato" w:hAnsi="Lato" w:cs="Open Sans"/>
          <w:noProof/>
        </w:rPr>
        <w:drawing>
          <wp:inline distT="0" distB="0" distL="0" distR="0" wp14:anchorId="6CF8B630" wp14:editId="5F0ED161">
            <wp:extent cx="4876800" cy="1967230"/>
            <wp:effectExtent l="19050" t="19050" r="19050" b="13970"/>
            <wp:docPr id="13" name="Obraz 13" descr="Rysunek przedstawia strukturę elementu &lt;ZCarDetails&gt;&#10;Dane identyfikujące samochó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az 13" descr="Rysunek przedstawia strukturę elementu &lt;ZCarDetails&gt;&#10;Dane identyfikujące samochód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9672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F50150D" w14:textId="7CCBF6D3" w:rsidR="00F872D3" w:rsidRPr="00625323" w:rsidRDefault="00E27C13" w:rsidP="006616AB">
      <w:pPr>
        <w:pStyle w:val="Nagwek3"/>
        <w:numPr>
          <w:ilvl w:val="2"/>
          <w:numId w:val="12"/>
        </w:numPr>
      </w:pPr>
      <w:bookmarkStart w:id="88" w:name="_Toc198021046"/>
      <w:r w:rsidRPr="00625323">
        <w:t>&lt;</w:t>
      </w:r>
      <w:proofErr w:type="spellStart"/>
      <w:r w:rsidRPr="00625323">
        <w:rPr>
          <w:rStyle w:val="pole"/>
          <w:rFonts w:ascii="Lato" w:hAnsi="Lato" w:cs="Open Sans"/>
          <w:sz w:val="24"/>
          <w:szCs w:val="24"/>
          <w:lang w:val="pl-PL"/>
        </w:rPr>
        <w:t>ZINFHeader</w:t>
      </w:r>
      <w:proofErr w:type="spellEnd"/>
      <w:r w:rsidRPr="00625323">
        <w:rPr>
          <w:rStyle w:val="polegwne"/>
          <w:rFonts w:ascii="Lato" w:hAnsi="Lato" w:cs="Open Sans"/>
          <w:sz w:val="24"/>
          <w:szCs w:val="24"/>
          <w:lang w:val="pl-PL"/>
        </w:rPr>
        <w:t xml:space="preserve">&gt; - </w:t>
      </w:r>
      <w:r w:rsidRPr="00625323">
        <w:t>Dane zawarte w nagłówku komunikatu</w:t>
      </w:r>
      <w:bookmarkEnd w:id="88"/>
    </w:p>
    <w:p w14:paraId="37167EB6" w14:textId="67E1105C" w:rsidR="00945A80" w:rsidRPr="00625323" w:rsidRDefault="00945A80" w:rsidP="00945A80">
      <w:pPr>
        <w:pStyle w:val="Legenda"/>
        <w:keepNext/>
      </w:pPr>
      <w:bookmarkStart w:id="89" w:name="_Toc198021087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23</w:t>
        </w:r>
      </w:fldSimple>
      <w:r w:rsidRPr="00625323">
        <w:t>.Struktura danych &lt;</w:t>
      </w:r>
      <w:proofErr w:type="spellStart"/>
      <w:r w:rsidRPr="00625323">
        <w:t>ZINFHeader</w:t>
      </w:r>
      <w:proofErr w:type="spellEnd"/>
      <w:r w:rsidRPr="00625323">
        <w:t>&gt; - Dane zawarte w nagłówku komunikatu.</w:t>
      </w:r>
      <w:bookmarkEnd w:id="89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701"/>
        <w:gridCol w:w="3685"/>
      </w:tblGrid>
      <w:tr w:rsidR="002030BF" w:rsidRPr="00625323" w14:paraId="4905BBD4" w14:textId="77777777" w:rsidTr="00945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6811E69E" w14:textId="77777777" w:rsidR="002030BF" w:rsidRPr="00625323" w:rsidRDefault="002030BF" w:rsidP="00DC7826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11C92BA5" w14:textId="77777777" w:rsidR="002030BF" w:rsidRPr="00625323" w:rsidRDefault="002030BF" w:rsidP="00DC7826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Liczebność/</w:t>
            </w:r>
          </w:p>
          <w:p w14:paraId="6D9C1029" w14:textId="77777777" w:rsidR="002030BF" w:rsidRPr="00625323" w:rsidRDefault="002030BF" w:rsidP="00DC7826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Wymagany</w:t>
            </w:r>
          </w:p>
        </w:tc>
        <w:tc>
          <w:tcPr>
            <w:tcW w:w="1701" w:type="dxa"/>
          </w:tcPr>
          <w:p w14:paraId="1724F014" w14:textId="77777777" w:rsidR="002030BF" w:rsidRPr="00625323" w:rsidRDefault="002030BF" w:rsidP="00DC7826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Typ</w:t>
            </w:r>
          </w:p>
        </w:tc>
        <w:tc>
          <w:tcPr>
            <w:tcW w:w="3685" w:type="dxa"/>
          </w:tcPr>
          <w:p w14:paraId="7F1AFA6A" w14:textId="77777777" w:rsidR="002030BF" w:rsidRPr="00625323" w:rsidRDefault="002030BF" w:rsidP="00DC7826">
            <w:pPr>
              <w:pStyle w:val="Z2Nagwektabeli"/>
              <w:rPr>
                <w:rFonts w:ascii="Lato" w:hAnsi="Lato" w:cs="Arial"/>
                <w:szCs w:val="18"/>
              </w:rPr>
            </w:pPr>
            <w:r w:rsidRPr="00625323">
              <w:rPr>
                <w:rFonts w:ascii="Lato" w:hAnsi="Lato" w:cs="Arial"/>
                <w:szCs w:val="18"/>
              </w:rPr>
              <w:t>Opis</w:t>
            </w:r>
          </w:p>
        </w:tc>
      </w:tr>
      <w:tr w:rsidR="002030BF" w:rsidRPr="00625323" w14:paraId="3C6DC192" w14:textId="77777777" w:rsidTr="009E6415">
        <w:tc>
          <w:tcPr>
            <w:tcW w:w="1838" w:type="dxa"/>
          </w:tcPr>
          <w:p w14:paraId="544D871B" w14:textId="77777777" w:rsidR="002030BF" w:rsidRPr="00625323" w:rsidRDefault="002030BF" w:rsidP="002030B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identifier</w:t>
            </w:r>
          </w:p>
        </w:tc>
        <w:tc>
          <w:tcPr>
            <w:tcW w:w="1418" w:type="dxa"/>
          </w:tcPr>
          <w:p w14:paraId="1A800E95" w14:textId="29F3D984" w:rsidR="002030BF" w:rsidRPr="00625323" w:rsidRDefault="002030BF" w:rsidP="002030B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optional</w:t>
            </w:r>
          </w:p>
        </w:tc>
        <w:tc>
          <w:tcPr>
            <w:tcW w:w="1701" w:type="dxa"/>
          </w:tcPr>
          <w:p w14:paraId="3DBC18CF" w14:textId="3C3A2B6E" w:rsidR="002030BF" w:rsidRPr="00625323" w:rsidRDefault="002030BF" w:rsidP="00945A80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instrText xml:space="preserve"> REF ZIdentification \h  \* MERGEFORMAT </w:instrTex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"/>
                <w:rFonts w:ascii="Lato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3685" w:type="dxa"/>
          </w:tcPr>
          <w:p w14:paraId="74109D41" w14:textId="11E3F7F4" w:rsidR="002030BF" w:rsidRPr="00625323" w:rsidRDefault="002030BF" w:rsidP="00945A80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Pole na wprowadzenie NIP Podatnika.</w:t>
            </w:r>
          </w:p>
        </w:tc>
      </w:tr>
      <w:tr w:rsidR="002030BF" w:rsidRPr="00625323" w14:paraId="3B69BA7E" w14:textId="77777777" w:rsidTr="009E6415">
        <w:tc>
          <w:tcPr>
            <w:tcW w:w="1838" w:type="dxa"/>
          </w:tcPr>
          <w:p w14:paraId="177EDF80" w14:textId="77777777" w:rsidR="002030BF" w:rsidRPr="00625323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period</w:t>
            </w:r>
          </w:p>
        </w:tc>
        <w:tc>
          <w:tcPr>
            <w:tcW w:w="1418" w:type="dxa"/>
          </w:tcPr>
          <w:p w14:paraId="7950E160" w14:textId="77777777" w:rsidR="002030BF" w:rsidRPr="00625323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required</w:t>
            </w:r>
          </w:p>
        </w:tc>
        <w:tc>
          <w:tcPr>
            <w:tcW w:w="1701" w:type="dxa"/>
          </w:tcPr>
          <w:p w14:paraId="2EE322B4" w14:textId="7526A9FB" w:rsidR="002030BF" w:rsidRPr="00625323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instrText xml:space="preserve"> REF ZPeriod \h  \* MERGEFORMAT </w:instrTex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"/>
                <w:rFonts w:ascii="Lato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3685" w:type="dxa"/>
          </w:tcPr>
          <w:p w14:paraId="5AB70C8F" w14:textId="6E4FF49A" w:rsidR="002030BF" w:rsidRPr="00625323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Rok i miesiąc, za jaki została złożona deklaracja.</w:t>
            </w:r>
          </w:p>
        </w:tc>
      </w:tr>
      <w:tr w:rsidR="002030BF" w:rsidRPr="00625323" w14:paraId="0D268F8D" w14:textId="77777777" w:rsidTr="009E6415">
        <w:tc>
          <w:tcPr>
            <w:tcW w:w="1838" w:type="dxa"/>
          </w:tcPr>
          <w:p w14:paraId="24BF9D59" w14:textId="2F4551AE" w:rsidR="002030BF" w:rsidRPr="00625323" w:rsidRDefault="002030BF" w:rsidP="00C0611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customsOffice</w:t>
            </w:r>
          </w:p>
          <w:p w14:paraId="66042BFB" w14:textId="77777777" w:rsidR="002030BF" w:rsidRPr="00625323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18356B" w14:textId="77777777" w:rsidR="002030BF" w:rsidRPr="00625323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required</w:t>
            </w:r>
          </w:p>
        </w:tc>
        <w:tc>
          <w:tcPr>
            <w:tcW w:w="1701" w:type="dxa"/>
          </w:tcPr>
          <w:p w14:paraId="40C61FAA" w14:textId="7479D013" w:rsidR="002030BF" w:rsidRPr="00625323" w:rsidRDefault="002030BF" w:rsidP="00C0611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Z</w:t>
            </w:r>
            <w:r w:rsidR="00B84C14" w:rsidRPr="00625323">
              <w:rPr>
                <w:rStyle w:val="pole"/>
                <w:rFonts w:ascii="Lato" w:hAnsi="Lato" w:cs="Open Sans"/>
                <w:sz w:val="20"/>
                <w:szCs w:val="20"/>
              </w:rPr>
              <w:t>CustmsOffice</w:t>
            </w:r>
          </w:p>
          <w:p w14:paraId="0BB995C7" w14:textId="77777777" w:rsidR="002030BF" w:rsidRPr="00625323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9B39EAD" w14:textId="0135E562" w:rsidR="002030BF" w:rsidRPr="00625323" w:rsidRDefault="002030BF" w:rsidP="00945A80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Urząd skarbowy, do którego adresowana jest deklaracja</w:t>
            </w:r>
          </w:p>
          <w:p w14:paraId="2ADB3335" w14:textId="77777777" w:rsidR="002030BF" w:rsidRPr="00625323" w:rsidRDefault="002030BF" w:rsidP="00945A80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Zgodny ze słownikiem 3090, dostępnym pod adresem:</w:t>
            </w:r>
          </w:p>
          <w:p w14:paraId="3648425C" w14:textId="77777777" w:rsidR="002030BF" w:rsidRPr="00625323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https://puesc.gov.pl/seap_pdr_extimpl/slowniki/3090</w:t>
            </w:r>
          </w:p>
        </w:tc>
      </w:tr>
      <w:tr w:rsidR="002030BF" w:rsidRPr="00625323" w14:paraId="5E9EE169" w14:textId="77777777" w:rsidTr="009E6415">
        <w:tc>
          <w:tcPr>
            <w:tcW w:w="1838" w:type="dxa"/>
          </w:tcPr>
          <w:p w14:paraId="7AE7CB7C" w14:textId="77777777" w:rsidR="002030BF" w:rsidRPr="00625323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submissionAim</w:t>
            </w:r>
          </w:p>
        </w:tc>
        <w:tc>
          <w:tcPr>
            <w:tcW w:w="1418" w:type="dxa"/>
          </w:tcPr>
          <w:p w14:paraId="297650CE" w14:textId="77777777" w:rsidR="002030BF" w:rsidRPr="00625323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required</w:t>
            </w:r>
          </w:p>
        </w:tc>
        <w:tc>
          <w:tcPr>
            <w:tcW w:w="1701" w:type="dxa"/>
          </w:tcPr>
          <w:p w14:paraId="3B06B2F2" w14:textId="59F887BA" w:rsidR="002030BF" w:rsidRPr="00625323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instrText xml:space="preserve"> REF ZSubmissionAim \h  \* MERGEFORMAT </w:instrTex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"/>
                <w:rFonts w:ascii="Lato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3685" w:type="dxa"/>
          </w:tcPr>
          <w:p w14:paraId="0B0BCC07" w14:textId="1F021ED4" w:rsidR="002030BF" w:rsidRPr="00625323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Cel złożenia formularza.</w:t>
            </w:r>
          </w:p>
        </w:tc>
      </w:tr>
      <w:tr w:rsidR="002030BF" w:rsidRPr="00625323" w14:paraId="64899FDA" w14:textId="77777777" w:rsidTr="009E6415">
        <w:tc>
          <w:tcPr>
            <w:tcW w:w="1838" w:type="dxa"/>
          </w:tcPr>
          <w:p w14:paraId="2D87C5EE" w14:textId="77777777" w:rsidR="002030BF" w:rsidRPr="00625323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lastRenderedPageBreak/>
              <w:t>orgDocNo</w:t>
            </w:r>
          </w:p>
        </w:tc>
        <w:tc>
          <w:tcPr>
            <w:tcW w:w="1418" w:type="dxa"/>
          </w:tcPr>
          <w:p w14:paraId="4CC0FE4C" w14:textId="77777777" w:rsidR="002030BF" w:rsidRPr="00625323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optional</w:t>
            </w:r>
          </w:p>
        </w:tc>
        <w:tc>
          <w:tcPr>
            <w:tcW w:w="1701" w:type="dxa"/>
          </w:tcPr>
          <w:p w14:paraId="22E8845A" w14:textId="484ED199" w:rsidR="002030BF" w:rsidRPr="00625323" w:rsidRDefault="002030BF" w:rsidP="00945A80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instrText xml:space="preserve"> REF ZDocNo \h  \* MERGEFORMAT </w:instrTex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"/>
                <w:rFonts w:ascii="Lato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3685" w:type="dxa"/>
          </w:tcPr>
          <w:p w14:paraId="4D2A22E6" w14:textId="5E6F8ED0" w:rsidR="002030BF" w:rsidRPr="00625323" w:rsidRDefault="002030BF" w:rsidP="00945A80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Numer dokumentu pierwotnego, którego dotyczy korekta.</w:t>
            </w:r>
          </w:p>
        </w:tc>
      </w:tr>
      <w:tr w:rsidR="002030BF" w:rsidRPr="00625323" w14:paraId="3211111B" w14:textId="77777777" w:rsidTr="009E6415">
        <w:tc>
          <w:tcPr>
            <w:tcW w:w="1838" w:type="dxa"/>
          </w:tcPr>
          <w:p w14:paraId="6C74FD03" w14:textId="77777777" w:rsidR="002030BF" w:rsidRPr="00625323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justification</w:t>
            </w:r>
          </w:p>
        </w:tc>
        <w:tc>
          <w:tcPr>
            <w:tcW w:w="1418" w:type="dxa"/>
          </w:tcPr>
          <w:p w14:paraId="5F1B3D58" w14:textId="77777777" w:rsidR="002030BF" w:rsidRPr="00625323" w:rsidRDefault="002030BF" w:rsidP="00C85471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701" w:type="dxa"/>
          </w:tcPr>
          <w:p w14:paraId="330D507B" w14:textId="77777777" w:rsidR="002030BF" w:rsidRPr="00625323" w:rsidRDefault="002030BF" w:rsidP="00C85471">
            <w:pPr>
              <w:spacing w:before="60" w:after="60"/>
              <w:rPr>
                <w:rStyle w:val="poleodsylacz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685" w:type="dxa"/>
          </w:tcPr>
          <w:p w14:paraId="20D54DA9" w14:textId="75F5839B" w:rsidR="002030BF" w:rsidRPr="00625323" w:rsidRDefault="002030BF" w:rsidP="00C85471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Pole tekstowe pozwalające na wprowadzenie informacji uzasadniającej korektę.</w:t>
            </w:r>
          </w:p>
        </w:tc>
      </w:tr>
    </w:tbl>
    <w:p w14:paraId="211B1FF6" w14:textId="2443C2DF" w:rsidR="00B13CB7" w:rsidRPr="00625323" w:rsidRDefault="00B13CB7" w:rsidP="00B13CB7">
      <w:pPr>
        <w:pStyle w:val="Legenda"/>
        <w:keepNext/>
      </w:pPr>
      <w:bookmarkStart w:id="90" w:name="_Toc198021112"/>
      <w:r w:rsidRPr="00625323">
        <w:t xml:space="preserve">Rysunek </w:t>
      </w:r>
      <w:fldSimple w:instr=" SEQ Rysunek \* ARABIC ">
        <w:r w:rsidR="00625323" w:rsidRPr="00625323">
          <w:rPr>
            <w:noProof/>
          </w:rPr>
          <w:t>16</w:t>
        </w:r>
      </w:fldSimple>
      <w:r w:rsidRPr="00625323">
        <w:t>. Struktura elementu &lt;</w:t>
      </w:r>
      <w:proofErr w:type="spellStart"/>
      <w:r w:rsidRPr="00625323">
        <w:t>ZINFHeader</w:t>
      </w:r>
      <w:proofErr w:type="spellEnd"/>
      <w:r w:rsidRPr="00625323">
        <w:t>&gt; - Dane zawarte w nagłówku komunikatu.</w:t>
      </w:r>
      <w:bookmarkEnd w:id="90"/>
    </w:p>
    <w:p w14:paraId="57FF4983" w14:textId="77777777" w:rsidR="00945A80" w:rsidRPr="00625323" w:rsidRDefault="00395B98" w:rsidP="00945A80">
      <w:pPr>
        <w:keepNext/>
        <w:rPr>
          <w:rFonts w:ascii="Lato" w:hAnsi="Lato"/>
        </w:rPr>
      </w:pPr>
      <w:r w:rsidRPr="00625323">
        <w:rPr>
          <w:rFonts w:ascii="Lato" w:hAnsi="Lato" w:cs="Open Sans"/>
          <w:noProof/>
        </w:rPr>
        <w:drawing>
          <wp:inline distT="0" distB="0" distL="0" distR="0" wp14:anchorId="1523A8DB" wp14:editId="2A64FEAD">
            <wp:extent cx="4163060" cy="2085340"/>
            <wp:effectExtent l="19050" t="19050" r="27940" b="10160"/>
            <wp:docPr id="20" name="Obraz 20" descr="Rysunek przedstawia strukturę elementu &lt;ZINFHeader&gt; - Dane zawarte w nagłówku komunikat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Obraz 20" descr="Rysunek przedstawia strukturę elementu &lt;ZINFHeader&gt; - Dane zawarte w nagłówku komunikatu.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3060" cy="20853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6FCC12B" w14:textId="4660926F" w:rsidR="0049693F" w:rsidRPr="00625323" w:rsidRDefault="0049693F" w:rsidP="006616AB">
      <w:pPr>
        <w:pStyle w:val="Nagwek3"/>
        <w:numPr>
          <w:ilvl w:val="2"/>
          <w:numId w:val="12"/>
        </w:numPr>
      </w:pPr>
      <w:bookmarkStart w:id="91" w:name="_Toc198021047"/>
      <w:r w:rsidRPr="00625323">
        <w:t xml:space="preserve">Reguły w </w:t>
      </w:r>
      <w:r w:rsidRPr="00625323">
        <w:rPr>
          <w:lang w:val="en-GB"/>
        </w:rPr>
        <w:t>Types</w:t>
      </w:r>
      <w:r w:rsidRPr="00625323">
        <w:t>_</w:t>
      </w:r>
      <w:r w:rsidR="0076130B" w:rsidRPr="00625323">
        <w:t>Z</w:t>
      </w:r>
      <w:r w:rsidR="007F0909" w:rsidRPr="00625323">
        <w:t>13</w:t>
      </w:r>
      <w:bookmarkEnd w:id="91"/>
    </w:p>
    <w:p w14:paraId="21BA14D0" w14:textId="082E4508" w:rsidR="00945A80" w:rsidRPr="00625323" w:rsidRDefault="00945A80" w:rsidP="00945A80">
      <w:pPr>
        <w:pStyle w:val="Legenda"/>
        <w:keepNext/>
      </w:pPr>
      <w:bookmarkStart w:id="92" w:name="_Toc198021088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24</w:t>
        </w:r>
      </w:fldSimple>
      <w:r w:rsidRPr="00625323">
        <w:t>.Reguły dotyczące Types_Z</w:t>
      </w:r>
      <w:r w:rsidR="007F0909" w:rsidRPr="00625323">
        <w:t>13</w:t>
      </w:r>
      <w:bookmarkEnd w:id="9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822"/>
        <w:gridCol w:w="8232"/>
      </w:tblGrid>
      <w:tr w:rsidR="00E953B7" w:rsidRPr="00625323" w14:paraId="138C5154" w14:textId="77777777" w:rsidTr="00945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822" w:type="dxa"/>
          </w:tcPr>
          <w:p w14:paraId="5305FA48" w14:textId="77777777" w:rsidR="00E953B7" w:rsidRPr="00625323" w:rsidRDefault="00E953B7" w:rsidP="0022354F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625323">
              <w:rPr>
                <w:rFonts w:ascii="Lato" w:hAnsi="Lato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232" w:type="dxa"/>
          </w:tcPr>
          <w:p w14:paraId="275F715A" w14:textId="77777777" w:rsidR="00E953B7" w:rsidRPr="00625323" w:rsidRDefault="00E953B7" w:rsidP="0022354F">
            <w:pPr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</w:pPr>
            <w:r w:rsidRPr="00625323">
              <w:rPr>
                <w:rFonts w:ascii="Lato" w:hAnsi="Lato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E953B7" w:rsidRPr="00625323" w14:paraId="020C5A69" w14:textId="77777777" w:rsidTr="00945A80">
        <w:trPr>
          <w:trHeight w:val="213"/>
        </w:trPr>
        <w:tc>
          <w:tcPr>
            <w:tcW w:w="822" w:type="dxa"/>
          </w:tcPr>
          <w:p w14:paraId="0918CFDF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R1</w:t>
            </w:r>
          </w:p>
        </w:tc>
        <w:tc>
          <w:tcPr>
            <w:tcW w:w="8232" w:type="dxa"/>
          </w:tcPr>
          <w:p w14:paraId="17EB5503" w14:textId="20C5DCA9" w:rsidR="00E953B7" w:rsidRPr="00625323" w:rsidRDefault="00E953B7" w:rsidP="0022354F">
            <w:pPr>
              <w:pStyle w:val="Z2tabelatekst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 xml:space="preserve">Pole tekstowe 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typeOfGame</w:t>
            </w:r>
            <w:r w:rsidRPr="00625323">
              <w:rPr>
                <w:rFonts w:ascii="Lato" w:hAnsi="Lato" w:cs="Open Sans"/>
                <w:sz w:val="20"/>
                <w:szCs w:val="20"/>
                <w:lang w:val="pl-PL"/>
              </w:rPr>
              <w:t xml:space="preserve"> </w:t>
            </w:r>
            <w:r w:rsidRPr="00625323">
              <w:rPr>
                <w:rFonts w:ascii="Lato" w:hAnsi="Lato" w:cs="Open Sans"/>
                <w:sz w:val="20"/>
                <w:szCs w:val="20"/>
              </w:rPr>
              <w:t>wypełnione wartościami:</w:t>
            </w:r>
          </w:p>
          <w:p w14:paraId="3A291401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21 - Gry cylindryczne w kasynie -Kasyna gry</w:t>
            </w:r>
          </w:p>
          <w:p w14:paraId="54F141E1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22 - Gry na automatach w kasynie -Kasyna gry</w:t>
            </w:r>
          </w:p>
          <w:p w14:paraId="46793492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23 - Gry w karty z wyłączeniem pokera rozgrywanego w formie turnieju gry pokera - Kasyna gry</w:t>
            </w:r>
          </w:p>
          <w:p w14:paraId="32E2AB18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24 - Gra w kości - Kasyna gry</w:t>
            </w:r>
          </w:p>
          <w:p w14:paraId="3CCA7A55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25 - Gra bingo pieniężne - Salony gry bingo pieniężne</w:t>
            </w:r>
          </w:p>
          <w:p w14:paraId="3EC3D4B6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 xml:space="preserve">26 - Odgadywanie wyników współzawodnictwa ludzi - zakłady urządzane w punktach przyjmowania zakładów wzajemnych </w:t>
            </w:r>
          </w:p>
          <w:p w14:paraId="79C42F0B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27 - Odgadywanie wyników współzawodnictwa ludzi - zakłady urządzane przez sieć Internet - Zakłady wzajemne</w:t>
            </w:r>
          </w:p>
          <w:p w14:paraId="764DAC88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 xml:space="preserve">28 - Odgadywanie wyników współzawodnictwa zwierząt - zakłady urządzane w punktach przyjmowania zakładów wzajemnych </w:t>
            </w:r>
          </w:p>
          <w:p w14:paraId="1CE0E135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29 - Odgadywanie wyników współzawodnictwa zwierząt - zakłady urządzane przez sieć Internet - Zakłady wzajemne</w:t>
            </w:r>
          </w:p>
          <w:p w14:paraId="7A2C7535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30 - Zdarzenia wirtualne - zakłady urządzane w punktach przyjmowania zakładów wzajemnych - Zakłady wzajemne</w:t>
            </w:r>
          </w:p>
          <w:p w14:paraId="169972FC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31 - Zdarzenia wirtualne - zakłady urządzane przez sieć Internet - Zakłady wzajemne</w:t>
            </w:r>
          </w:p>
          <w:p w14:paraId="17DCE36C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32 - Pozostałe rodzaje zakładów wzajemnych - zakłady urządzane w punktach przyjmowania zakładów wzajemnych - Zakłady wzajemne</w:t>
            </w:r>
          </w:p>
          <w:p w14:paraId="100D70B7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33 - Pozostałe rodzaje zakładów wzajemnych - zakłady urządzane przez sieć Internet - Zakłady wzajemne</w:t>
            </w:r>
          </w:p>
          <w:p w14:paraId="6EA9E515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34 - Loterie audiotekstowe</w:t>
            </w:r>
          </w:p>
          <w:p w14:paraId="06C65736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</w:p>
        </w:tc>
      </w:tr>
      <w:tr w:rsidR="00E953B7" w:rsidRPr="00625323" w14:paraId="3A7B530E" w14:textId="77777777" w:rsidTr="00945A80">
        <w:trPr>
          <w:trHeight w:val="213"/>
        </w:trPr>
        <w:tc>
          <w:tcPr>
            <w:tcW w:w="822" w:type="dxa"/>
          </w:tcPr>
          <w:p w14:paraId="2EF50C91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R2</w:t>
            </w:r>
          </w:p>
        </w:tc>
        <w:tc>
          <w:tcPr>
            <w:tcW w:w="8232" w:type="dxa"/>
          </w:tcPr>
          <w:p w14:paraId="09EFE6C8" w14:textId="61AF029A" w:rsidR="00E953B7" w:rsidRPr="00625323" w:rsidRDefault="00E953B7" w:rsidP="0022354F">
            <w:pPr>
              <w:pStyle w:val="Z2tabelatekst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 xml:space="preserve">Pole tekstowe 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typeOfGame</w:t>
            </w:r>
            <w:r w:rsidRPr="00625323">
              <w:rPr>
                <w:rFonts w:ascii="Lato" w:hAnsi="Lato" w:cs="Open Sans"/>
                <w:sz w:val="20"/>
                <w:szCs w:val="20"/>
                <w:lang w:val="pl-PL"/>
              </w:rPr>
              <w:t xml:space="preserve"> </w:t>
            </w:r>
            <w:r w:rsidRPr="00625323">
              <w:rPr>
                <w:rFonts w:ascii="Lato" w:hAnsi="Lato" w:cs="Open Sans"/>
                <w:sz w:val="20"/>
                <w:szCs w:val="20"/>
              </w:rPr>
              <w:t>wypełnione wartościami:</w:t>
            </w:r>
          </w:p>
          <w:p w14:paraId="53753170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35 - Gry liczbowe - Gry inne niż urządzane przez sieć Internet</w:t>
            </w:r>
          </w:p>
          <w:p w14:paraId="51F68B06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lastRenderedPageBreak/>
              <w:t>36 - Loterie pieniężne - Gry inne niż urządzane przez sieć Internet</w:t>
            </w:r>
          </w:p>
          <w:p w14:paraId="7A405040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37 - Gry na automatach (w salonach gier) - Gry inne niż urządzane przez sieć Internet</w:t>
            </w:r>
          </w:p>
          <w:p w14:paraId="105396BF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38 - Gry liczbowe - Gry urządzane przez sieć Internet</w:t>
            </w:r>
          </w:p>
          <w:p w14:paraId="71CADBA6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39 - Loterie pieniężne - Gry urządzane przez sieć Internet</w:t>
            </w:r>
          </w:p>
          <w:p w14:paraId="0E596D56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 xml:space="preserve">40 - Gra </w:t>
            </w: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telebingo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 xml:space="preserve"> - Gry urządzane przez sieć Internet</w:t>
            </w:r>
          </w:p>
          <w:p w14:paraId="17C443CD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41 - Gry cylindryczne - Gry urządzane przez sieć Internet</w:t>
            </w:r>
          </w:p>
          <w:p w14:paraId="5F69D4DB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42 - Gry odpowiadające zasadom gier na automatach - Gry urządzane przez sieć Internet</w:t>
            </w:r>
          </w:p>
          <w:p w14:paraId="7A17B709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43 - Gry w karty - Gry urządzane przez sieć Internet</w:t>
            </w:r>
          </w:p>
          <w:p w14:paraId="7AD5E088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44 - Gra w kości - Gry urządzane przez sieć Internet</w:t>
            </w:r>
          </w:p>
          <w:p w14:paraId="7A13C2CE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45 - Gra bingo pieniężne - Gry urządzane przez sieć Internet</w:t>
            </w:r>
          </w:p>
          <w:p w14:paraId="63254D59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46 - Loterie fantowe - Gry urządzane przez sieć Internet</w:t>
            </w:r>
          </w:p>
          <w:p w14:paraId="29153A8E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47 - Gra bingo fantowa - Gry urządzane przez siec Internet</w:t>
            </w:r>
          </w:p>
          <w:p w14:paraId="2E7430A7" w14:textId="77777777" w:rsidR="00E953B7" w:rsidRPr="00625323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 xml:space="preserve">51 - Gra </w:t>
            </w:r>
            <w:proofErr w:type="spellStart"/>
            <w:r w:rsidRPr="00625323">
              <w:rPr>
                <w:rFonts w:ascii="Lato" w:hAnsi="Lato" w:cs="Open Sans"/>
                <w:sz w:val="20"/>
                <w:szCs w:val="20"/>
              </w:rPr>
              <w:t>telebingo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</w:rPr>
              <w:t xml:space="preserve"> - Gry inne niż urządzane przez sieć Internet</w:t>
            </w:r>
          </w:p>
        </w:tc>
      </w:tr>
      <w:tr w:rsidR="00D343FE" w:rsidRPr="00625323" w14:paraId="5F01F160" w14:textId="77777777" w:rsidTr="00945A80">
        <w:trPr>
          <w:trHeight w:val="213"/>
        </w:trPr>
        <w:tc>
          <w:tcPr>
            <w:tcW w:w="822" w:type="dxa"/>
          </w:tcPr>
          <w:p w14:paraId="282E1881" w14:textId="77777777" w:rsidR="00D343FE" w:rsidRPr="00625323" w:rsidRDefault="00D343FE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lastRenderedPageBreak/>
              <w:t>R3</w:t>
            </w:r>
          </w:p>
        </w:tc>
        <w:tc>
          <w:tcPr>
            <w:tcW w:w="8232" w:type="dxa"/>
          </w:tcPr>
          <w:p w14:paraId="0B6ECD3B" w14:textId="77777777" w:rsidR="00D343FE" w:rsidRPr="00625323" w:rsidRDefault="00D343FE" w:rsidP="0022354F">
            <w:pPr>
              <w:pStyle w:val="Z2tabelatekst"/>
              <w:rPr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Fonts w:ascii="Lato" w:hAnsi="Lato" w:cs="Open Sans"/>
                <w:sz w:val="20"/>
                <w:szCs w:val="20"/>
                <w:lang w:val="pl-PL"/>
              </w:rPr>
              <w:t xml:space="preserve">Atrybuty </w:t>
            </w:r>
            <w:proofErr w:type="spellStart"/>
            <w:r w:rsidRPr="00625323">
              <w:rPr>
                <w:rFonts w:ascii="Lato" w:hAnsi="Lato" w:cs="Open Sans"/>
                <w:sz w:val="20"/>
                <w:szCs w:val="20"/>
                <w:lang w:val="pl-PL"/>
              </w:rPr>
              <w:t>name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  <w:lang w:val="pl-PL"/>
              </w:rPr>
              <w:t xml:space="preserve">="REGON" oraz  </w:t>
            </w:r>
            <w:proofErr w:type="spellStart"/>
            <w:r w:rsidRPr="00625323">
              <w:rPr>
                <w:rFonts w:ascii="Lato" w:hAnsi="Lato" w:cs="Open Sans"/>
                <w:sz w:val="20"/>
                <w:szCs w:val="20"/>
                <w:lang w:val="pl-PL"/>
              </w:rPr>
              <w:t>name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  <w:lang w:val="pl-PL"/>
              </w:rPr>
              <w:t>="</w:t>
            </w:r>
            <w:proofErr w:type="spellStart"/>
            <w:r w:rsidRPr="00625323">
              <w:rPr>
                <w:rFonts w:ascii="Lato" w:hAnsi="Lato" w:cs="Open Sans"/>
                <w:sz w:val="20"/>
                <w:szCs w:val="20"/>
                <w:lang w:val="pl-PL"/>
              </w:rPr>
              <w:t>dateOfBirth</w:t>
            </w:r>
            <w:proofErr w:type="spellEnd"/>
            <w:r w:rsidRPr="00625323">
              <w:rPr>
                <w:rFonts w:ascii="Lato" w:hAnsi="Lato" w:cs="Open Sans"/>
                <w:sz w:val="20"/>
                <w:szCs w:val="20"/>
                <w:lang w:val="pl-PL"/>
              </w:rPr>
              <w:t xml:space="preserve">" </w:t>
            </w:r>
          </w:p>
          <w:p w14:paraId="34C40509" w14:textId="77777777" w:rsidR="00D343FE" w:rsidRPr="00625323" w:rsidRDefault="00D343FE" w:rsidP="0022354F">
            <w:pPr>
              <w:pStyle w:val="Z2tabelatekst"/>
              <w:rPr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Fonts w:ascii="Lato" w:hAnsi="Lato" w:cs="Open Sans"/>
                <w:sz w:val="20"/>
                <w:szCs w:val="20"/>
                <w:lang w:val="pl-PL"/>
              </w:rPr>
              <w:t>dla deklaracji OPAL pozostają jako opcjonalne lecz są pomijane.</w:t>
            </w:r>
          </w:p>
        </w:tc>
      </w:tr>
    </w:tbl>
    <w:p w14:paraId="57930A31" w14:textId="6D9E5D7B" w:rsidR="007E35C1" w:rsidRPr="00625323" w:rsidRDefault="007E35C1" w:rsidP="008B1643">
      <w:pPr>
        <w:pStyle w:val="Nagwek1"/>
        <w:rPr>
          <w:bCs/>
        </w:rPr>
      </w:pPr>
      <w:bookmarkStart w:id="93" w:name="_Toc198021048"/>
      <w:r w:rsidRPr="00625323">
        <w:lastRenderedPageBreak/>
        <w:t>Typy danych zdefiniowane w</w:t>
      </w:r>
      <w:r w:rsidR="007E52E7" w:rsidRPr="00625323">
        <w:t> </w:t>
      </w:r>
      <w:r w:rsidR="0035216F" w:rsidRPr="00625323">
        <w:t>Trader_</w:t>
      </w:r>
      <w:r w:rsidR="0076130B" w:rsidRPr="00625323">
        <w:t>Z</w:t>
      </w:r>
      <w:r w:rsidR="007F0909" w:rsidRPr="00625323">
        <w:t>13</w:t>
      </w:r>
      <w:r w:rsidRPr="00625323">
        <w:t>.xsd</w:t>
      </w:r>
      <w:bookmarkEnd w:id="93"/>
    </w:p>
    <w:p w14:paraId="6C10BE45" w14:textId="7548C489" w:rsidR="0049693F" w:rsidRPr="00625323" w:rsidRDefault="0049693F" w:rsidP="006616AB">
      <w:pPr>
        <w:pStyle w:val="Nagwek2"/>
      </w:pPr>
      <w:bookmarkStart w:id="94" w:name="_Toc198021049"/>
      <w:r w:rsidRPr="00625323">
        <w:t>Typy danych złożone w Trader_</w:t>
      </w:r>
      <w:r w:rsidR="0076130B" w:rsidRPr="00625323">
        <w:t>Z</w:t>
      </w:r>
      <w:r w:rsidR="007F0909" w:rsidRPr="00625323">
        <w:t>13</w:t>
      </w:r>
      <w:bookmarkEnd w:id="94"/>
    </w:p>
    <w:p w14:paraId="066990D9" w14:textId="2912ADA2" w:rsidR="004066BA" w:rsidRPr="00625323" w:rsidRDefault="004066BA" w:rsidP="006616AB">
      <w:pPr>
        <w:pStyle w:val="Nagwek3"/>
        <w:numPr>
          <w:ilvl w:val="2"/>
          <w:numId w:val="12"/>
        </w:numPr>
      </w:pPr>
      <w:bookmarkStart w:id="95" w:name="_Toc198021050"/>
      <w:r w:rsidRPr="00625323">
        <w:rPr>
          <w:rStyle w:val="polegwne"/>
          <w:rFonts w:ascii="Lato" w:hAnsi="Lato" w:cs="Open Sans"/>
          <w:sz w:val="24"/>
          <w:szCs w:val="24"/>
          <w:lang w:val="pl-PL"/>
        </w:rPr>
        <w:t>&lt;</w:t>
      </w:r>
      <w:r w:rsidRPr="00625323">
        <w:rPr>
          <w:rStyle w:val="polegwne"/>
          <w:rFonts w:ascii="Lato" w:hAnsi="Lato" w:cs="Open Sans"/>
          <w:sz w:val="24"/>
          <w:szCs w:val="24"/>
          <w:lang w:val="en-GB"/>
        </w:rPr>
        <w:t>ZAddress</w:t>
      </w:r>
      <w:r w:rsidRPr="00625323">
        <w:rPr>
          <w:rStyle w:val="polegwne"/>
          <w:rFonts w:ascii="Lato" w:hAnsi="Lato" w:cs="Open Sans"/>
          <w:sz w:val="24"/>
          <w:szCs w:val="24"/>
          <w:lang w:val="pl-PL"/>
        </w:rPr>
        <w:t>&gt;</w:t>
      </w:r>
      <w:r w:rsidRPr="00625323">
        <w:t xml:space="preserve"> - Dane adresowe</w:t>
      </w:r>
      <w:bookmarkEnd w:id="95"/>
    </w:p>
    <w:p w14:paraId="1C925C9F" w14:textId="4935EA8B" w:rsidR="00C00E15" w:rsidRPr="00625323" w:rsidRDefault="00C00E15" w:rsidP="00C00E15">
      <w:pPr>
        <w:pStyle w:val="Legenda"/>
        <w:keepNext/>
      </w:pPr>
      <w:bookmarkStart w:id="96" w:name="_Toc198021089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25</w:t>
        </w:r>
      </w:fldSimple>
      <w:r w:rsidRPr="00625323">
        <w:t>.Struktura danych &lt;</w:t>
      </w:r>
      <w:proofErr w:type="spellStart"/>
      <w:r w:rsidRPr="00625323">
        <w:t>ZAddress</w:t>
      </w:r>
      <w:proofErr w:type="spellEnd"/>
      <w:r w:rsidRPr="00625323">
        <w:t>&gt;  - Dane adresowe</w:t>
      </w:r>
      <w:bookmarkEnd w:id="96"/>
    </w:p>
    <w:tbl>
      <w:tblPr>
        <w:tblStyle w:val="Tabela-Siatka"/>
        <w:tblW w:w="9209" w:type="dxa"/>
        <w:tblLayout w:type="fixed"/>
        <w:tblLook w:val="01E0" w:firstRow="1" w:lastRow="1" w:firstColumn="1" w:lastColumn="1" w:noHBand="0" w:noVBand="0"/>
      </w:tblPr>
      <w:tblGrid>
        <w:gridCol w:w="1838"/>
        <w:gridCol w:w="1281"/>
        <w:gridCol w:w="1701"/>
        <w:gridCol w:w="4389"/>
      </w:tblGrid>
      <w:tr w:rsidR="000E3FBC" w:rsidRPr="00625323" w14:paraId="0EDDC93A" w14:textId="77777777" w:rsidTr="009E6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56A4885D" w14:textId="6E7A0CB8" w:rsidR="000E3FBC" w:rsidRPr="00625323" w:rsidRDefault="000E3FBC" w:rsidP="000E3FBC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Pole/Atrybut</w:t>
            </w:r>
          </w:p>
        </w:tc>
        <w:tc>
          <w:tcPr>
            <w:tcW w:w="1281" w:type="dxa"/>
          </w:tcPr>
          <w:p w14:paraId="011048EF" w14:textId="77777777" w:rsidR="000E3FBC" w:rsidRPr="00625323" w:rsidRDefault="000E3FBC" w:rsidP="00AB22F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Liczebność/</w:t>
            </w:r>
          </w:p>
          <w:p w14:paraId="68CA9EF6" w14:textId="77777777" w:rsidR="000E3FBC" w:rsidRPr="00625323" w:rsidRDefault="000E3FBC" w:rsidP="00AB22F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Wymagany</w:t>
            </w:r>
          </w:p>
        </w:tc>
        <w:tc>
          <w:tcPr>
            <w:tcW w:w="1701" w:type="dxa"/>
          </w:tcPr>
          <w:p w14:paraId="40412EAA" w14:textId="77777777" w:rsidR="000E3FBC" w:rsidRPr="00625323" w:rsidRDefault="000E3FBC" w:rsidP="00AB22F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Typ</w:t>
            </w:r>
          </w:p>
        </w:tc>
        <w:tc>
          <w:tcPr>
            <w:tcW w:w="4389" w:type="dxa"/>
          </w:tcPr>
          <w:p w14:paraId="1FA81942" w14:textId="77777777" w:rsidR="000E3FBC" w:rsidRPr="00625323" w:rsidRDefault="000E3FBC" w:rsidP="00AB22F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Opis</w:t>
            </w:r>
          </w:p>
        </w:tc>
      </w:tr>
      <w:tr w:rsidR="000E3FBC" w:rsidRPr="00625323" w14:paraId="1BD88DFA" w14:textId="77777777" w:rsidTr="009E6415">
        <w:tc>
          <w:tcPr>
            <w:tcW w:w="1838" w:type="dxa"/>
          </w:tcPr>
          <w:p w14:paraId="69BA2362" w14:textId="77777777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country</w:t>
            </w:r>
          </w:p>
        </w:tc>
        <w:tc>
          <w:tcPr>
            <w:tcW w:w="1281" w:type="dxa"/>
          </w:tcPr>
          <w:p w14:paraId="24EC5533" w14:textId="77777777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required</w:t>
            </w:r>
          </w:p>
        </w:tc>
        <w:tc>
          <w:tcPr>
            <w:tcW w:w="1701" w:type="dxa"/>
          </w:tcPr>
          <w:p w14:paraId="198D3CE7" w14:textId="77777777" w:rsidR="000E3FBC" w:rsidRPr="00625323" w:rsidRDefault="000E3FBC" w:rsidP="00B66933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4389" w:type="dxa"/>
          </w:tcPr>
          <w:p w14:paraId="5A66264F" w14:textId="77777777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Kod kraju zgodny z udostępnionym słownikiem</w:t>
            </w:r>
          </w:p>
        </w:tc>
      </w:tr>
      <w:tr w:rsidR="000E3FBC" w:rsidRPr="00625323" w14:paraId="6DFE03C4" w14:textId="77777777" w:rsidTr="009E6415">
        <w:tc>
          <w:tcPr>
            <w:tcW w:w="1838" w:type="dxa"/>
          </w:tcPr>
          <w:p w14:paraId="5FDAFEB3" w14:textId="77777777" w:rsidR="000E3FBC" w:rsidRPr="00625323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province</w:t>
            </w:r>
          </w:p>
        </w:tc>
        <w:tc>
          <w:tcPr>
            <w:tcW w:w="1281" w:type="dxa"/>
          </w:tcPr>
          <w:p w14:paraId="6F6A0E10" w14:textId="77777777" w:rsidR="000E3FBC" w:rsidRPr="00625323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optional</w:t>
            </w:r>
          </w:p>
        </w:tc>
        <w:tc>
          <w:tcPr>
            <w:tcW w:w="1701" w:type="dxa"/>
          </w:tcPr>
          <w:p w14:paraId="52AA7160" w14:textId="77777777" w:rsidR="000E3FBC" w:rsidRPr="00625323" w:rsidRDefault="000E3FBC" w:rsidP="00CC6287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ZProvinceCode</w:instrText>
            </w:r>
          </w:p>
          <w:p w14:paraId="6FCC4990" w14:textId="06CA1C6F" w:rsidR="000E3FBC" w:rsidRPr="00625323" w:rsidRDefault="000E3FBC" w:rsidP="00CC6287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instrText xml:space="preserve">\h   \* MERGEFORMAT </w:instrText>
            </w:r>
            <w:r w:rsidRPr="00625323">
              <w:rPr>
                <w:rStyle w:val="pole"/>
                <w:rFonts w:ascii="Lato" w:eastAsia="Cambria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"/>
                <w:rFonts w:ascii="Lato" w:eastAsia="Cambria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0B2F036A" w14:textId="77777777" w:rsidR="000E3FBC" w:rsidRPr="00625323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Kod TERYT województwa</w:t>
            </w:r>
          </w:p>
          <w:p w14:paraId="25A2B4C7" w14:textId="41B305C7" w:rsidR="000E3FBC" w:rsidRPr="00625323" w:rsidRDefault="000E3FBC" w:rsidP="004C023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Zgodny ze słownikiem </w:t>
            </w:r>
            <w:hyperlink r:id="rId25" w:history="1">
              <w:r w:rsidRPr="00625323">
                <w:rPr>
                  <w:rStyle w:val="pole"/>
                  <w:rFonts w:ascii="Lato" w:hAnsi="Lato" w:cs="Open Sans"/>
                  <w:sz w:val="20"/>
                  <w:szCs w:val="20"/>
                  <w:lang w:val="pl-PL"/>
                </w:rPr>
                <w:t>https://puesc.gov.pl/seap_pdr_extimpl/slowniki/501A</w:t>
              </w:r>
            </w:hyperlink>
          </w:p>
        </w:tc>
      </w:tr>
      <w:tr w:rsidR="000E3FBC" w:rsidRPr="00625323" w14:paraId="310DCCCA" w14:textId="77777777" w:rsidTr="009E6415">
        <w:tc>
          <w:tcPr>
            <w:tcW w:w="1838" w:type="dxa"/>
          </w:tcPr>
          <w:p w14:paraId="643411AF" w14:textId="77777777" w:rsidR="000E3FBC" w:rsidRPr="00625323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district</w:t>
            </w:r>
          </w:p>
        </w:tc>
        <w:tc>
          <w:tcPr>
            <w:tcW w:w="1281" w:type="dxa"/>
          </w:tcPr>
          <w:p w14:paraId="3C974AAE" w14:textId="77777777" w:rsidR="000E3FBC" w:rsidRPr="00625323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optional</w:t>
            </w:r>
          </w:p>
        </w:tc>
        <w:tc>
          <w:tcPr>
            <w:tcW w:w="1701" w:type="dxa"/>
          </w:tcPr>
          <w:p w14:paraId="1318C277" w14:textId="446919A7" w:rsidR="000E3FBC" w:rsidRPr="00625323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instrText xml:space="preserve"> REF ZDistrictCode \h  \* MERGEFORMAT </w:instrTex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"/>
                <w:rFonts w:ascii="Lato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37E90D1F" w14:textId="77777777" w:rsidR="000E3FBC" w:rsidRPr="00625323" w:rsidRDefault="000E3FBC" w:rsidP="004C023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Kod TERYT powiatu </w:t>
            </w:r>
          </w:p>
          <w:p w14:paraId="02A93974" w14:textId="0ADA5C63" w:rsidR="000E3FBC" w:rsidRPr="00625323" w:rsidRDefault="000E3FBC" w:rsidP="004C023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Zgodny ze słownikiem </w:t>
            </w:r>
            <w:hyperlink r:id="rId26" w:history="1">
              <w:r w:rsidRPr="00625323">
                <w:rPr>
                  <w:rStyle w:val="pole"/>
                  <w:rFonts w:ascii="Lato" w:hAnsi="Lato" w:cs="Open Sans"/>
                  <w:sz w:val="20"/>
                  <w:szCs w:val="20"/>
                  <w:lang w:val="pl-PL"/>
                </w:rPr>
                <w:t>https://puesc.gov.pl/seap_pdr_extimpl/slowniki/501A</w:t>
              </w:r>
            </w:hyperlink>
          </w:p>
        </w:tc>
      </w:tr>
      <w:tr w:rsidR="000E3FBC" w:rsidRPr="00625323" w14:paraId="18A238C9" w14:textId="77777777" w:rsidTr="009E6415">
        <w:tc>
          <w:tcPr>
            <w:tcW w:w="1838" w:type="dxa"/>
          </w:tcPr>
          <w:p w14:paraId="481B5EC3" w14:textId="77777777" w:rsidR="000E3FBC" w:rsidRPr="00625323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commune</w:t>
            </w:r>
          </w:p>
        </w:tc>
        <w:tc>
          <w:tcPr>
            <w:tcW w:w="1281" w:type="dxa"/>
          </w:tcPr>
          <w:p w14:paraId="5D0F2EF0" w14:textId="77777777" w:rsidR="000E3FBC" w:rsidRPr="00625323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optional</w:t>
            </w:r>
          </w:p>
        </w:tc>
        <w:tc>
          <w:tcPr>
            <w:tcW w:w="1701" w:type="dxa"/>
          </w:tcPr>
          <w:p w14:paraId="2A888DB2" w14:textId="4D7E70D6" w:rsidR="000E3FBC" w:rsidRPr="00625323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instrText xml:space="preserve"> REF ZCommuneCode\h  \* MERGEFORMAT </w:instrTex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"/>
                <w:rFonts w:ascii="Lato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53B0BDB4" w14:textId="77777777" w:rsidR="000E3FBC" w:rsidRPr="00625323" w:rsidRDefault="000E3FBC" w:rsidP="004C023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Kod TERYT gminy </w:t>
            </w:r>
          </w:p>
          <w:p w14:paraId="3E6A8CA4" w14:textId="64A8C7AE" w:rsidR="000E3FBC" w:rsidRPr="00625323" w:rsidRDefault="000E3FBC" w:rsidP="004C023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Zgodny ze słownikiem </w:t>
            </w:r>
            <w:hyperlink r:id="rId27" w:history="1">
              <w:r w:rsidRPr="00625323">
                <w:rPr>
                  <w:rStyle w:val="pole"/>
                  <w:rFonts w:ascii="Lato" w:hAnsi="Lato" w:cs="Open Sans"/>
                  <w:sz w:val="20"/>
                  <w:szCs w:val="20"/>
                  <w:lang w:val="pl-PL"/>
                </w:rPr>
                <w:t>https://puesc.gov.pl/seap_pdr_extimpl/slowniki/501A</w:t>
              </w:r>
            </w:hyperlink>
          </w:p>
        </w:tc>
      </w:tr>
      <w:tr w:rsidR="000E3FBC" w:rsidRPr="00625323" w14:paraId="1BEB8168" w14:textId="77777777" w:rsidTr="009E6415">
        <w:tc>
          <w:tcPr>
            <w:tcW w:w="1838" w:type="dxa"/>
          </w:tcPr>
          <w:p w14:paraId="3A395D29" w14:textId="77777777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street</w:t>
            </w:r>
          </w:p>
        </w:tc>
        <w:tc>
          <w:tcPr>
            <w:tcW w:w="1281" w:type="dxa"/>
          </w:tcPr>
          <w:p w14:paraId="45B7B5AD" w14:textId="77777777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optional</w:t>
            </w:r>
          </w:p>
        </w:tc>
        <w:tc>
          <w:tcPr>
            <w:tcW w:w="1701" w:type="dxa"/>
          </w:tcPr>
          <w:p w14:paraId="33C18823" w14:textId="2940419B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instrText xml:space="preserve"> REF ZCharacter \h  \* MERGEFORMAT </w:instrTex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"/>
                <w:rFonts w:ascii="Lato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22907BD6" w14:textId="77777777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Nazwa ulicy</w:t>
            </w:r>
          </w:p>
        </w:tc>
      </w:tr>
      <w:tr w:rsidR="000E3FBC" w:rsidRPr="00625323" w14:paraId="539B13E7" w14:textId="77777777" w:rsidTr="009E6415">
        <w:tc>
          <w:tcPr>
            <w:tcW w:w="1838" w:type="dxa"/>
          </w:tcPr>
          <w:p w14:paraId="34B0F19A" w14:textId="77777777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houseNumber</w:t>
            </w:r>
          </w:p>
        </w:tc>
        <w:tc>
          <w:tcPr>
            <w:tcW w:w="1281" w:type="dxa"/>
          </w:tcPr>
          <w:p w14:paraId="03316463" w14:textId="77777777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optional</w:t>
            </w:r>
          </w:p>
        </w:tc>
        <w:tc>
          <w:tcPr>
            <w:tcW w:w="1701" w:type="dxa"/>
          </w:tcPr>
          <w:p w14:paraId="18E4C95D" w14:textId="74E62704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instrText xml:space="preserve"> REF ZBuildingNumber\h  \* MERGEFORMAT </w:instrTex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"/>
                <w:rFonts w:ascii="Lato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1C0DAC63" w14:textId="77777777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Numer domu</w:t>
            </w:r>
          </w:p>
        </w:tc>
      </w:tr>
      <w:tr w:rsidR="000E3FBC" w:rsidRPr="00625323" w14:paraId="7B54DE7E" w14:textId="77777777" w:rsidTr="009E6415">
        <w:tc>
          <w:tcPr>
            <w:tcW w:w="1838" w:type="dxa"/>
          </w:tcPr>
          <w:p w14:paraId="54F5147E" w14:textId="77777777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localNumber</w:t>
            </w:r>
          </w:p>
        </w:tc>
        <w:tc>
          <w:tcPr>
            <w:tcW w:w="1281" w:type="dxa"/>
          </w:tcPr>
          <w:p w14:paraId="59201617" w14:textId="77777777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optional</w:t>
            </w:r>
          </w:p>
        </w:tc>
        <w:tc>
          <w:tcPr>
            <w:tcW w:w="1701" w:type="dxa"/>
          </w:tcPr>
          <w:p w14:paraId="3EFC54E9" w14:textId="445BC343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instrText xml:space="preserve"> REF ZSuiteNumber \h  \* MERGEFORMAT </w:instrTex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"/>
                <w:rFonts w:ascii="Lato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71523F57" w14:textId="77777777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Numer lokalu</w:t>
            </w:r>
          </w:p>
        </w:tc>
      </w:tr>
      <w:tr w:rsidR="000E3FBC" w:rsidRPr="00625323" w14:paraId="23A7CEC4" w14:textId="77777777" w:rsidTr="009E6415">
        <w:tc>
          <w:tcPr>
            <w:tcW w:w="1838" w:type="dxa"/>
          </w:tcPr>
          <w:p w14:paraId="513F4D5C" w14:textId="77777777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city</w:t>
            </w:r>
          </w:p>
        </w:tc>
        <w:tc>
          <w:tcPr>
            <w:tcW w:w="1281" w:type="dxa"/>
          </w:tcPr>
          <w:p w14:paraId="04879CCB" w14:textId="77777777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required</w:t>
            </w:r>
          </w:p>
        </w:tc>
        <w:tc>
          <w:tcPr>
            <w:tcW w:w="1701" w:type="dxa"/>
          </w:tcPr>
          <w:p w14:paraId="6196BE1C" w14:textId="222984E2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instrText xml:space="preserve"> REF ZCity\h  \* MERGEFORMAT </w:instrTex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"/>
                <w:rFonts w:ascii="Lato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6F081202" w14:textId="77777777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Nazwa miejscowości</w:t>
            </w:r>
          </w:p>
        </w:tc>
      </w:tr>
      <w:tr w:rsidR="000E3FBC" w:rsidRPr="00625323" w14:paraId="07137A9E" w14:textId="77777777" w:rsidTr="009E6415">
        <w:tc>
          <w:tcPr>
            <w:tcW w:w="1838" w:type="dxa"/>
          </w:tcPr>
          <w:p w14:paraId="4BE6AD66" w14:textId="77777777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postalCode</w:t>
            </w:r>
          </w:p>
        </w:tc>
        <w:tc>
          <w:tcPr>
            <w:tcW w:w="1281" w:type="dxa"/>
          </w:tcPr>
          <w:p w14:paraId="6B970C13" w14:textId="77777777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optional</w:t>
            </w:r>
          </w:p>
        </w:tc>
        <w:tc>
          <w:tcPr>
            <w:tcW w:w="1701" w:type="dxa"/>
          </w:tcPr>
          <w:p w14:paraId="1CB735EE" w14:textId="0739BACB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instrText xml:space="preserve"> REF ZPostalCode \h  \* MERGEFORMAT </w:instrTex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"/>
                <w:rFonts w:ascii="Lato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3B9CBD35" w14:textId="77777777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Numer kodu pocztowego</w:t>
            </w:r>
          </w:p>
        </w:tc>
      </w:tr>
      <w:tr w:rsidR="000E3FBC" w:rsidRPr="00625323" w14:paraId="6F922C06" w14:textId="77777777" w:rsidTr="009E6415">
        <w:tc>
          <w:tcPr>
            <w:tcW w:w="1838" w:type="dxa"/>
          </w:tcPr>
          <w:p w14:paraId="50A66834" w14:textId="77777777" w:rsidR="000E3FBC" w:rsidRPr="00625323" w:rsidRDefault="000E3FBC" w:rsidP="008C543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postalName</w:t>
            </w:r>
          </w:p>
        </w:tc>
        <w:tc>
          <w:tcPr>
            <w:tcW w:w="1281" w:type="dxa"/>
          </w:tcPr>
          <w:p w14:paraId="1AF881B6" w14:textId="77777777" w:rsidR="000E3FBC" w:rsidRPr="00625323" w:rsidRDefault="000E3FBC" w:rsidP="008C543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optional</w:t>
            </w:r>
          </w:p>
        </w:tc>
        <w:tc>
          <w:tcPr>
            <w:tcW w:w="1701" w:type="dxa"/>
          </w:tcPr>
          <w:p w14:paraId="4A94EF65" w14:textId="0AF5045F" w:rsidR="000E3FBC" w:rsidRPr="00625323" w:rsidRDefault="000E3FBC" w:rsidP="008C543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instrText xml:space="preserve"> REF ZCity\h  \* MERGEFORMAT </w:instrTex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"/>
                <w:rFonts w:ascii="Lato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4EB0CC15" w14:textId="77777777" w:rsidR="000E3FBC" w:rsidRPr="00625323" w:rsidRDefault="000E3FBC" w:rsidP="008C543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Nazwa miejscowości, siedziby poczty</w:t>
            </w:r>
          </w:p>
        </w:tc>
      </w:tr>
      <w:tr w:rsidR="000E3FBC" w:rsidRPr="00625323" w14:paraId="744BF077" w14:textId="77777777" w:rsidTr="009E6415">
        <w:tc>
          <w:tcPr>
            <w:tcW w:w="1838" w:type="dxa"/>
          </w:tcPr>
          <w:p w14:paraId="57252001" w14:textId="77777777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1281" w:type="dxa"/>
          </w:tcPr>
          <w:p w14:paraId="4649A1A0" w14:textId="77777777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optional</w:t>
            </w:r>
          </w:p>
        </w:tc>
        <w:tc>
          <w:tcPr>
            <w:tcW w:w="1701" w:type="dxa"/>
          </w:tcPr>
          <w:p w14:paraId="11CA5A1C" w14:textId="2459DF40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instrText xml:space="preserve"> REF ZEmail \h  \* MERGEFORMAT </w:instrTex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"/>
                <w:rFonts w:ascii="Lato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1AEF95A1" w14:textId="77777777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Adres poczty elektronicznej</w:t>
            </w:r>
          </w:p>
        </w:tc>
      </w:tr>
      <w:tr w:rsidR="000E3FBC" w:rsidRPr="00625323" w14:paraId="678B1D9E" w14:textId="77777777" w:rsidTr="009E6415">
        <w:tc>
          <w:tcPr>
            <w:tcW w:w="1838" w:type="dxa"/>
          </w:tcPr>
          <w:p w14:paraId="781A6C84" w14:textId="77777777" w:rsidR="000E3FBC" w:rsidRPr="00625323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provinceName</w:t>
            </w:r>
          </w:p>
        </w:tc>
        <w:tc>
          <w:tcPr>
            <w:tcW w:w="1281" w:type="dxa"/>
          </w:tcPr>
          <w:p w14:paraId="28C1F000" w14:textId="77777777" w:rsidR="000E3FBC" w:rsidRPr="00625323" w:rsidRDefault="000E3FBC" w:rsidP="0078710F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701" w:type="dxa"/>
          </w:tcPr>
          <w:p w14:paraId="33210725" w14:textId="77777777" w:rsidR="000E3FBC" w:rsidRPr="00625323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4389" w:type="dxa"/>
          </w:tcPr>
          <w:p w14:paraId="151BD370" w14:textId="77777777" w:rsidR="000E3FBC" w:rsidRPr="00625323" w:rsidRDefault="000E3FBC" w:rsidP="0078710F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Nazwa województwa</w:t>
            </w:r>
          </w:p>
        </w:tc>
      </w:tr>
      <w:tr w:rsidR="000E3FBC" w:rsidRPr="00625323" w14:paraId="7DCE0BEA" w14:textId="77777777" w:rsidTr="009E6415">
        <w:tc>
          <w:tcPr>
            <w:tcW w:w="1838" w:type="dxa"/>
          </w:tcPr>
          <w:p w14:paraId="09048EF2" w14:textId="77777777" w:rsidR="000E3FBC" w:rsidRPr="00625323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districtName</w:t>
            </w:r>
          </w:p>
        </w:tc>
        <w:tc>
          <w:tcPr>
            <w:tcW w:w="1281" w:type="dxa"/>
          </w:tcPr>
          <w:p w14:paraId="0EEC8C6B" w14:textId="77777777" w:rsidR="000E3FBC" w:rsidRPr="00625323" w:rsidRDefault="000E3FBC" w:rsidP="0078710F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701" w:type="dxa"/>
          </w:tcPr>
          <w:p w14:paraId="23D3A8AF" w14:textId="77777777" w:rsidR="000E3FBC" w:rsidRPr="00625323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4389" w:type="dxa"/>
          </w:tcPr>
          <w:p w14:paraId="09FB03D1" w14:textId="77777777" w:rsidR="000E3FBC" w:rsidRPr="00625323" w:rsidRDefault="000E3FBC" w:rsidP="0078710F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Nazwa powiatu</w:t>
            </w:r>
          </w:p>
        </w:tc>
      </w:tr>
      <w:tr w:rsidR="000E3FBC" w:rsidRPr="00625323" w14:paraId="08F70B11" w14:textId="77777777" w:rsidTr="009E6415">
        <w:tc>
          <w:tcPr>
            <w:tcW w:w="1838" w:type="dxa"/>
          </w:tcPr>
          <w:p w14:paraId="36F6E4F3" w14:textId="77777777" w:rsidR="000E3FBC" w:rsidRPr="00625323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communeName</w:t>
            </w:r>
          </w:p>
        </w:tc>
        <w:tc>
          <w:tcPr>
            <w:tcW w:w="1281" w:type="dxa"/>
          </w:tcPr>
          <w:p w14:paraId="38BA14BF" w14:textId="77777777" w:rsidR="000E3FBC" w:rsidRPr="00625323" w:rsidRDefault="000E3FBC" w:rsidP="0078710F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701" w:type="dxa"/>
          </w:tcPr>
          <w:p w14:paraId="55BAAE64" w14:textId="77777777" w:rsidR="000E3FBC" w:rsidRPr="00625323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4389" w:type="dxa"/>
          </w:tcPr>
          <w:p w14:paraId="75C10559" w14:textId="77777777" w:rsidR="000E3FBC" w:rsidRPr="00625323" w:rsidRDefault="000E3FBC" w:rsidP="0078710F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Nazwa gminy</w:t>
            </w:r>
          </w:p>
        </w:tc>
      </w:tr>
    </w:tbl>
    <w:p w14:paraId="4F7F2204" w14:textId="5B0A504A" w:rsidR="00B13CB7" w:rsidRPr="00625323" w:rsidRDefault="00B13CB7" w:rsidP="00B13CB7">
      <w:pPr>
        <w:pStyle w:val="Legenda"/>
        <w:keepNext/>
      </w:pPr>
      <w:bookmarkStart w:id="97" w:name="_Toc198021113"/>
      <w:r w:rsidRPr="00625323">
        <w:lastRenderedPageBreak/>
        <w:t xml:space="preserve">Rysunek </w:t>
      </w:r>
      <w:fldSimple w:instr=" SEQ Rysunek \* ARABIC ">
        <w:r w:rsidR="00625323" w:rsidRPr="00625323">
          <w:rPr>
            <w:noProof/>
          </w:rPr>
          <w:t>17</w:t>
        </w:r>
      </w:fldSimple>
      <w:r w:rsidRPr="00625323">
        <w:t>. Struktura elementu &lt;</w:t>
      </w:r>
      <w:proofErr w:type="spellStart"/>
      <w:r w:rsidRPr="00625323">
        <w:t>ZAddress</w:t>
      </w:r>
      <w:proofErr w:type="spellEnd"/>
      <w:r w:rsidRPr="00625323">
        <w:t>&gt; Dane adresowe</w:t>
      </w:r>
      <w:bookmarkEnd w:id="97"/>
    </w:p>
    <w:p w14:paraId="073752C5" w14:textId="77777777" w:rsidR="00C00E15" w:rsidRPr="00625323" w:rsidRDefault="00337DFF" w:rsidP="00C00E15">
      <w:pPr>
        <w:keepNext/>
        <w:rPr>
          <w:rFonts w:ascii="Lato" w:hAnsi="Lato"/>
        </w:rPr>
      </w:pPr>
      <w:r w:rsidRPr="00625323">
        <w:rPr>
          <w:rFonts w:ascii="Lato" w:hAnsi="Lato" w:cs="Open Sans"/>
          <w:noProof/>
        </w:rPr>
        <w:drawing>
          <wp:inline distT="0" distB="0" distL="0" distR="0" wp14:anchorId="26C44658" wp14:editId="50D080FE">
            <wp:extent cx="4218940" cy="3449955"/>
            <wp:effectExtent l="19050" t="19050" r="10160" b="17145"/>
            <wp:docPr id="24" name="Obraz 24" descr="Rysunek przedstawia strukturę elementu &lt;ZAddress&gt;  - Dane adreso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Obraz 24" descr="Rysunek przedstawia strukturę elementu &lt;ZAddress&gt;  - Dane adresowe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940" cy="34499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D09E6E7" w14:textId="725A3008" w:rsidR="0073279A" w:rsidRPr="00625323" w:rsidRDefault="0073279A" w:rsidP="006616AB">
      <w:pPr>
        <w:pStyle w:val="Nagwek3"/>
        <w:numPr>
          <w:ilvl w:val="2"/>
          <w:numId w:val="12"/>
        </w:numPr>
      </w:pPr>
      <w:bookmarkStart w:id="98" w:name="_Toc198021051"/>
      <w:r w:rsidRPr="00625323">
        <w:rPr>
          <w:rStyle w:val="polegwne"/>
          <w:rFonts w:ascii="Lato" w:hAnsi="Lato" w:cs="Open Sans"/>
          <w:sz w:val="24"/>
          <w:szCs w:val="24"/>
          <w:lang w:val="pl-PL"/>
        </w:rPr>
        <w:t>&lt;</w:t>
      </w:r>
      <w:r w:rsidR="00BE4D9E" w:rsidRPr="00625323">
        <w:rPr>
          <w:rStyle w:val="polegwne"/>
          <w:rFonts w:ascii="Lato" w:hAnsi="Lato" w:cs="Open Sans"/>
          <w:sz w:val="24"/>
          <w:szCs w:val="24"/>
          <w:lang w:val="pl-PL"/>
        </w:rPr>
        <w:t xml:space="preserve"> ZIDCorporate </w:t>
      </w:r>
      <w:r w:rsidRPr="00625323">
        <w:rPr>
          <w:rStyle w:val="polegwne"/>
          <w:rFonts w:ascii="Lato" w:hAnsi="Lato" w:cs="Open Sans"/>
          <w:sz w:val="24"/>
          <w:szCs w:val="24"/>
          <w:lang w:val="pl-PL"/>
        </w:rPr>
        <w:t>&gt;</w:t>
      </w:r>
      <w:r w:rsidRPr="00625323">
        <w:t xml:space="preserve"> - </w:t>
      </w:r>
      <w:r w:rsidR="00BE4D9E" w:rsidRPr="00625323">
        <w:t>Podstawowy zestaw danych identyfikacyjnych podatnika nie będącego osobą fizyczną.</w:t>
      </w:r>
      <w:bookmarkEnd w:id="98"/>
    </w:p>
    <w:p w14:paraId="6F05C6F3" w14:textId="50040A70" w:rsidR="00C00E15" w:rsidRPr="00625323" w:rsidRDefault="00C00E15" w:rsidP="00C00E15">
      <w:pPr>
        <w:pStyle w:val="Legenda"/>
        <w:keepNext/>
      </w:pPr>
      <w:bookmarkStart w:id="99" w:name="_Toc198021090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26</w:t>
        </w:r>
      </w:fldSimple>
      <w:r w:rsidRPr="00625323">
        <w:t xml:space="preserve">.Struktura danych &lt; </w:t>
      </w:r>
      <w:proofErr w:type="spellStart"/>
      <w:r w:rsidRPr="00625323">
        <w:t>ZIDCorporate</w:t>
      </w:r>
      <w:proofErr w:type="spellEnd"/>
      <w:r w:rsidRPr="00625323">
        <w:t xml:space="preserve"> &gt; Podstawowy zestaw danych identyfikacyjnych podatnika nie będącego osobą fizyczną.</w:t>
      </w:r>
      <w:bookmarkEnd w:id="99"/>
    </w:p>
    <w:tbl>
      <w:tblPr>
        <w:tblStyle w:val="Tabela-Siatka"/>
        <w:tblW w:w="9209" w:type="dxa"/>
        <w:tblLayout w:type="fixed"/>
        <w:tblLook w:val="01E0" w:firstRow="1" w:lastRow="1" w:firstColumn="1" w:lastColumn="1" w:noHBand="0" w:noVBand="0"/>
      </w:tblPr>
      <w:tblGrid>
        <w:gridCol w:w="1838"/>
        <w:gridCol w:w="1281"/>
        <w:gridCol w:w="1701"/>
        <w:gridCol w:w="4389"/>
      </w:tblGrid>
      <w:tr w:rsidR="000E3FBC" w:rsidRPr="00625323" w14:paraId="46340367" w14:textId="77777777" w:rsidTr="009E6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64D8E98B" w14:textId="77777777" w:rsidR="000E3FBC" w:rsidRPr="00625323" w:rsidRDefault="000E3FBC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Pole/Atrybut</w:t>
            </w:r>
          </w:p>
        </w:tc>
        <w:tc>
          <w:tcPr>
            <w:tcW w:w="1281" w:type="dxa"/>
          </w:tcPr>
          <w:p w14:paraId="70845F05" w14:textId="77777777" w:rsidR="000E3FBC" w:rsidRPr="00625323" w:rsidRDefault="000E3FBC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Liczebność/</w:t>
            </w:r>
          </w:p>
          <w:p w14:paraId="213E47BE" w14:textId="77777777" w:rsidR="000E3FBC" w:rsidRPr="00625323" w:rsidRDefault="000E3FBC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Wymagany</w:t>
            </w:r>
          </w:p>
        </w:tc>
        <w:tc>
          <w:tcPr>
            <w:tcW w:w="1701" w:type="dxa"/>
          </w:tcPr>
          <w:p w14:paraId="6D53007D" w14:textId="77777777" w:rsidR="000E3FBC" w:rsidRPr="00625323" w:rsidRDefault="000E3FBC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Typ</w:t>
            </w:r>
          </w:p>
        </w:tc>
        <w:tc>
          <w:tcPr>
            <w:tcW w:w="4389" w:type="dxa"/>
          </w:tcPr>
          <w:p w14:paraId="2446ABA8" w14:textId="77777777" w:rsidR="000E3FBC" w:rsidRPr="00625323" w:rsidRDefault="000E3FBC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Opis</w:t>
            </w:r>
          </w:p>
        </w:tc>
      </w:tr>
      <w:tr w:rsidR="000E3FBC" w:rsidRPr="00625323" w14:paraId="00853B2C" w14:textId="77777777" w:rsidTr="009E6415">
        <w:tc>
          <w:tcPr>
            <w:tcW w:w="1838" w:type="dxa"/>
          </w:tcPr>
          <w:p w14:paraId="27DB3CD7" w14:textId="77777777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fullName</w:t>
            </w:r>
          </w:p>
        </w:tc>
        <w:tc>
          <w:tcPr>
            <w:tcW w:w="1281" w:type="dxa"/>
          </w:tcPr>
          <w:p w14:paraId="20B9C406" w14:textId="77777777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1A1CB56" w14:textId="3FD0C56D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instrText xml:space="preserve"> REF ZCharacter \h  \* MERGEFORMAT </w:instrTex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"/>
                <w:rFonts w:ascii="Lato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07025BB7" w14:textId="77777777" w:rsidR="000E3FBC" w:rsidRPr="0062532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Pełna nazwa Podatnika.</w:t>
            </w:r>
          </w:p>
        </w:tc>
      </w:tr>
    </w:tbl>
    <w:p w14:paraId="33650124" w14:textId="440B561A" w:rsidR="00B13CB7" w:rsidRPr="00625323" w:rsidRDefault="00B13CB7" w:rsidP="00B13CB7">
      <w:pPr>
        <w:pStyle w:val="Legenda"/>
        <w:keepNext/>
      </w:pPr>
      <w:bookmarkStart w:id="100" w:name="_Toc198021114"/>
      <w:r w:rsidRPr="00625323">
        <w:t xml:space="preserve">Rysunek </w:t>
      </w:r>
      <w:fldSimple w:instr=" SEQ Rysunek \* ARABIC ">
        <w:r w:rsidR="00625323" w:rsidRPr="00625323">
          <w:rPr>
            <w:noProof/>
          </w:rPr>
          <w:t>18</w:t>
        </w:r>
      </w:fldSimple>
      <w:r w:rsidRPr="00625323">
        <w:t xml:space="preserve">. Struktura elementu&lt; </w:t>
      </w:r>
      <w:proofErr w:type="spellStart"/>
      <w:r w:rsidRPr="00625323">
        <w:t>ZIDCorporate</w:t>
      </w:r>
      <w:proofErr w:type="spellEnd"/>
      <w:r w:rsidRPr="00625323">
        <w:t xml:space="preserve"> &gt; - Podstawowy zestaw danych identyfikacyjnych podatnika nie będącego osobą fizyczną.</w:t>
      </w:r>
      <w:bookmarkEnd w:id="100"/>
    </w:p>
    <w:p w14:paraId="24355D1F" w14:textId="77777777" w:rsidR="00C00E15" w:rsidRPr="00625323" w:rsidRDefault="00337DFF" w:rsidP="00C00E15">
      <w:pPr>
        <w:keepNext/>
        <w:rPr>
          <w:rFonts w:ascii="Lato" w:hAnsi="Lato"/>
        </w:rPr>
      </w:pPr>
      <w:r w:rsidRPr="00625323">
        <w:rPr>
          <w:rFonts w:ascii="Lato" w:hAnsi="Lato" w:cs="Open Sans"/>
          <w:noProof/>
        </w:rPr>
        <w:drawing>
          <wp:inline distT="0" distB="0" distL="0" distR="0" wp14:anchorId="291F18B7" wp14:editId="7678F93B">
            <wp:extent cx="3152140" cy="547370"/>
            <wp:effectExtent l="19050" t="19050" r="10160" b="24130"/>
            <wp:docPr id="23" name="Obraz 23" descr="Rysunek przedstawia strukturę elementu &lt; ZIDCorporate &gt; - Podstawowy zestaw danych identyfikacyjnych podatnika nie będącego osobą fizyczn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braz 23" descr="Rysunek przedstawia strukturę elementu &lt; ZIDCorporate &gt; - Podstawowy zestaw danych identyfikacyjnych podatnika nie będącego osobą fizyczną.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140" cy="5473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E45622C" w14:textId="68A48B42" w:rsidR="00C00E15" w:rsidRPr="00625323" w:rsidRDefault="00C00E15">
      <w:pPr>
        <w:rPr>
          <w:rFonts w:ascii="Lato" w:hAnsi="Lato" w:cs="Open Sans"/>
        </w:rPr>
      </w:pPr>
      <w:r w:rsidRPr="00625323">
        <w:rPr>
          <w:rFonts w:ascii="Lato" w:hAnsi="Lato" w:cs="Open Sans"/>
        </w:rPr>
        <w:br w:type="page"/>
      </w:r>
    </w:p>
    <w:p w14:paraId="06ACDA38" w14:textId="7F604533" w:rsidR="0073279A" w:rsidRPr="00625323" w:rsidRDefault="0073279A" w:rsidP="006616AB">
      <w:pPr>
        <w:pStyle w:val="Nagwek3"/>
        <w:numPr>
          <w:ilvl w:val="2"/>
          <w:numId w:val="12"/>
        </w:numPr>
      </w:pPr>
      <w:bookmarkStart w:id="101" w:name="_Toc198021052"/>
      <w:r w:rsidRPr="00625323">
        <w:rPr>
          <w:rStyle w:val="polegwne"/>
          <w:rFonts w:ascii="Lato" w:hAnsi="Lato" w:cs="Open Sans"/>
          <w:sz w:val="24"/>
          <w:szCs w:val="24"/>
          <w:lang w:val="pl-PL"/>
        </w:rPr>
        <w:lastRenderedPageBreak/>
        <w:t>&lt;</w:t>
      </w:r>
      <w:r w:rsidR="00BE4D9E" w:rsidRPr="00625323">
        <w:rPr>
          <w:rStyle w:val="polegwne"/>
          <w:rFonts w:ascii="Lato" w:hAnsi="Lato" w:cs="Open Sans"/>
          <w:sz w:val="24"/>
          <w:szCs w:val="24"/>
          <w:lang w:val="pl-PL"/>
        </w:rPr>
        <w:t xml:space="preserve"> ZIDCorporateReg </w:t>
      </w:r>
      <w:r w:rsidRPr="00625323">
        <w:rPr>
          <w:rStyle w:val="polegwne"/>
          <w:rFonts w:ascii="Lato" w:hAnsi="Lato" w:cs="Open Sans"/>
          <w:sz w:val="24"/>
          <w:szCs w:val="24"/>
          <w:lang w:val="pl-PL"/>
        </w:rPr>
        <w:t>&gt;</w:t>
      </w:r>
      <w:r w:rsidRPr="00625323">
        <w:t xml:space="preserve"> - </w:t>
      </w:r>
      <w:r w:rsidR="00BE4D9E" w:rsidRPr="00625323">
        <w:t>Podstawowy zestaw danych identyfikacyjnych podatnika nie będącego osobą fizyczną.</w:t>
      </w:r>
      <w:bookmarkEnd w:id="101"/>
    </w:p>
    <w:p w14:paraId="7DB75CD2" w14:textId="0B1E31A0" w:rsidR="00C00E15" w:rsidRPr="00625323" w:rsidRDefault="00C00E15" w:rsidP="00C00E15">
      <w:pPr>
        <w:pStyle w:val="Legenda"/>
        <w:keepNext/>
      </w:pPr>
      <w:bookmarkStart w:id="102" w:name="_Toc198021091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27</w:t>
        </w:r>
      </w:fldSimple>
      <w:r w:rsidRPr="00625323">
        <w:t xml:space="preserve">.Struktura danych &lt; </w:t>
      </w:r>
      <w:proofErr w:type="spellStart"/>
      <w:r w:rsidRPr="00625323">
        <w:t>ZIDCorporateReg</w:t>
      </w:r>
      <w:proofErr w:type="spellEnd"/>
      <w:r w:rsidRPr="00625323">
        <w:t xml:space="preserve"> &gt; Podstawowy zestaw danych identyfikacyjnych podatnika nie będącego osobą fizyczną.</w:t>
      </w:r>
      <w:bookmarkEnd w:id="102"/>
    </w:p>
    <w:tbl>
      <w:tblPr>
        <w:tblStyle w:val="Tabela-Siatka"/>
        <w:tblW w:w="9209" w:type="dxa"/>
        <w:tblLayout w:type="fixed"/>
        <w:tblLook w:val="01E0" w:firstRow="1" w:lastRow="1" w:firstColumn="1" w:lastColumn="1" w:noHBand="0" w:noVBand="0"/>
      </w:tblPr>
      <w:tblGrid>
        <w:gridCol w:w="1838"/>
        <w:gridCol w:w="1281"/>
        <w:gridCol w:w="1701"/>
        <w:gridCol w:w="4389"/>
      </w:tblGrid>
      <w:tr w:rsidR="000E3FBC" w:rsidRPr="00625323" w14:paraId="5977D2A5" w14:textId="77777777" w:rsidTr="009E6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5DFE2BD9" w14:textId="77777777" w:rsidR="000E3FBC" w:rsidRPr="00625323" w:rsidRDefault="000E3FBC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Pole/Atrybut</w:t>
            </w:r>
          </w:p>
        </w:tc>
        <w:tc>
          <w:tcPr>
            <w:tcW w:w="1281" w:type="dxa"/>
          </w:tcPr>
          <w:p w14:paraId="7AE5199E" w14:textId="77777777" w:rsidR="000E3FBC" w:rsidRPr="00625323" w:rsidRDefault="000E3FBC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Liczebność/</w:t>
            </w:r>
          </w:p>
          <w:p w14:paraId="4214B0EB" w14:textId="77777777" w:rsidR="000E3FBC" w:rsidRPr="00625323" w:rsidRDefault="000E3FBC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Wymagany</w:t>
            </w:r>
          </w:p>
        </w:tc>
        <w:tc>
          <w:tcPr>
            <w:tcW w:w="1701" w:type="dxa"/>
          </w:tcPr>
          <w:p w14:paraId="2ED3FE37" w14:textId="77777777" w:rsidR="000E3FBC" w:rsidRPr="00625323" w:rsidRDefault="000E3FBC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Typ</w:t>
            </w:r>
          </w:p>
        </w:tc>
        <w:tc>
          <w:tcPr>
            <w:tcW w:w="4389" w:type="dxa"/>
          </w:tcPr>
          <w:p w14:paraId="15CC4B77" w14:textId="77777777" w:rsidR="000E3FBC" w:rsidRPr="00625323" w:rsidRDefault="000E3FBC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Opis</w:t>
            </w:r>
          </w:p>
        </w:tc>
      </w:tr>
      <w:tr w:rsidR="00337DFF" w:rsidRPr="00625323" w14:paraId="7C8C201F" w14:textId="77777777" w:rsidTr="009E6415">
        <w:tc>
          <w:tcPr>
            <w:tcW w:w="1838" w:type="dxa"/>
          </w:tcPr>
          <w:p w14:paraId="28BD1E79" w14:textId="77777777" w:rsidR="00337DFF" w:rsidRPr="00625323" w:rsidRDefault="00337DFF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fullName</w:t>
            </w:r>
          </w:p>
        </w:tc>
        <w:tc>
          <w:tcPr>
            <w:tcW w:w="1281" w:type="dxa"/>
          </w:tcPr>
          <w:p w14:paraId="7A46E025" w14:textId="77777777" w:rsidR="00337DFF" w:rsidRPr="00625323" w:rsidRDefault="00337DFF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C11E3A1" w14:textId="29F89FBA" w:rsidR="00337DFF" w:rsidRPr="00625323" w:rsidRDefault="00337DFF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instrText xml:space="preserve"> REF ZCharacter \h  \* MERGEFORMAT </w:instrTex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"/>
                <w:rFonts w:ascii="Lato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25565874" w14:textId="77777777" w:rsidR="00337DFF" w:rsidRPr="00625323" w:rsidRDefault="00337DFF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Pełna nazwa Podatnika.</w:t>
            </w:r>
          </w:p>
        </w:tc>
      </w:tr>
      <w:tr w:rsidR="00337DFF" w:rsidRPr="00625323" w14:paraId="096D922D" w14:textId="77777777" w:rsidTr="009E6415">
        <w:tc>
          <w:tcPr>
            <w:tcW w:w="1838" w:type="dxa"/>
          </w:tcPr>
          <w:p w14:paraId="2AAB0F00" w14:textId="77777777" w:rsidR="00337DFF" w:rsidRPr="00625323" w:rsidRDefault="00337DFF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REGON</w:t>
            </w:r>
          </w:p>
        </w:tc>
        <w:tc>
          <w:tcPr>
            <w:tcW w:w="1281" w:type="dxa"/>
          </w:tcPr>
          <w:p w14:paraId="7F6B31A3" w14:textId="77777777" w:rsidR="00337DFF" w:rsidRPr="00625323" w:rsidRDefault="00337DFF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E5C34B9" w14:textId="69AF4F91" w:rsidR="00337DFF" w:rsidRPr="00625323" w:rsidRDefault="00337DFF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instrText xml:space="preserve"> REF ZNrREGON\h  \* MERGEFORMAT </w:instrTex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"/>
                <w:rFonts w:ascii="Lato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425F7672" w14:textId="77777777" w:rsidR="00337DFF" w:rsidRPr="00625323" w:rsidRDefault="00337DFF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REGON</w:t>
            </w:r>
          </w:p>
          <w:p w14:paraId="634FDA10" w14:textId="77777777" w:rsidR="00337DFF" w:rsidRPr="00625323" w:rsidRDefault="00337DFF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Patrz reguła R3</w:t>
            </w:r>
          </w:p>
        </w:tc>
      </w:tr>
    </w:tbl>
    <w:p w14:paraId="4071C883" w14:textId="3162F12A" w:rsidR="001E5847" w:rsidRPr="00625323" w:rsidRDefault="001E5847" w:rsidP="001E5847">
      <w:pPr>
        <w:pStyle w:val="Legenda"/>
        <w:keepNext/>
      </w:pPr>
      <w:bookmarkStart w:id="103" w:name="_Toc198021115"/>
      <w:r w:rsidRPr="00625323">
        <w:t xml:space="preserve">Rysunek </w:t>
      </w:r>
      <w:fldSimple w:instr=" SEQ Rysunek \* ARABIC ">
        <w:r w:rsidR="00625323" w:rsidRPr="00625323">
          <w:rPr>
            <w:noProof/>
          </w:rPr>
          <w:t>19</w:t>
        </w:r>
      </w:fldSimple>
      <w:r w:rsidRPr="00625323">
        <w:t xml:space="preserve">. Struktura elementu &lt; </w:t>
      </w:r>
      <w:proofErr w:type="spellStart"/>
      <w:r w:rsidRPr="00625323">
        <w:t>ZIDCorporate</w:t>
      </w:r>
      <w:proofErr w:type="spellEnd"/>
      <w:r w:rsidRPr="00625323">
        <w:t xml:space="preserve"> &gt; - Podstawowy zestaw danych identyfikacyjnych podatnika nie będącego osobą fizyczną.</w:t>
      </w:r>
      <w:bookmarkEnd w:id="103"/>
    </w:p>
    <w:p w14:paraId="5D87A6F5" w14:textId="77777777" w:rsidR="00C00E15" w:rsidRPr="00625323" w:rsidRDefault="004515AD" w:rsidP="00C00E15">
      <w:pPr>
        <w:pStyle w:val="Z2PodpisRysunkuTabeli"/>
        <w:keepNext/>
      </w:pPr>
      <w:r w:rsidRPr="00625323">
        <w:rPr>
          <w:noProof/>
        </w:rPr>
        <w:drawing>
          <wp:inline distT="0" distB="0" distL="0" distR="0" wp14:anchorId="5D30BDD3" wp14:editId="10D49798">
            <wp:extent cx="3152140" cy="519430"/>
            <wp:effectExtent l="19050" t="19050" r="10160" b="13970"/>
            <wp:docPr id="25" name="Obraz 25" descr="Rysunek przedstawia strukture elementu &lt; ZIDCorporate &gt; - Podstawowy zestaw danych identyfikacyjnych podatnika nie będącego osobą fizyczn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Obraz 25" descr="Rysunek przedstawia strukture elementu &lt; ZIDCorporate &gt; - Podstawowy zestaw danych identyfikacyjnych podatnika nie będącego osobą fizyczną.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140" cy="5194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BE18DE0" w14:textId="4C20D447" w:rsidR="0073279A" w:rsidRPr="00625323" w:rsidRDefault="0073279A" w:rsidP="006616AB">
      <w:pPr>
        <w:pStyle w:val="Nagwek3"/>
        <w:numPr>
          <w:ilvl w:val="2"/>
          <w:numId w:val="12"/>
        </w:numPr>
      </w:pPr>
      <w:bookmarkStart w:id="104" w:name="_Toc198021053"/>
      <w:r w:rsidRPr="00625323">
        <w:rPr>
          <w:rStyle w:val="polegwne"/>
          <w:rFonts w:ascii="Lato" w:hAnsi="Lato" w:cs="Open Sans"/>
          <w:sz w:val="24"/>
          <w:szCs w:val="24"/>
          <w:lang w:val="pl-PL"/>
        </w:rPr>
        <w:t>&lt;</w:t>
      </w:r>
      <w:r w:rsidR="00BE4D9E" w:rsidRPr="00625323">
        <w:rPr>
          <w:rStyle w:val="polegwne"/>
          <w:rFonts w:ascii="Lato" w:hAnsi="Lato" w:cs="Open Sans"/>
          <w:sz w:val="24"/>
          <w:szCs w:val="24"/>
          <w:lang w:val="pl-PL"/>
        </w:rPr>
        <w:t xml:space="preserve"> ZIDPrivatePerson </w:t>
      </w:r>
      <w:r w:rsidRPr="00625323">
        <w:rPr>
          <w:rStyle w:val="polegwne"/>
          <w:rFonts w:ascii="Lato" w:hAnsi="Lato" w:cs="Open Sans"/>
          <w:sz w:val="24"/>
          <w:szCs w:val="24"/>
          <w:lang w:val="pl-PL"/>
        </w:rPr>
        <w:t>&gt;</w:t>
      </w:r>
      <w:r w:rsidRPr="00625323">
        <w:t xml:space="preserve"> - </w:t>
      </w:r>
      <w:r w:rsidR="00BE4D9E" w:rsidRPr="00625323">
        <w:t>Podstawowy zestaw danych identyfikacyjnych podatnika będącego osobę fizyczną.</w:t>
      </w:r>
      <w:bookmarkEnd w:id="104"/>
    </w:p>
    <w:p w14:paraId="72AF0486" w14:textId="146282E7" w:rsidR="00C00E15" w:rsidRPr="00625323" w:rsidRDefault="00C00E15" w:rsidP="00C00E15">
      <w:pPr>
        <w:pStyle w:val="Legenda"/>
        <w:keepNext/>
      </w:pPr>
      <w:bookmarkStart w:id="105" w:name="_Toc198021092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28</w:t>
        </w:r>
      </w:fldSimple>
      <w:r w:rsidRPr="00625323">
        <w:t xml:space="preserve">.Struktura danych &lt; </w:t>
      </w:r>
      <w:proofErr w:type="spellStart"/>
      <w:r w:rsidRPr="00625323">
        <w:t>ZIDPrivatePerson</w:t>
      </w:r>
      <w:proofErr w:type="spellEnd"/>
      <w:r w:rsidRPr="00625323">
        <w:t xml:space="preserve"> &gt; - Podstawowy zestaw danych identyfikacyjnych podatnika będącego osobę fizyczną.</w:t>
      </w:r>
      <w:bookmarkEnd w:id="105"/>
    </w:p>
    <w:tbl>
      <w:tblPr>
        <w:tblStyle w:val="Tabela-Siatka"/>
        <w:tblW w:w="9209" w:type="dxa"/>
        <w:tblLayout w:type="fixed"/>
        <w:tblLook w:val="01E0" w:firstRow="1" w:lastRow="1" w:firstColumn="1" w:lastColumn="1" w:noHBand="0" w:noVBand="0"/>
      </w:tblPr>
      <w:tblGrid>
        <w:gridCol w:w="1838"/>
        <w:gridCol w:w="1281"/>
        <w:gridCol w:w="1701"/>
        <w:gridCol w:w="4389"/>
      </w:tblGrid>
      <w:tr w:rsidR="000E3FBC" w:rsidRPr="00625323" w14:paraId="1D41A3FA" w14:textId="77777777" w:rsidTr="009E6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5473692C" w14:textId="77777777" w:rsidR="000E3FBC" w:rsidRPr="00625323" w:rsidRDefault="000E3FBC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Pole/Atrybut</w:t>
            </w:r>
          </w:p>
        </w:tc>
        <w:tc>
          <w:tcPr>
            <w:tcW w:w="1281" w:type="dxa"/>
          </w:tcPr>
          <w:p w14:paraId="6A96A642" w14:textId="77777777" w:rsidR="000E3FBC" w:rsidRPr="00625323" w:rsidRDefault="000E3FBC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Liczebność/</w:t>
            </w:r>
          </w:p>
          <w:p w14:paraId="307513AF" w14:textId="77777777" w:rsidR="000E3FBC" w:rsidRPr="00625323" w:rsidRDefault="000E3FBC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Wymagany</w:t>
            </w:r>
          </w:p>
        </w:tc>
        <w:tc>
          <w:tcPr>
            <w:tcW w:w="1701" w:type="dxa"/>
          </w:tcPr>
          <w:p w14:paraId="1680F505" w14:textId="77777777" w:rsidR="000E3FBC" w:rsidRPr="00625323" w:rsidRDefault="000E3FBC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Typ</w:t>
            </w:r>
          </w:p>
        </w:tc>
        <w:tc>
          <w:tcPr>
            <w:tcW w:w="4389" w:type="dxa"/>
          </w:tcPr>
          <w:p w14:paraId="6C448F7D" w14:textId="77777777" w:rsidR="000E3FBC" w:rsidRPr="00625323" w:rsidRDefault="000E3FBC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Opis</w:t>
            </w:r>
          </w:p>
        </w:tc>
      </w:tr>
      <w:tr w:rsidR="004515AD" w:rsidRPr="00625323" w14:paraId="6E9D51FF" w14:textId="77777777" w:rsidTr="009E6415">
        <w:tc>
          <w:tcPr>
            <w:tcW w:w="1838" w:type="dxa"/>
          </w:tcPr>
          <w:p w14:paraId="4CCB9497" w14:textId="77777777" w:rsidR="004515AD" w:rsidRPr="00625323" w:rsidRDefault="004515AD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firstName</w:t>
            </w:r>
          </w:p>
        </w:tc>
        <w:tc>
          <w:tcPr>
            <w:tcW w:w="1281" w:type="dxa"/>
          </w:tcPr>
          <w:p w14:paraId="391031BC" w14:textId="77777777" w:rsidR="004515AD" w:rsidRPr="00625323" w:rsidRDefault="004515AD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required</w:t>
            </w:r>
          </w:p>
        </w:tc>
        <w:tc>
          <w:tcPr>
            <w:tcW w:w="1701" w:type="dxa"/>
          </w:tcPr>
          <w:p w14:paraId="3D50BAB6" w14:textId="67FB9FD5" w:rsidR="004515AD" w:rsidRPr="00625323" w:rsidRDefault="004515AD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instrText xml:space="preserve"> REF ZName\h  \* MERGEFORMAT </w:instrTex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"/>
                <w:rFonts w:ascii="Lato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5D17A18C" w14:textId="77777777" w:rsidR="004515AD" w:rsidRPr="00625323" w:rsidRDefault="004515AD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Pierwsze imię.</w:t>
            </w:r>
          </w:p>
        </w:tc>
      </w:tr>
      <w:tr w:rsidR="004515AD" w:rsidRPr="00625323" w14:paraId="5CDE5E3B" w14:textId="77777777" w:rsidTr="009E6415">
        <w:tc>
          <w:tcPr>
            <w:tcW w:w="1838" w:type="dxa"/>
          </w:tcPr>
          <w:p w14:paraId="01518122" w14:textId="77777777" w:rsidR="004515AD" w:rsidRPr="00625323" w:rsidRDefault="004515AD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surname</w:t>
            </w:r>
          </w:p>
        </w:tc>
        <w:tc>
          <w:tcPr>
            <w:tcW w:w="1281" w:type="dxa"/>
          </w:tcPr>
          <w:p w14:paraId="2ED3ACA6" w14:textId="77777777" w:rsidR="004515AD" w:rsidRPr="00625323" w:rsidRDefault="004515AD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required</w:t>
            </w:r>
          </w:p>
        </w:tc>
        <w:tc>
          <w:tcPr>
            <w:tcW w:w="1701" w:type="dxa"/>
          </w:tcPr>
          <w:p w14:paraId="09933819" w14:textId="0AE4F364" w:rsidR="004515AD" w:rsidRPr="00625323" w:rsidRDefault="004515AD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instrText xml:space="preserve"> REF ZSurname \h  \* MERGEFORMAT </w:instrTex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"/>
                <w:rFonts w:ascii="Lato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6FDBC340" w14:textId="77777777" w:rsidR="004515AD" w:rsidRPr="00625323" w:rsidRDefault="004515AD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Nazwisko.</w:t>
            </w:r>
          </w:p>
        </w:tc>
      </w:tr>
      <w:tr w:rsidR="004515AD" w:rsidRPr="00625323" w14:paraId="6B94B59C" w14:textId="77777777" w:rsidTr="009E6415">
        <w:tc>
          <w:tcPr>
            <w:tcW w:w="1838" w:type="dxa"/>
          </w:tcPr>
          <w:p w14:paraId="6208AC6D" w14:textId="6EDC9B4B" w:rsidR="004515AD" w:rsidRPr="00625323" w:rsidRDefault="004515AD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dateOfBirth</w:t>
            </w:r>
          </w:p>
        </w:tc>
        <w:tc>
          <w:tcPr>
            <w:tcW w:w="1281" w:type="dxa"/>
          </w:tcPr>
          <w:p w14:paraId="01CBCECF" w14:textId="77777777" w:rsidR="004515AD" w:rsidRPr="00625323" w:rsidRDefault="004515AD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optional</w:t>
            </w:r>
          </w:p>
        </w:tc>
        <w:tc>
          <w:tcPr>
            <w:tcW w:w="1701" w:type="dxa"/>
          </w:tcPr>
          <w:p w14:paraId="02C97C52" w14:textId="61781516" w:rsidR="004515AD" w:rsidRPr="00625323" w:rsidRDefault="004515AD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instrText xml:space="preserve"> REF ZDate \h  \* MERGEFORMAT </w:instrTex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"/>
                <w:rFonts w:ascii="Lato" w:hAnsi="Lato" w:cs="Open Sans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06B31436" w14:textId="77777777" w:rsidR="004515AD" w:rsidRPr="00625323" w:rsidRDefault="004515AD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Data urodzenia.</w:t>
            </w:r>
          </w:p>
          <w:p w14:paraId="1F1B0B7E" w14:textId="77777777" w:rsidR="004515AD" w:rsidRPr="00625323" w:rsidRDefault="004515AD" w:rsidP="00EC35D8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Patrz reguła R3</w:t>
            </w:r>
          </w:p>
        </w:tc>
      </w:tr>
    </w:tbl>
    <w:p w14:paraId="321E2F60" w14:textId="0E5E92D1" w:rsidR="001E5847" w:rsidRPr="00625323" w:rsidRDefault="001E5847" w:rsidP="001E5847">
      <w:pPr>
        <w:pStyle w:val="Legenda"/>
        <w:keepNext/>
      </w:pPr>
      <w:bookmarkStart w:id="106" w:name="_Toc198021116"/>
      <w:r w:rsidRPr="00625323">
        <w:t xml:space="preserve">Rysunek </w:t>
      </w:r>
      <w:fldSimple w:instr=" SEQ Rysunek \* ARABIC ">
        <w:r w:rsidR="00625323" w:rsidRPr="00625323">
          <w:rPr>
            <w:noProof/>
          </w:rPr>
          <w:t>20</w:t>
        </w:r>
      </w:fldSimple>
      <w:r w:rsidRPr="00625323">
        <w:t xml:space="preserve">. Struktura elementu &lt; </w:t>
      </w:r>
      <w:proofErr w:type="spellStart"/>
      <w:r w:rsidRPr="00625323">
        <w:t>ZIDPrivatePerson</w:t>
      </w:r>
      <w:proofErr w:type="spellEnd"/>
      <w:r w:rsidRPr="00625323">
        <w:t xml:space="preserve"> &gt; - Podstawowy zestaw danych identyfikacyjnych podatnika będącego osobę fizyczną</w:t>
      </w:r>
      <w:bookmarkEnd w:id="106"/>
    </w:p>
    <w:p w14:paraId="345399CA" w14:textId="77777777" w:rsidR="00C00E15" w:rsidRPr="00625323" w:rsidRDefault="00C64D86" w:rsidP="00C00E15">
      <w:pPr>
        <w:keepNext/>
        <w:rPr>
          <w:rFonts w:ascii="Lato" w:hAnsi="Lato"/>
        </w:rPr>
      </w:pPr>
      <w:r w:rsidRPr="00625323">
        <w:rPr>
          <w:rFonts w:ascii="Lato" w:hAnsi="Lato" w:cs="Open Sans"/>
          <w:noProof/>
        </w:rPr>
        <w:drawing>
          <wp:inline distT="0" distB="0" distL="0" distR="0" wp14:anchorId="0D24FCC2" wp14:editId="1B7CE618">
            <wp:extent cx="3214370" cy="1011555"/>
            <wp:effectExtent l="19050" t="19050" r="24130" b="17145"/>
            <wp:docPr id="26" name="Obraz 26" descr="Rysunek przedstawia strukturę elementu &lt; ZIDPrivatePerson &gt; - Podstawowy zestaw danych identyfikacyjnych podatnika będącego osobę fizyczn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Obraz 26" descr="Rysunek przedstawia strukturę elementu &lt; ZIDPrivatePerson &gt; - Podstawowy zestaw danych identyfikacyjnych podatnika będącego osobę fizyczną.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370" cy="10115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78901DB" w14:textId="42407F6A" w:rsidR="00C00E15" w:rsidRPr="00625323" w:rsidRDefault="00C00E15">
      <w:pPr>
        <w:rPr>
          <w:rFonts w:ascii="Lato" w:hAnsi="Lato" w:cs="Open Sans"/>
        </w:rPr>
      </w:pPr>
      <w:r w:rsidRPr="00625323">
        <w:rPr>
          <w:rFonts w:ascii="Lato" w:hAnsi="Lato" w:cs="Open Sans"/>
        </w:rPr>
        <w:br w:type="page"/>
      </w:r>
    </w:p>
    <w:p w14:paraId="4E6A6F8C" w14:textId="7F67464F" w:rsidR="0073279A" w:rsidRPr="00625323" w:rsidRDefault="0073279A" w:rsidP="006616AB">
      <w:pPr>
        <w:pStyle w:val="Nagwek3"/>
        <w:numPr>
          <w:ilvl w:val="2"/>
          <w:numId w:val="12"/>
        </w:numPr>
      </w:pPr>
      <w:bookmarkStart w:id="107" w:name="_Toc198021054"/>
      <w:r w:rsidRPr="00625323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lastRenderedPageBreak/>
        <w:t>&lt;</w:t>
      </w:r>
      <w:r w:rsidR="00BE4D9E" w:rsidRPr="00625323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t xml:space="preserve"> </w:t>
      </w:r>
      <w:proofErr w:type="spellStart"/>
      <w:r w:rsidR="00BE4D9E" w:rsidRPr="00625323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t>ZCorporate</w:t>
      </w:r>
      <w:proofErr w:type="spellEnd"/>
      <w:r w:rsidR="00BE4D9E" w:rsidRPr="00625323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t xml:space="preserve"> </w:t>
      </w:r>
      <w:r w:rsidRPr="00625323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t>&gt;</w:t>
      </w:r>
      <w:r w:rsidRPr="00625323">
        <w:t xml:space="preserve"> </w:t>
      </w:r>
      <w:r w:rsidR="00BE4D9E" w:rsidRPr="00625323">
        <w:t>Podstawowy zestaw danych identyfikacyjnych podatnika nie będącego osobą fizyczną.</w:t>
      </w:r>
      <w:bookmarkEnd w:id="107"/>
    </w:p>
    <w:p w14:paraId="02283E65" w14:textId="6BF1E6A8" w:rsidR="00C00E15" w:rsidRPr="00625323" w:rsidRDefault="00C00E15" w:rsidP="00C00E15">
      <w:pPr>
        <w:pStyle w:val="Legenda"/>
        <w:keepNext/>
      </w:pPr>
      <w:bookmarkStart w:id="108" w:name="_Toc198021093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29</w:t>
        </w:r>
      </w:fldSimple>
      <w:r w:rsidRPr="00625323">
        <w:t xml:space="preserve">.Struktura danych &lt; </w:t>
      </w:r>
      <w:proofErr w:type="spellStart"/>
      <w:r w:rsidRPr="00625323">
        <w:t>ZCorporate</w:t>
      </w:r>
      <w:proofErr w:type="spellEnd"/>
      <w:r w:rsidRPr="00625323">
        <w:t xml:space="preserve"> &gt; - Podstawowy zestaw danych identyfikacyjnych podatnika nie będącego osobą fizyczną.</w:t>
      </w:r>
      <w:bookmarkEnd w:id="108"/>
    </w:p>
    <w:tbl>
      <w:tblPr>
        <w:tblStyle w:val="Tabela-Siatka"/>
        <w:tblW w:w="9209" w:type="dxa"/>
        <w:tblLayout w:type="fixed"/>
        <w:tblLook w:val="01E0" w:firstRow="1" w:lastRow="1" w:firstColumn="1" w:lastColumn="1" w:noHBand="0" w:noVBand="0"/>
      </w:tblPr>
      <w:tblGrid>
        <w:gridCol w:w="1838"/>
        <w:gridCol w:w="1281"/>
        <w:gridCol w:w="1701"/>
        <w:gridCol w:w="4389"/>
      </w:tblGrid>
      <w:tr w:rsidR="00C64D86" w:rsidRPr="00625323" w14:paraId="2095DBBE" w14:textId="77777777" w:rsidTr="009E6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1D902003" w14:textId="77777777" w:rsidR="00C64D86" w:rsidRPr="00625323" w:rsidRDefault="00C64D86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Pole/Atrybut</w:t>
            </w:r>
          </w:p>
        </w:tc>
        <w:tc>
          <w:tcPr>
            <w:tcW w:w="1281" w:type="dxa"/>
          </w:tcPr>
          <w:p w14:paraId="3D28DF11" w14:textId="77777777" w:rsidR="00C64D86" w:rsidRPr="00625323" w:rsidRDefault="00C64D86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Liczebność/</w:t>
            </w:r>
          </w:p>
          <w:p w14:paraId="6402700E" w14:textId="77777777" w:rsidR="00C64D86" w:rsidRPr="00625323" w:rsidRDefault="00C64D86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Wymagany</w:t>
            </w:r>
          </w:p>
        </w:tc>
        <w:tc>
          <w:tcPr>
            <w:tcW w:w="1701" w:type="dxa"/>
          </w:tcPr>
          <w:p w14:paraId="4C91C3F8" w14:textId="77777777" w:rsidR="00C64D86" w:rsidRPr="00625323" w:rsidRDefault="00C64D86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Typ</w:t>
            </w:r>
          </w:p>
        </w:tc>
        <w:tc>
          <w:tcPr>
            <w:tcW w:w="4389" w:type="dxa"/>
          </w:tcPr>
          <w:p w14:paraId="0F17D6BD" w14:textId="77777777" w:rsidR="00C64D86" w:rsidRPr="00625323" w:rsidRDefault="00C64D86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Opis</w:t>
            </w:r>
          </w:p>
        </w:tc>
      </w:tr>
      <w:tr w:rsidR="00C64D86" w:rsidRPr="00625323" w14:paraId="49848274" w14:textId="77777777" w:rsidTr="009E6415">
        <w:tc>
          <w:tcPr>
            <w:tcW w:w="1838" w:type="dxa"/>
          </w:tcPr>
          <w:p w14:paraId="380BB527" w14:textId="203E7A78" w:rsidR="00C64D86" w:rsidRPr="00625323" w:rsidRDefault="00C64D86" w:rsidP="00AB22F6">
            <w:pPr>
              <w:spacing w:before="60" w:after="60"/>
              <w:rPr>
                <w:rStyle w:val="pole"/>
                <w:rFonts w:ascii="Lato" w:hAnsi="Lato" w:cs="Open Sans"/>
              </w:rPr>
            </w:pPr>
            <w:r w:rsidRPr="00625323">
              <w:rPr>
                <w:rStyle w:val="pole"/>
                <w:rFonts w:ascii="Lato" w:hAnsi="Lato" w:cs="Open Sans"/>
              </w:rPr>
              <w:t>TaxpayerData</w:t>
            </w:r>
          </w:p>
        </w:tc>
        <w:tc>
          <w:tcPr>
            <w:tcW w:w="1281" w:type="dxa"/>
          </w:tcPr>
          <w:p w14:paraId="34315855" w14:textId="77777777" w:rsidR="00C64D86" w:rsidRPr="00625323" w:rsidRDefault="00C64D86" w:rsidP="00AB22F6">
            <w:pPr>
              <w:spacing w:before="60" w:after="60"/>
              <w:rPr>
                <w:rStyle w:val="pole"/>
                <w:rFonts w:ascii="Lato" w:hAnsi="Lato" w:cs="Open Sans"/>
              </w:rPr>
            </w:pPr>
          </w:p>
        </w:tc>
        <w:tc>
          <w:tcPr>
            <w:tcW w:w="1701" w:type="dxa"/>
          </w:tcPr>
          <w:p w14:paraId="64169370" w14:textId="21144737" w:rsidR="00C64D86" w:rsidRPr="00625323" w:rsidRDefault="00906AD0" w:rsidP="00AB22F6">
            <w:pPr>
              <w:spacing w:before="60" w:after="60"/>
              <w:rPr>
                <w:rStyle w:val="pole"/>
                <w:rFonts w:ascii="Lato" w:hAnsi="Lato" w:cs="Open Sans"/>
                <w:lang w:val="pl-PL"/>
              </w:rPr>
            </w:pPr>
            <w:r w:rsidRPr="00625323">
              <w:rPr>
                <w:rStyle w:val="pole"/>
                <w:rFonts w:ascii="Lato" w:hAnsi="Lato" w:cs="Open Sans"/>
              </w:rPr>
              <w:t>TaxpayerData</w:t>
            </w:r>
          </w:p>
        </w:tc>
        <w:tc>
          <w:tcPr>
            <w:tcW w:w="4389" w:type="dxa"/>
          </w:tcPr>
          <w:p w14:paraId="5123125E" w14:textId="77777777" w:rsidR="00C64D86" w:rsidRPr="00625323" w:rsidRDefault="00C64D86" w:rsidP="00AB22F6">
            <w:pPr>
              <w:spacing w:before="60" w:after="60"/>
              <w:rPr>
                <w:rStyle w:val="pole"/>
                <w:rFonts w:ascii="Lato" w:hAnsi="Lato" w:cs="Open Sans"/>
                <w:lang w:val="pl-PL"/>
              </w:rPr>
            </w:pPr>
          </w:p>
        </w:tc>
      </w:tr>
      <w:tr w:rsidR="00C64D86" w:rsidRPr="00625323" w14:paraId="42595DB4" w14:textId="77777777" w:rsidTr="009E6415">
        <w:tc>
          <w:tcPr>
            <w:tcW w:w="1838" w:type="dxa"/>
          </w:tcPr>
          <w:p w14:paraId="7EBFDB29" w14:textId="77777777" w:rsidR="00C64D86" w:rsidRPr="00625323" w:rsidRDefault="00C64D86" w:rsidP="00AB22F6">
            <w:pPr>
              <w:spacing w:before="60" w:after="60"/>
              <w:rPr>
                <w:rStyle w:val="pole"/>
                <w:rFonts w:ascii="Lato" w:hAnsi="Lato" w:cs="Open Sans"/>
              </w:rPr>
            </w:pPr>
            <w:r w:rsidRPr="00625323">
              <w:rPr>
                <w:rStyle w:val="pole"/>
                <w:rFonts w:ascii="Lato" w:hAnsi="Lato" w:cs="Open Sans"/>
              </w:rPr>
              <w:t>Residence</w:t>
            </w:r>
          </w:p>
        </w:tc>
        <w:tc>
          <w:tcPr>
            <w:tcW w:w="1281" w:type="dxa"/>
          </w:tcPr>
          <w:p w14:paraId="2147AC9B" w14:textId="77777777" w:rsidR="00C64D86" w:rsidRPr="00625323" w:rsidRDefault="00C64D86" w:rsidP="00AB22F6">
            <w:pPr>
              <w:spacing w:before="60" w:after="60"/>
              <w:rPr>
                <w:rStyle w:val="pole"/>
                <w:rFonts w:ascii="Lato" w:hAnsi="Lato" w:cs="Open Sans"/>
              </w:rPr>
            </w:pPr>
          </w:p>
        </w:tc>
        <w:tc>
          <w:tcPr>
            <w:tcW w:w="1701" w:type="dxa"/>
          </w:tcPr>
          <w:p w14:paraId="55B581C3" w14:textId="59D12D96" w:rsidR="00C64D86" w:rsidRPr="00625323" w:rsidRDefault="00C64D86" w:rsidP="00AB22F6">
            <w:pPr>
              <w:spacing w:before="60" w:after="60"/>
              <w:rPr>
                <w:rStyle w:val="pole"/>
                <w:rFonts w:ascii="Lato" w:hAnsi="Lato" w:cs="Open Sans"/>
                <w:lang w:val="pl-PL"/>
              </w:rPr>
            </w:pPr>
            <w:r w:rsidRPr="00625323">
              <w:rPr>
                <w:rStyle w:val="pole"/>
                <w:rFonts w:ascii="Lato" w:hAnsi="Lato" w:cs="Open Sans"/>
              </w:rPr>
              <w:fldChar w:fldCharType="begin"/>
            </w:r>
            <w:r w:rsidRPr="00625323">
              <w:rPr>
                <w:rStyle w:val="pole"/>
                <w:rFonts w:ascii="Lato" w:hAnsi="Lato" w:cs="Open Sans"/>
                <w:lang w:val="pl-PL"/>
              </w:rPr>
              <w:instrText xml:space="preserve"> REF ZAddress \h  \* MERGEFORMAT </w:instrText>
            </w:r>
            <w:r w:rsidRPr="00625323">
              <w:rPr>
                <w:rStyle w:val="pole"/>
                <w:rFonts w:ascii="Lato" w:hAnsi="Lato" w:cs="Open Sans"/>
              </w:rPr>
              <w:fldChar w:fldCharType="separate"/>
            </w:r>
            <w:r w:rsidR="00625323" w:rsidRPr="00625323">
              <w:rPr>
                <w:rStyle w:val="pole"/>
                <w:rFonts w:ascii="Lato" w:hAnsi="Lato" w:cs="Open Sans"/>
                <w:b/>
                <w:bCs/>
                <w:lang w:val="pl-PL"/>
              </w:rPr>
              <w:t>Błąd! Nie można odnaleźć źródła odwołania.</w:t>
            </w:r>
            <w:r w:rsidRPr="00625323">
              <w:rPr>
                <w:rStyle w:val="pole"/>
                <w:rFonts w:ascii="Lato" w:hAnsi="Lato" w:cs="Open Sans"/>
              </w:rPr>
              <w:fldChar w:fldCharType="end"/>
            </w:r>
          </w:p>
        </w:tc>
        <w:tc>
          <w:tcPr>
            <w:tcW w:w="4389" w:type="dxa"/>
          </w:tcPr>
          <w:p w14:paraId="2F3FEC4F" w14:textId="77777777" w:rsidR="00C64D86" w:rsidRPr="00625323" w:rsidRDefault="00C64D86" w:rsidP="00AB22F6">
            <w:pPr>
              <w:spacing w:before="60" w:after="60"/>
              <w:rPr>
                <w:rStyle w:val="pole"/>
                <w:rFonts w:ascii="Lato" w:hAnsi="Lato" w:cs="Open Sans"/>
                <w:lang w:val="pl-PL"/>
              </w:rPr>
            </w:pPr>
          </w:p>
        </w:tc>
      </w:tr>
    </w:tbl>
    <w:p w14:paraId="096BE4D7" w14:textId="5CF459C8" w:rsidR="001E5847" w:rsidRPr="00625323" w:rsidRDefault="001E5847" w:rsidP="001E5847">
      <w:pPr>
        <w:pStyle w:val="Legenda"/>
        <w:keepNext/>
      </w:pPr>
      <w:bookmarkStart w:id="109" w:name="_Toc198021117"/>
      <w:r w:rsidRPr="00625323">
        <w:t xml:space="preserve">Rysunek </w:t>
      </w:r>
      <w:fldSimple w:instr=" SEQ Rysunek \* ARABIC ">
        <w:r w:rsidR="00625323" w:rsidRPr="00625323">
          <w:rPr>
            <w:noProof/>
          </w:rPr>
          <w:t>21</w:t>
        </w:r>
      </w:fldSimple>
      <w:r w:rsidRPr="00625323">
        <w:t>. Struktura&lt;</w:t>
      </w:r>
      <w:proofErr w:type="spellStart"/>
      <w:r w:rsidRPr="00625323">
        <w:t>ZCorporate</w:t>
      </w:r>
      <w:proofErr w:type="spellEnd"/>
      <w:r w:rsidRPr="00625323">
        <w:t>&gt; - Zestaw danych podatnika nie będącego osobą fizyczną</w:t>
      </w:r>
      <w:bookmarkEnd w:id="109"/>
    </w:p>
    <w:p w14:paraId="58D076F0" w14:textId="77777777" w:rsidR="00C00E15" w:rsidRPr="00625323" w:rsidRDefault="000E3FBC" w:rsidP="00C00E15">
      <w:pPr>
        <w:keepNext/>
        <w:rPr>
          <w:rFonts w:ascii="Lato" w:hAnsi="Lato"/>
        </w:rPr>
      </w:pPr>
      <w:r w:rsidRPr="00625323">
        <w:rPr>
          <w:rFonts w:ascii="Lato" w:hAnsi="Lato" w:cs="Open Sans"/>
          <w:noProof/>
        </w:rPr>
        <w:drawing>
          <wp:inline distT="0" distB="0" distL="0" distR="0" wp14:anchorId="3607BDF5" wp14:editId="42284A3A">
            <wp:extent cx="5230809" cy="3709802"/>
            <wp:effectExtent l="19050" t="19050" r="27305" b="24130"/>
            <wp:docPr id="5" name="Obraz 1" descr="Rysunek przedstawia strukturę elementu &lt; ZCorporate &gt; - Podstawowy zestaw danych identyfikacyjnych podatnika nie będącego osobą fizyczn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Rysunek przedstawia strukturę elementu &lt; ZCorporate &gt; - Podstawowy zestaw danych identyfikacyjnych podatnika nie będącego osobą fizyczną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107" cy="371497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78FD4E1" w14:textId="1FAD6A6F" w:rsidR="0073279A" w:rsidRPr="00625323" w:rsidRDefault="0073279A" w:rsidP="006616AB">
      <w:pPr>
        <w:pStyle w:val="Nagwek3"/>
        <w:numPr>
          <w:ilvl w:val="2"/>
          <w:numId w:val="12"/>
        </w:numPr>
        <w:rPr>
          <w:lang w:val="x-none"/>
        </w:rPr>
      </w:pPr>
      <w:bookmarkStart w:id="110" w:name="_Toc198021055"/>
      <w:r w:rsidRPr="00625323">
        <w:rPr>
          <w:rStyle w:val="polegwne"/>
          <w:rFonts w:ascii="Lato" w:hAnsi="Lato" w:cs="Open Sans"/>
          <w:b/>
          <w:bCs w:val="0"/>
          <w:sz w:val="28"/>
          <w:szCs w:val="28"/>
          <w:lang w:val="pl-PL"/>
        </w:rPr>
        <w:t>&lt;</w:t>
      </w:r>
      <w:r w:rsidR="00BE4D9E" w:rsidRPr="00625323">
        <w:rPr>
          <w:rStyle w:val="polegwne"/>
          <w:rFonts w:ascii="Lato" w:hAnsi="Lato" w:cs="Open Sans"/>
          <w:b/>
          <w:bCs w:val="0"/>
          <w:sz w:val="28"/>
          <w:szCs w:val="28"/>
          <w:lang w:val="pl-PL"/>
        </w:rPr>
        <w:t xml:space="preserve"> ZPrivatePerson </w:t>
      </w:r>
      <w:r w:rsidRPr="00625323">
        <w:rPr>
          <w:rStyle w:val="polegwne"/>
          <w:rFonts w:ascii="Lato" w:hAnsi="Lato" w:cs="Open Sans"/>
          <w:b/>
          <w:bCs w:val="0"/>
          <w:sz w:val="28"/>
          <w:szCs w:val="28"/>
          <w:lang w:val="pl-PL"/>
        </w:rPr>
        <w:t>&gt;</w:t>
      </w:r>
      <w:r w:rsidR="00BE4D9E" w:rsidRPr="00625323">
        <w:t xml:space="preserve"> Podstawowy zestaw danych identyfikacyjnych podatnika będącego osobę fizyczną.</w:t>
      </w:r>
      <w:bookmarkEnd w:id="110"/>
    </w:p>
    <w:p w14:paraId="072ACCE4" w14:textId="43B68C35" w:rsidR="006651FE" w:rsidRPr="00625323" w:rsidRDefault="006651FE" w:rsidP="006651FE">
      <w:pPr>
        <w:pStyle w:val="Legenda"/>
        <w:keepNext/>
      </w:pPr>
      <w:bookmarkStart w:id="111" w:name="_Toc198021094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30</w:t>
        </w:r>
      </w:fldSimple>
      <w:r w:rsidRPr="00625323">
        <w:t xml:space="preserve">.Struktura danych &lt; </w:t>
      </w:r>
      <w:proofErr w:type="spellStart"/>
      <w:r w:rsidRPr="00625323">
        <w:t>ZPrivatePerson</w:t>
      </w:r>
      <w:proofErr w:type="spellEnd"/>
      <w:r w:rsidRPr="00625323">
        <w:t xml:space="preserve"> &gt; Podstawowy zestaw danych identyfikacyjnych podatnika będącego osobę fizyczną.</w:t>
      </w:r>
      <w:bookmarkEnd w:id="111"/>
    </w:p>
    <w:tbl>
      <w:tblPr>
        <w:tblStyle w:val="Tabela-Siatka"/>
        <w:tblW w:w="9209" w:type="dxa"/>
        <w:tblLayout w:type="fixed"/>
        <w:tblLook w:val="01E0" w:firstRow="1" w:lastRow="1" w:firstColumn="1" w:lastColumn="1" w:noHBand="0" w:noVBand="0"/>
      </w:tblPr>
      <w:tblGrid>
        <w:gridCol w:w="1559"/>
        <w:gridCol w:w="1563"/>
        <w:gridCol w:w="1700"/>
        <w:gridCol w:w="4387"/>
      </w:tblGrid>
      <w:tr w:rsidR="00C64D86" w:rsidRPr="00625323" w14:paraId="46871052" w14:textId="77777777" w:rsidTr="009E6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9" w:type="dxa"/>
          </w:tcPr>
          <w:p w14:paraId="301BBBA6" w14:textId="77777777" w:rsidR="00C64D86" w:rsidRPr="00625323" w:rsidRDefault="00C64D86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Pole/Atrybut</w:t>
            </w:r>
          </w:p>
        </w:tc>
        <w:tc>
          <w:tcPr>
            <w:tcW w:w="1563" w:type="dxa"/>
          </w:tcPr>
          <w:p w14:paraId="32FAAEEA" w14:textId="77777777" w:rsidR="00C64D86" w:rsidRPr="00625323" w:rsidRDefault="00C64D86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Liczebność/</w:t>
            </w:r>
          </w:p>
          <w:p w14:paraId="56151827" w14:textId="77777777" w:rsidR="00C64D86" w:rsidRPr="00625323" w:rsidRDefault="00C64D86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Wymagany</w:t>
            </w:r>
          </w:p>
        </w:tc>
        <w:tc>
          <w:tcPr>
            <w:tcW w:w="1700" w:type="dxa"/>
          </w:tcPr>
          <w:p w14:paraId="024C8582" w14:textId="77777777" w:rsidR="00C64D86" w:rsidRPr="00625323" w:rsidRDefault="00C64D86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Typ</w:t>
            </w:r>
          </w:p>
        </w:tc>
        <w:tc>
          <w:tcPr>
            <w:tcW w:w="4387" w:type="dxa"/>
          </w:tcPr>
          <w:p w14:paraId="4CAA90EF" w14:textId="77777777" w:rsidR="00C64D86" w:rsidRPr="00625323" w:rsidRDefault="00C64D86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Opis</w:t>
            </w:r>
          </w:p>
        </w:tc>
      </w:tr>
      <w:tr w:rsidR="007300C5" w:rsidRPr="00625323" w14:paraId="0D417AAB" w14:textId="77777777" w:rsidTr="009E6415">
        <w:tc>
          <w:tcPr>
            <w:tcW w:w="1559" w:type="dxa"/>
          </w:tcPr>
          <w:p w14:paraId="7BB0736A" w14:textId="0C163764" w:rsidR="007300C5" w:rsidRPr="00625323" w:rsidRDefault="007300C5" w:rsidP="007300C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BasicData</w:t>
            </w:r>
          </w:p>
        </w:tc>
        <w:tc>
          <w:tcPr>
            <w:tcW w:w="1563" w:type="dxa"/>
          </w:tcPr>
          <w:p w14:paraId="3B48A331" w14:textId="77777777" w:rsidR="007300C5" w:rsidRPr="00625323" w:rsidRDefault="007300C5" w:rsidP="007300C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700" w:type="dxa"/>
          </w:tcPr>
          <w:p w14:paraId="6CA9680A" w14:textId="4C7B2D66" w:rsidR="007300C5" w:rsidRPr="00625323" w:rsidRDefault="007300C5" w:rsidP="007300C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ZID</w:t>
            </w:r>
            <w:r w:rsidR="00D769DE" w:rsidRPr="00625323">
              <w:rPr>
                <w:rStyle w:val="pole"/>
                <w:rFonts w:ascii="Lato" w:hAnsi="Lato" w:cs="Open Sans"/>
                <w:sz w:val="20"/>
                <w:szCs w:val="20"/>
              </w:rPr>
              <w:t>PrivatePerson</w:t>
            </w:r>
          </w:p>
        </w:tc>
        <w:tc>
          <w:tcPr>
            <w:tcW w:w="4387" w:type="dxa"/>
          </w:tcPr>
          <w:p w14:paraId="3A092E49" w14:textId="77777777" w:rsidR="007300C5" w:rsidRPr="00625323" w:rsidRDefault="007300C5" w:rsidP="007300C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</w:p>
        </w:tc>
      </w:tr>
      <w:tr w:rsidR="00D769DE" w:rsidRPr="00625323" w14:paraId="2526457E" w14:textId="77777777" w:rsidTr="009E6415">
        <w:tc>
          <w:tcPr>
            <w:tcW w:w="1559" w:type="dxa"/>
          </w:tcPr>
          <w:p w14:paraId="6DC2D16A" w14:textId="4B57AE7A" w:rsidR="00D769DE" w:rsidRPr="00625323" w:rsidRDefault="00D769DE" w:rsidP="00D769DE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AddressData</w:t>
            </w:r>
          </w:p>
        </w:tc>
        <w:tc>
          <w:tcPr>
            <w:tcW w:w="1563" w:type="dxa"/>
          </w:tcPr>
          <w:p w14:paraId="65E8CDFC" w14:textId="77777777" w:rsidR="00D769DE" w:rsidRPr="00625323" w:rsidRDefault="00D769DE" w:rsidP="00D769DE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700" w:type="dxa"/>
          </w:tcPr>
          <w:p w14:paraId="2F332DC4" w14:textId="533DED33" w:rsidR="00D769DE" w:rsidRPr="00625323" w:rsidRDefault="00D769DE" w:rsidP="00D769DE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ZAddress</w:t>
            </w:r>
          </w:p>
        </w:tc>
        <w:tc>
          <w:tcPr>
            <w:tcW w:w="4387" w:type="dxa"/>
          </w:tcPr>
          <w:p w14:paraId="596F7D49" w14:textId="77777777" w:rsidR="00D769DE" w:rsidRPr="00625323" w:rsidRDefault="00D769DE" w:rsidP="00D769DE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</w:p>
        </w:tc>
      </w:tr>
    </w:tbl>
    <w:p w14:paraId="342634C1" w14:textId="3A9455B5" w:rsidR="00877B34" w:rsidRPr="00625323" w:rsidRDefault="00877B34" w:rsidP="00877B34">
      <w:pPr>
        <w:pStyle w:val="Legenda"/>
        <w:keepNext/>
      </w:pPr>
      <w:bookmarkStart w:id="112" w:name="_Toc198021118"/>
      <w:r w:rsidRPr="00625323">
        <w:lastRenderedPageBreak/>
        <w:t xml:space="preserve">Rysunek </w:t>
      </w:r>
      <w:fldSimple w:instr=" SEQ Rysunek \* ARABIC ">
        <w:r w:rsidR="00625323" w:rsidRPr="00625323">
          <w:rPr>
            <w:noProof/>
          </w:rPr>
          <w:t>22</w:t>
        </w:r>
      </w:fldSimple>
      <w:r w:rsidRPr="00625323">
        <w:t xml:space="preserve">. Struktura &lt; </w:t>
      </w:r>
      <w:proofErr w:type="spellStart"/>
      <w:r w:rsidRPr="00625323">
        <w:t>ZPrivatePerson</w:t>
      </w:r>
      <w:proofErr w:type="spellEnd"/>
      <w:r w:rsidRPr="00625323">
        <w:t xml:space="preserve"> &gt; Podstawowy zestaw danych identyfikacyjnych podatnika będącego osobę fizyczną</w:t>
      </w:r>
      <w:bookmarkEnd w:id="112"/>
    </w:p>
    <w:p w14:paraId="16015785" w14:textId="00A74B12" w:rsidR="006651FE" w:rsidRPr="00625323" w:rsidRDefault="000E3FBC" w:rsidP="006651FE">
      <w:pPr>
        <w:keepNext/>
        <w:tabs>
          <w:tab w:val="left" w:pos="2422"/>
        </w:tabs>
        <w:rPr>
          <w:rFonts w:ascii="Lato" w:hAnsi="Lato"/>
        </w:rPr>
      </w:pPr>
      <w:r w:rsidRPr="00625323">
        <w:rPr>
          <w:rFonts w:ascii="Lato" w:hAnsi="Lato" w:cs="Open Sans"/>
          <w:noProof/>
        </w:rPr>
        <w:drawing>
          <wp:inline distT="0" distB="0" distL="0" distR="0" wp14:anchorId="174A67CE" wp14:editId="67B72C28">
            <wp:extent cx="5755640" cy="4306574"/>
            <wp:effectExtent l="19050" t="19050" r="16510" b="17780"/>
            <wp:docPr id="2" name="Obraz 2" descr="Rysunek przedstawia strukturę elementu &lt; ZPrivatePerson &gt; - - Podstawowy zestaw danych identyfikacyjnych podatnika będącego osobę fizyczn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Rysunek przedstawia strukturę elementu &lt; ZPrivatePerson &gt; - - Podstawowy zestaw danych identyfikacyjnych podatnika będącego osobę fizyczną.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430657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448D6C0" w14:textId="22EE2AC9" w:rsidR="0073279A" w:rsidRPr="00625323" w:rsidRDefault="0073279A" w:rsidP="006616AB">
      <w:pPr>
        <w:pStyle w:val="Nagwek3"/>
        <w:numPr>
          <w:ilvl w:val="2"/>
          <w:numId w:val="12"/>
        </w:numPr>
      </w:pPr>
      <w:bookmarkStart w:id="113" w:name="_Toc198021056"/>
      <w:r w:rsidRPr="00625323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t xml:space="preserve">&lt; </w:t>
      </w:r>
      <w:proofErr w:type="spellStart"/>
      <w:r w:rsidRPr="00625323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t>ZTrader</w:t>
      </w:r>
      <w:proofErr w:type="spellEnd"/>
      <w:r w:rsidRPr="00625323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t xml:space="preserve"> &gt;</w:t>
      </w:r>
      <w:r w:rsidRPr="00625323">
        <w:t xml:space="preserve"> </w:t>
      </w:r>
      <w:r w:rsidR="00BE4D9E" w:rsidRPr="00625323">
        <w:t>Skrócony zestaw danych podatnika będącego lub nie będącego osobą prawną.</w:t>
      </w:r>
      <w:bookmarkEnd w:id="113"/>
    </w:p>
    <w:p w14:paraId="6529693C" w14:textId="58C17E0F" w:rsidR="006651FE" w:rsidRPr="00625323" w:rsidRDefault="006651FE" w:rsidP="006651FE">
      <w:pPr>
        <w:pStyle w:val="Legenda"/>
        <w:keepNext/>
      </w:pPr>
      <w:bookmarkStart w:id="114" w:name="_Toc198021095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31</w:t>
        </w:r>
      </w:fldSimple>
      <w:r w:rsidRPr="00625323">
        <w:t xml:space="preserve">.Struktura danych &lt; </w:t>
      </w:r>
      <w:proofErr w:type="spellStart"/>
      <w:r w:rsidRPr="00625323">
        <w:t>ZTrader</w:t>
      </w:r>
      <w:proofErr w:type="spellEnd"/>
      <w:r w:rsidRPr="00625323">
        <w:t xml:space="preserve"> &gt; Skrócony zestaw danych podatnika będącego lub nie będącego osobą prawną.</w:t>
      </w:r>
      <w:bookmarkEnd w:id="114"/>
    </w:p>
    <w:tbl>
      <w:tblPr>
        <w:tblStyle w:val="Tabela-Siatka"/>
        <w:tblW w:w="9209" w:type="dxa"/>
        <w:tblLayout w:type="fixed"/>
        <w:tblLook w:val="01E0" w:firstRow="1" w:lastRow="1" w:firstColumn="1" w:lastColumn="1" w:noHBand="0" w:noVBand="0"/>
      </w:tblPr>
      <w:tblGrid>
        <w:gridCol w:w="1838"/>
        <w:gridCol w:w="1281"/>
        <w:gridCol w:w="1701"/>
        <w:gridCol w:w="4389"/>
      </w:tblGrid>
      <w:tr w:rsidR="00C64D86" w:rsidRPr="00625323" w14:paraId="320CCBC4" w14:textId="77777777" w:rsidTr="009E6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4689EF0F" w14:textId="77777777" w:rsidR="00C64D86" w:rsidRPr="00625323" w:rsidRDefault="00C64D86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Pole/Atrybut</w:t>
            </w:r>
          </w:p>
        </w:tc>
        <w:tc>
          <w:tcPr>
            <w:tcW w:w="1281" w:type="dxa"/>
          </w:tcPr>
          <w:p w14:paraId="34A4E10D" w14:textId="77777777" w:rsidR="00C64D86" w:rsidRPr="00625323" w:rsidRDefault="00C64D86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Liczebność/</w:t>
            </w:r>
          </w:p>
          <w:p w14:paraId="345A77F4" w14:textId="77777777" w:rsidR="00C64D86" w:rsidRPr="00625323" w:rsidRDefault="00C64D86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Wymagany</w:t>
            </w:r>
          </w:p>
        </w:tc>
        <w:tc>
          <w:tcPr>
            <w:tcW w:w="1701" w:type="dxa"/>
          </w:tcPr>
          <w:p w14:paraId="0DB8A961" w14:textId="77777777" w:rsidR="00C64D86" w:rsidRPr="00625323" w:rsidRDefault="00C64D86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Typ</w:t>
            </w:r>
          </w:p>
        </w:tc>
        <w:tc>
          <w:tcPr>
            <w:tcW w:w="4389" w:type="dxa"/>
          </w:tcPr>
          <w:p w14:paraId="0046AAA2" w14:textId="77777777" w:rsidR="00C64D86" w:rsidRPr="00625323" w:rsidRDefault="00C64D86" w:rsidP="00DC7826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Opis</w:t>
            </w:r>
          </w:p>
        </w:tc>
      </w:tr>
      <w:tr w:rsidR="00C64D86" w:rsidRPr="00625323" w14:paraId="2D38D30F" w14:textId="77777777" w:rsidTr="009E6415">
        <w:tc>
          <w:tcPr>
            <w:tcW w:w="1838" w:type="dxa"/>
          </w:tcPr>
          <w:p w14:paraId="2EB2719C" w14:textId="35B2F543" w:rsidR="00C64D86" w:rsidRPr="00625323" w:rsidRDefault="00C64D86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typeOfTaxpayer</w:t>
            </w:r>
          </w:p>
        </w:tc>
        <w:tc>
          <w:tcPr>
            <w:tcW w:w="1281" w:type="dxa"/>
          </w:tcPr>
          <w:p w14:paraId="0EBD3F59" w14:textId="77777777" w:rsidR="00C64D86" w:rsidRPr="00625323" w:rsidRDefault="00C64D86" w:rsidP="00AB22F6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25323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701" w:type="dxa"/>
          </w:tcPr>
          <w:p w14:paraId="0D33EC5D" w14:textId="77777777" w:rsidR="00C64D86" w:rsidRPr="00625323" w:rsidRDefault="00C64D86" w:rsidP="00002388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br/>
              <w:t>(“F”, “N”)</w:t>
            </w:r>
          </w:p>
        </w:tc>
        <w:tc>
          <w:tcPr>
            <w:tcW w:w="4389" w:type="dxa"/>
          </w:tcPr>
          <w:p w14:paraId="1BFF53A6" w14:textId="77777777" w:rsidR="00C64D86" w:rsidRPr="00625323" w:rsidRDefault="00C64D86" w:rsidP="00AB22F6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25323">
              <w:rPr>
                <w:rFonts w:ascii="Lato" w:hAnsi="Lato" w:cs="Open Sans"/>
                <w:sz w:val="20"/>
                <w:szCs w:val="20"/>
              </w:rPr>
              <w:t>Pole pozwalające na oznaczenie czy podatnik jest osobą fizyczną (‘F’). Jeżeli nie jest - ‘N’.</w:t>
            </w:r>
          </w:p>
        </w:tc>
      </w:tr>
      <w:tr w:rsidR="00D769DE" w:rsidRPr="00625323" w14:paraId="61974806" w14:textId="77777777" w:rsidTr="009E6415">
        <w:tc>
          <w:tcPr>
            <w:tcW w:w="1838" w:type="dxa"/>
          </w:tcPr>
          <w:p w14:paraId="0D9AE07C" w14:textId="2D77E76E" w:rsidR="00D769DE" w:rsidRPr="00625323" w:rsidRDefault="00D769DE" w:rsidP="00D769DE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PrivatePerson</w:t>
            </w:r>
          </w:p>
        </w:tc>
        <w:tc>
          <w:tcPr>
            <w:tcW w:w="1281" w:type="dxa"/>
          </w:tcPr>
          <w:p w14:paraId="09A2A348" w14:textId="77777777" w:rsidR="00D769DE" w:rsidRPr="00625323" w:rsidRDefault="00D769DE" w:rsidP="00D769DE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</w:rPr>
            </w:pPr>
          </w:p>
        </w:tc>
        <w:tc>
          <w:tcPr>
            <w:tcW w:w="1701" w:type="dxa"/>
          </w:tcPr>
          <w:p w14:paraId="3F5EB768" w14:textId="14E942EB" w:rsidR="00D769DE" w:rsidRPr="00625323" w:rsidRDefault="00D769DE" w:rsidP="00D769DE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ZPrivatePerson</w:t>
            </w:r>
          </w:p>
        </w:tc>
        <w:tc>
          <w:tcPr>
            <w:tcW w:w="4389" w:type="dxa"/>
          </w:tcPr>
          <w:p w14:paraId="2FAED7BD" w14:textId="77777777" w:rsidR="00D769DE" w:rsidRPr="00625323" w:rsidRDefault="00D769DE" w:rsidP="00D769DE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</w:p>
        </w:tc>
      </w:tr>
      <w:tr w:rsidR="00D769DE" w:rsidRPr="00625323" w14:paraId="24379CFF" w14:textId="77777777" w:rsidTr="009E6415">
        <w:tc>
          <w:tcPr>
            <w:tcW w:w="1838" w:type="dxa"/>
          </w:tcPr>
          <w:p w14:paraId="01D2159D" w14:textId="77777777" w:rsidR="00D769DE" w:rsidRPr="00625323" w:rsidRDefault="00D769DE" w:rsidP="00D769DE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Corporate</w:t>
            </w:r>
          </w:p>
        </w:tc>
        <w:tc>
          <w:tcPr>
            <w:tcW w:w="1281" w:type="dxa"/>
          </w:tcPr>
          <w:p w14:paraId="7393D284" w14:textId="77777777" w:rsidR="00D769DE" w:rsidRPr="00625323" w:rsidRDefault="00D769DE" w:rsidP="00D769DE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</w:rPr>
            </w:pPr>
          </w:p>
        </w:tc>
        <w:tc>
          <w:tcPr>
            <w:tcW w:w="1701" w:type="dxa"/>
          </w:tcPr>
          <w:p w14:paraId="090011C9" w14:textId="53B8F628" w:rsidR="00D769DE" w:rsidRPr="00625323" w:rsidRDefault="00D769DE" w:rsidP="00D769DE">
            <w:pPr>
              <w:spacing w:before="60" w:after="60"/>
              <w:rPr>
                <w:rStyle w:val="poleodsylacz"/>
                <w:rFonts w:ascii="Lato" w:hAnsi="Lato" w:cs="Open Sans"/>
                <w:sz w:val="20"/>
                <w:szCs w:val="20"/>
              </w:rPr>
            </w:pPr>
            <w:r w:rsidRPr="00625323">
              <w:rPr>
                <w:rStyle w:val="pole"/>
                <w:rFonts w:ascii="Lato" w:hAnsi="Lato" w:cs="Open Sans"/>
                <w:sz w:val="20"/>
                <w:szCs w:val="20"/>
              </w:rPr>
              <w:t>ZCorporate</w:t>
            </w:r>
          </w:p>
        </w:tc>
        <w:tc>
          <w:tcPr>
            <w:tcW w:w="4389" w:type="dxa"/>
          </w:tcPr>
          <w:p w14:paraId="62B711ED" w14:textId="77777777" w:rsidR="00D769DE" w:rsidRPr="00625323" w:rsidRDefault="00D769DE" w:rsidP="00D769DE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</w:p>
        </w:tc>
      </w:tr>
    </w:tbl>
    <w:p w14:paraId="16513A4D" w14:textId="6E297518" w:rsidR="00877B34" w:rsidRPr="00625323" w:rsidRDefault="00877B34" w:rsidP="00877B34">
      <w:pPr>
        <w:pStyle w:val="Legenda"/>
        <w:keepNext/>
      </w:pPr>
      <w:bookmarkStart w:id="115" w:name="_Toc198021119"/>
      <w:r w:rsidRPr="00625323">
        <w:lastRenderedPageBreak/>
        <w:t xml:space="preserve">Rysunek </w:t>
      </w:r>
      <w:fldSimple w:instr=" SEQ Rysunek \* ARABIC ">
        <w:r w:rsidR="00625323" w:rsidRPr="00625323">
          <w:rPr>
            <w:noProof/>
          </w:rPr>
          <w:t>23</w:t>
        </w:r>
      </w:fldSimple>
      <w:r w:rsidRPr="00625323">
        <w:t xml:space="preserve">.&lt; </w:t>
      </w:r>
      <w:proofErr w:type="spellStart"/>
      <w:r w:rsidRPr="00625323">
        <w:t>ZTrader</w:t>
      </w:r>
      <w:proofErr w:type="spellEnd"/>
      <w:r w:rsidRPr="00625323">
        <w:t xml:space="preserve"> &gt; - Skrócony zestaw danych podatnika będącego lub nie będącego osobą prawną.</w:t>
      </w:r>
      <w:bookmarkEnd w:id="115"/>
    </w:p>
    <w:p w14:paraId="7E81CE6E" w14:textId="77777777" w:rsidR="006651FE" w:rsidRPr="00625323" w:rsidRDefault="00C5782B" w:rsidP="006651FE">
      <w:pPr>
        <w:keepNext/>
        <w:rPr>
          <w:rFonts w:ascii="Lato" w:hAnsi="Lato"/>
        </w:rPr>
      </w:pPr>
      <w:r w:rsidRPr="00625323">
        <w:rPr>
          <w:rFonts w:ascii="Lato" w:hAnsi="Lato" w:cs="Open Sans"/>
          <w:noProof/>
        </w:rPr>
        <w:drawing>
          <wp:inline distT="0" distB="0" distL="0" distR="0" wp14:anchorId="633DBDAF" wp14:editId="0512D03B">
            <wp:extent cx="5749925" cy="1804035"/>
            <wp:effectExtent l="19050" t="19050" r="22225" b="24765"/>
            <wp:docPr id="3" name="Obraz 3" descr="Rysunek przedstawia strukturę elementu &lt; ZTrader &gt; - Skrócony zestaw danych podatnika będącego lub nie będącego osobą prawn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Rysunek przedstawia strukturę elementu &lt; ZTrader &gt; - Skrócony zestaw danych podatnika będącego lub nie będącego osobą prawną.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18040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3A61D95" w14:textId="7AE5F2C0" w:rsidR="00817E22" w:rsidRPr="00625323" w:rsidRDefault="00817E22" w:rsidP="008B1643">
      <w:pPr>
        <w:pStyle w:val="Nagwek1"/>
      </w:pPr>
      <w:bookmarkStart w:id="116" w:name="_Toc198021057"/>
      <w:r w:rsidRPr="00625323">
        <w:lastRenderedPageBreak/>
        <w:t>Typy danych zdefiniowane w Auth</w:t>
      </w:r>
      <w:r w:rsidR="00A01FE1" w:rsidRPr="00625323">
        <w:t>_v3</w:t>
      </w:r>
      <w:r w:rsidRPr="00625323">
        <w:t>.xsd</w:t>
      </w:r>
      <w:bookmarkEnd w:id="116"/>
    </w:p>
    <w:p w14:paraId="0AADBB82" w14:textId="75866D25" w:rsidR="006651FE" w:rsidRPr="00625323" w:rsidRDefault="006651FE" w:rsidP="006651FE">
      <w:pPr>
        <w:pStyle w:val="Legenda"/>
        <w:keepNext/>
      </w:pPr>
      <w:bookmarkStart w:id="117" w:name="_Toc198021096"/>
      <w:r w:rsidRPr="00625323">
        <w:t xml:space="preserve">Tabela </w:t>
      </w:r>
      <w:fldSimple w:instr=" SEQ Tabela \* ARABIC ">
        <w:r w:rsidR="00625323" w:rsidRPr="00625323">
          <w:rPr>
            <w:noProof/>
          </w:rPr>
          <w:t>32</w:t>
        </w:r>
      </w:fldSimple>
      <w:r w:rsidRPr="00625323">
        <w:t>.Struktury danych  zdefiniowane w Auth.xsd</w:t>
      </w:r>
      <w:bookmarkEnd w:id="117"/>
    </w:p>
    <w:tbl>
      <w:tblPr>
        <w:tblStyle w:val="Tabela-Siatka"/>
        <w:tblW w:w="9292" w:type="dxa"/>
        <w:tblLayout w:type="fixed"/>
        <w:tblLook w:val="01E0" w:firstRow="1" w:lastRow="1" w:firstColumn="1" w:lastColumn="1" w:noHBand="0" w:noVBand="0"/>
      </w:tblPr>
      <w:tblGrid>
        <w:gridCol w:w="2660"/>
        <w:gridCol w:w="1446"/>
        <w:gridCol w:w="1276"/>
        <w:gridCol w:w="1679"/>
        <w:gridCol w:w="2231"/>
      </w:tblGrid>
      <w:tr w:rsidR="00817E22" w:rsidRPr="00625323" w14:paraId="31515178" w14:textId="77777777" w:rsidTr="00542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660" w:type="dxa"/>
          </w:tcPr>
          <w:p w14:paraId="2634BA78" w14:textId="77777777" w:rsidR="00817E22" w:rsidRPr="00625323" w:rsidRDefault="00817E22" w:rsidP="00C85471">
            <w:pPr>
              <w:pStyle w:val="Z2Nagwektabeli"/>
              <w:keepNext/>
              <w:spacing w:before="0" w:after="0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Nazwa</w:t>
            </w:r>
          </w:p>
        </w:tc>
        <w:tc>
          <w:tcPr>
            <w:tcW w:w="1446" w:type="dxa"/>
          </w:tcPr>
          <w:p w14:paraId="4FE26722" w14:textId="77777777" w:rsidR="00817E22" w:rsidRPr="00625323" w:rsidRDefault="00817E22" w:rsidP="00C85471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Pole/</w:t>
            </w:r>
          </w:p>
          <w:p w14:paraId="3B9B5F84" w14:textId="77777777" w:rsidR="00817E22" w:rsidRPr="00625323" w:rsidRDefault="00817E22" w:rsidP="00C85471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Atrybut</w:t>
            </w:r>
          </w:p>
        </w:tc>
        <w:tc>
          <w:tcPr>
            <w:tcW w:w="1276" w:type="dxa"/>
          </w:tcPr>
          <w:p w14:paraId="52AC0E76" w14:textId="77777777" w:rsidR="00817E22" w:rsidRPr="00625323" w:rsidRDefault="00817E22" w:rsidP="00C85471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Liczebność/</w:t>
            </w:r>
          </w:p>
          <w:p w14:paraId="2DB3B7F5" w14:textId="77777777" w:rsidR="00817E22" w:rsidRPr="00625323" w:rsidRDefault="00817E22" w:rsidP="00C85471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Wymagany</w:t>
            </w:r>
          </w:p>
        </w:tc>
        <w:tc>
          <w:tcPr>
            <w:tcW w:w="1679" w:type="dxa"/>
          </w:tcPr>
          <w:p w14:paraId="62A50BD7" w14:textId="77777777" w:rsidR="00817E22" w:rsidRPr="00625323" w:rsidRDefault="00817E22" w:rsidP="00C85471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Typ</w:t>
            </w:r>
          </w:p>
        </w:tc>
        <w:tc>
          <w:tcPr>
            <w:tcW w:w="2231" w:type="dxa"/>
          </w:tcPr>
          <w:p w14:paraId="70C42F23" w14:textId="77777777" w:rsidR="00817E22" w:rsidRPr="00625323" w:rsidRDefault="00817E22" w:rsidP="00C85471">
            <w:pPr>
              <w:pStyle w:val="Z2Nagwektabeli"/>
              <w:rPr>
                <w:rFonts w:ascii="Lato" w:hAnsi="Lato" w:cs="Arial"/>
              </w:rPr>
            </w:pPr>
            <w:r w:rsidRPr="00625323">
              <w:rPr>
                <w:rFonts w:ascii="Lato" w:hAnsi="Lato" w:cs="Arial"/>
              </w:rPr>
              <w:t>Opis</w:t>
            </w:r>
          </w:p>
        </w:tc>
      </w:tr>
      <w:tr w:rsidR="009E6415" w:rsidRPr="00625323" w14:paraId="3215008B" w14:textId="77777777" w:rsidTr="0054234A">
        <w:tc>
          <w:tcPr>
            <w:tcW w:w="2660" w:type="dxa"/>
          </w:tcPr>
          <w:p w14:paraId="17AF36E6" w14:textId="251BC07D" w:rsidR="009E6415" w:rsidRPr="00625323" w:rsidRDefault="009E6415" w:rsidP="00C85471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bookmarkStart w:id="118" w:name="AuthenticationType"/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Authe</w:t>
            </w: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  <w:lang w:val="en-GB"/>
              </w:rPr>
              <w:t>nticationTyp</w:t>
            </w: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e</w:t>
            </w:r>
            <w:bookmarkEnd w:id="118"/>
          </w:p>
        </w:tc>
        <w:tc>
          <w:tcPr>
            <w:tcW w:w="1446" w:type="dxa"/>
          </w:tcPr>
          <w:p w14:paraId="3E09A06B" w14:textId="77777777" w:rsidR="009E6415" w:rsidRPr="00625323" w:rsidRDefault="009E6415" w:rsidP="00C85471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499584" w14:textId="4585EE09" w:rsidR="009E6415" w:rsidRPr="00625323" w:rsidRDefault="009E6415" w:rsidP="00C85471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</w:p>
        </w:tc>
        <w:tc>
          <w:tcPr>
            <w:tcW w:w="1679" w:type="dxa"/>
          </w:tcPr>
          <w:p w14:paraId="37D9C1EA" w14:textId="71E15A14" w:rsidR="009E6415" w:rsidRPr="00625323" w:rsidRDefault="009E6415" w:rsidP="00C85471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</w:p>
        </w:tc>
        <w:tc>
          <w:tcPr>
            <w:tcW w:w="2231" w:type="dxa"/>
          </w:tcPr>
          <w:p w14:paraId="37F0F5DD" w14:textId="77777777" w:rsidR="009E6415" w:rsidRPr="00625323" w:rsidRDefault="009E6415" w:rsidP="00817E22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  <w:lang w:val="pl-PL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  <w:lang w:val="pl-PL"/>
              </w:rPr>
              <w:t>Element do uwierzytelniania kwotą przychodu</w:t>
            </w:r>
          </w:p>
        </w:tc>
      </w:tr>
      <w:tr w:rsidR="00817E22" w:rsidRPr="00625323" w14:paraId="20EFABAA" w14:textId="77777777" w:rsidTr="0054234A">
        <w:tc>
          <w:tcPr>
            <w:tcW w:w="2660" w:type="dxa"/>
          </w:tcPr>
          <w:p w14:paraId="6AC2A57E" w14:textId="77777777" w:rsidR="00817E22" w:rsidRPr="00625323" w:rsidRDefault="00817E22" w:rsidP="00C85471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  <w:lang w:val="pl-PL"/>
              </w:rPr>
            </w:pPr>
          </w:p>
        </w:tc>
        <w:tc>
          <w:tcPr>
            <w:tcW w:w="1446" w:type="dxa"/>
          </w:tcPr>
          <w:p w14:paraId="4853BA2D" w14:textId="77777777" w:rsidR="00817E22" w:rsidRPr="00625323" w:rsidRDefault="00817E22" w:rsidP="00C85471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Data</w:t>
            </w:r>
          </w:p>
        </w:tc>
        <w:tc>
          <w:tcPr>
            <w:tcW w:w="1276" w:type="dxa"/>
          </w:tcPr>
          <w:p w14:paraId="4F1A1D4C" w14:textId="77777777" w:rsidR="00817E22" w:rsidRPr="00625323" w:rsidRDefault="00817E22" w:rsidP="00C85471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required</w:t>
            </w:r>
          </w:p>
        </w:tc>
        <w:tc>
          <w:tcPr>
            <w:tcW w:w="1679" w:type="dxa"/>
          </w:tcPr>
          <w:p w14:paraId="37E2DB5B" w14:textId="61D57F6D" w:rsidR="00817E22" w:rsidRPr="00625323" w:rsidRDefault="006C39D6" w:rsidP="006C39D6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fldChar w:fldCharType="begin"/>
            </w: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instrText xml:space="preserve"> REF DataType  \h \* MERGEFORMAT </w:instrText>
            </w: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fldChar w:fldCharType="separate"/>
            </w:r>
            <w:r w:rsidR="00625323"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DataType</w:t>
            </w: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31" w:type="dxa"/>
          </w:tcPr>
          <w:p w14:paraId="1505F75F" w14:textId="77777777" w:rsidR="00817E22" w:rsidRPr="00625323" w:rsidRDefault="00817E22" w:rsidP="00C85471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Dane do uwierzytelnienia</w:t>
            </w:r>
          </w:p>
        </w:tc>
      </w:tr>
      <w:tr w:rsidR="009E6415" w:rsidRPr="00625323" w14:paraId="43924492" w14:textId="77777777" w:rsidTr="0054234A">
        <w:tc>
          <w:tcPr>
            <w:tcW w:w="2660" w:type="dxa"/>
          </w:tcPr>
          <w:p w14:paraId="25995C6C" w14:textId="497AB2C6" w:rsidR="009E6415" w:rsidRPr="00625323" w:rsidRDefault="009E6415" w:rsidP="00C85471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bookmarkStart w:id="119" w:name="DataType"/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DataType</w:t>
            </w:r>
            <w:bookmarkEnd w:id="119"/>
          </w:p>
        </w:tc>
        <w:tc>
          <w:tcPr>
            <w:tcW w:w="1446" w:type="dxa"/>
          </w:tcPr>
          <w:p w14:paraId="136FDAF3" w14:textId="77777777" w:rsidR="009E6415" w:rsidRPr="00625323" w:rsidRDefault="009E6415" w:rsidP="00C85471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2F5C0B" w14:textId="77777777" w:rsidR="009E6415" w:rsidRPr="00625323" w:rsidRDefault="009E6415" w:rsidP="00C85471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</w:p>
        </w:tc>
        <w:tc>
          <w:tcPr>
            <w:tcW w:w="1679" w:type="dxa"/>
          </w:tcPr>
          <w:p w14:paraId="077B4F8A" w14:textId="68294CB0" w:rsidR="009E6415" w:rsidRPr="00625323" w:rsidRDefault="009E6415" w:rsidP="00C85471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</w:p>
        </w:tc>
        <w:tc>
          <w:tcPr>
            <w:tcW w:w="2231" w:type="dxa"/>
          </w:tcPr>
          <w:p w14:paraId="20A70C5E" w14:textId="77777777" w:rsidR="009E6415" w:rsidRPr="00625323" w:rsidRDefault="009E6415" w:rsidP="00817E22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Typ danych do uwierzytelnienia</w:t>
            </w:r>
          </w:p>
        </w:tc>
      </w:tr>
      <w:tr w:rsidR="0058594E" w:rsidRPr="00625323" w14:paraId="2044B4AA" w14:textId="77777777" w:rsidTr="0054234A">
        <w:tc>
          <w:tcPr>
            <w:tcW w:w="2660" w:type="dxa"/>
          </w:tcPr>
          <w:p w14:paraId="5D5D6762" w14:textId="77777777" w:rsidR="0058594E" w:rsidRPr="00625323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</w:p>
        </w:tc>
        <w:tc>
          <w:tcPr>
            <w:tcW w:w="1446" w:type="dxa"/>
          </w:tcPr>
          <w:p w14:paraId="63540C57" w14:textId="77777777" w:rsidR="0058594E" w:rsidRPr="00625323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identifier</w:t>
            </w:r>
          </w:p>
        </w:tc>
        <w:tc>
          <w:tcPr>
            <w:tcW w:w="1276" w:type="dxa"/>
          </w:tcPr>
          <w:p w14:paraId="2A6A5B78" w14:textId="77777777" w:rsidR="0058594E" w:rsidRPr="00625323" w:rsidRDefault="0058594E" w:rsidP="006651F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required</w:t>
            </w:r>
          </w:p>
        </w:tc>
        <w:tc>
          <w:tcPr>
            <w:tcW w:w="1679" w:type="dxa"/>
          </w:tcPr>
          <w:p w14:paraId="4D43D9B8" w14:textId="77777777" w:rsidR="0058594E" w:rsidRPr="00625323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string</w:t>
            </w:r>
          </w:p>
        </w:tc>
        <w:tc>
          <w:tcPr>
            <w:tcW w:w="2231" w:type="dxa"/>
          </w:tcPr>
          <w:p w14:paraId="3F043A7D" w14:textId="77777777" w:rsidR="0058594E" w:rsidRPr="00625323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PESEL lub NIP</w:t>
            </w:r>
          </w:p>
        </w:tc>
      </w:tr>
      <w:tr w:rsidR="0058594E" w:rsidRPr="00625323" w14:paraId="7C742308" w14:textId="77777777" w:rsidTr="0054234A">
        <w:tc>
          <w:tcPr>
            <w:tcW w:w="2660" w:type="dxa"/>
          </w:tcPr>
          <w:p w14:paraId="06D39CC7" w14:textId="77777777" w:rsidR="0058594E" w:rsidRPr="00625323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</w:p>
        </w:tc>
        <w:tc>
          <w:tcPr>
            <w:tcW w:w="1446" w:type="dxa"/>
          </w:tcPr>
          <w:p w14:paraId="7F32288D" w14:textId="77777777" w:rsidR="0058594E" w:rsidRPr="00625323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firstName</w:t>
            </w:r>
          </w:p>
        </w:tc>
        <w:tc>
          <w:tcPr>
            <w:tcW w:w="1276" w:type="dxa"/>
          </w:tcPr>
          <w:p w14:paraId="424A9425" w14:textId="77777777" w:rsidR="0058594E" w:rsidRPr="00625323" w:rsidRDefault="0058594E" w:rsidP="006651F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required</w:t>
            </w:r>
          </w:p>
        </w:tc>
        <w:tc>
          <w:tcPr>
            <w:tcW w:w="1679" w:type="dxa"/>
          </w:tcPr>
          <w:p w14:paraId="42223113" w14:textId="77777777" w:rsidR="0058594E" w:rsidRPr="00625323" w:rsidRDefault="0058594E" w:rsidP="006651F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string</w:t>
            </w:r>
          </w:p>
        </w:tc>
        <w:tc>
          <w:tcPr>
            <w:tcW w:w="2231" w:type="dxa"/>
          </w:tcPr>
          <w:p w14:paraId="34C17361" w14:textId="77777777" w:rsidR="0058594E" w:rsidRPr="00625323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Imię</w:t>
            </w:r>
          </w:p>
        </w:tc>
      </w:tr>
      <w:tr w:rsidR="0058594E" w:rsidRPr="00625323" w14:paraId="5023B58D" w14:textId="77777777" w:rsidTr="0054234A">
        <w:tc>
          <w:tcPr>
            <w:tcW w:w="2660" w:type="dxa"/>
          </w:tcPr>
          <w:p w14:paraId="0E70DF19" w14:textId="77777777" w:rsidR="0058594E" w:rsidRPr="00625323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</w:p>
        </w:tc>
        <w:tc>
          <w:tcPr>
            <w:tcW w:w="1446" w:type="dxa"/>
          </w:tcPr>
          <w:p w14:paraId="1B2B78DB" w14:textId="77777777" w:rsidR="0058594E" w:rsidRPr="00625323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surname</w:t>
            </w:r>
          </w:p>
        </w:tc>
        <w:tc>
          <w:tcPr>
            <w:tcW w:w="1276" w:type="dxa"/>
          </w:tcPr>
          <w:p w14:paraId="6DC83AEE" w14:textId="77777777" w:rsidR="0058594E" w:rsidRPr="00625323" w:rsidRDefault="0058594E" w:rsidP="006651F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required</w:t>
            </w:r>
          </w:p>
        </w:tc>
        <w:tc>
          <w:tcPr>
            <w:tcW w:w="1679" w:type="dxa"/>
          </w:tcPr>
          <w:p w14:paraId="3589A057" w14:textId="77777777" w:rsidR="0058594E" w:rsidRPr="00625323" w:rsidRDefault="0058594E" w:rsidP="006651F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string</w:t>
            </w:r>
          </w:p>
        </w:tc>
        <w:tc>
          <w:tcPr>
            <w:tcW w:w="2231" w:type="dxa"/>
          </w:tcPr>
          <w:p w14:paraId="7BD90863" w14:textId="77777777" w:rsidR="0058594E" w:rsidRPr="00625323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Nazwisko</w:t>
            </w:r>
          </w:p>
        </w:tc>
      </w:tr>
      <w:tr w:rsidR="0058594E" w:rsidRPr="00625323" w14:paraId="4FD838AE" w14:textId="77777777" w:rsidTr="0054234A">
        <w:tc>
          <w:tcPr>
            <w:tcW w:w="2660" w:type="dxa"/>
          </w:tcPr>
          <w:p w14:paraId="04F8B82B" w14:textId="77777777" w:rsidR="0058594E" w:rsidRPr="00625323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</w:p>
        </w:tc>
        <w:tc>
          <w:tcPr>
            <w:tcW w:w="1446" w:type="dxa"/>
          </w:tcPr>
          <w:p w14:paraId="54BE0A35" w14:textId="77777777" w:rsidR="0058594E" w:rsidRPr="00625323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dateOfBirth</w:t>
            </w:r>
          </w:p>
        </w:tc>
        <w:tc>
          <w:tcPr>
            <w:tcW w:w="1276" w:type="dxa"/>
          </w:tcPr>
          <w:p w14:paraId="199A8320" w14:textId="77777777" w:rsidR="0058594E" w:rsidRPr="00625323" w:rsidRDefault="0058594E" w:rsidP="006651F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required</w:t>
            </w:r>
          </w:p>
        </w:tc>
        <w:tc>
          <w:tcPr>
            <w:tcW w:w="1679" w:type="dxa"/>
          </w:tcPr>
          <w:p w14:paraId="57A51D5E" w14:textId="77777777" w:rsidR="0058594E" w:rsidRPr="00625323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date</w:t>
            </w:r>
          </w:p>
        </w:tc>
        <w:tc>
          <w:tcPr>
            <w:tcW w:w="2231" w:type="dxa"/>
          </w:tcPr>
          <w:p w14:paraId="74648892" w14:textId="77777777" w:rsidR="0058594E" w:rsidRPr="00625323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Data urodzenia</w:t>
            </w:r>
          </w:p>
        </w:tc>
      </w:tr>
      <w:tr w:rsidR="0058594E" w:rsidRPr="00625323" w14:paraId="5BE989CB" w14:textId="77777777" w:rsidTr="0054234A">
        <w:tc>
          <w:tcPr>
            <w:tcW w:w="2660" w:type="dxa"/>
          </w:tcPr>
          <w:p w14:paraId="35035DED" w14:textId="77777777" w:rsidR="0058594E" w:rsidRPr="00625323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</w:p>
        </w:tc>
        <w:tc>
          <w:tcPr>
            <w:tcW w:w="1446" w:type="dxa"/>
          </w:tcPr>
          <w:p w14:paraId="5D372A75" w14:textId="77777777" w:rsidR="0058594E" w:rsidRPr="00625323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amount</w:t>
            </w:r>
          </w:p>
        </w:tc>
        <w:tc>
          <w:tcPr>
            <w:tcW w:w="1276" w:type="dxa"/>
          </w:tcPr>
          <w:p w14:paraId="2864B0C8" w14:textId="77777777" w:rsidR="0058594E" w:rsidRPr="00625323" w:rsidRDefault="0058594E" w:rsidP="006651F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required</w:t>
            </w:r>
          </w:p>
        </w:tc>
        <w:tc>
          <w:tcPr>
            <w:tcW w:w="1679" w:type="dxa"/>
          </w:tcPr>
          <w:p w14:paraId="39DEC02C" w14:textId="77777777" w:rsidR="0058594E" w:rsidRPr="00625323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decimal</w:t>
            </w:r>
          </w:p>
          <w:p w14:paraId="317F37D2" w14:textId="77777777" w:rsidR="0058594E" w:rsidRPr="00625323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14.2</w:t>
            </w:r>
          </w:p>
        </w:tc>
        <w:tc>
          <w:tcPr>
            <w:tcW w:w="2231" w:type="dxa"/>
          </w:tcPr>
          <w:p w14:paraId="788D32FA" w14:textId="77777777" w:rsidR="0058594E" w:rsidRPr="00625323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2532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Kwota przychodu (PIT)</w:t>
            </w:r>
          </w:p>
        </w:tc>
      </w:tr>
    </w:tbl>
    <w:p w14:paraId="36036A87" w14:textId="04463C67" w:rsidR="004250F8" w:rsidRPr="00625323" w:rsidRDefault="004250F8" w:rsidP="004250F8">
      <w:pPr>
        <w:pStyle w:val="Legenda"/>
        <w:keepNext/>
      </w:pPr>
      <w:bookmarkStart w:id="120" w:name="_Toc198021120"/>
      <w:r w:rsidRPr="00625323">
        <w:t xml:space="preserve">Rysunek </w:t>
      </w:r>
      <w:fldSimple w:instr=" SEQ Rysunek \* ARABIC ">
        <w:r w:rsidR="00625323" w:rsidRPr="00625323">
          <w:rPr>
            <w:noProof/>
          </w:rPr>
          <w:t>24</w:t>
        </w:r>
      </w:fldSimple>
      <w:r w:rsidRPr="00625323">
        <w:t xml:space="preserve">.Struktury </w:t>
      </w:r>
      <w:proofErr w:type="spellStart"/>
      <w:r w:rsidRPr="00625323">
        <w:rPr>
          <w:lang w:val="en-GB"/>
        </w:rPr>
        <w:t>AuthenticationType</w:t>
      </w:r>
      <w:proofErr w:type="spellEnd"/>
      <w:r w:rsidRPr="00625323">
        <w:rPr>
          <w:lang w:val="en-GB"/>
        </w:rPr>
        <w:t xml:space="preserve"> </w:t>
      </w:r>
      <w:proofErr w:type="spellStart"/>
      <w:r w:rsidRPr="00625323">
        <w:rPr>
          <w:lang w:val="en-GB"/>
        </w:rPr>
        <w:t>oraz</w:t>
      </w:r>
      <w:proofErr w:type="spellEnd"/>
      <w:r w:rsidRPr="00625323">
        <w:rPr>
          <w:lang w:val="en-GB"/>
        </w:rPr>
        <w:t xml:space="preserve"> </w:t>
      </w:r>
      <w:proofErr w:type="spellStart"/>
      <w:r w:rsidRPr="00625323">
        <w:rPr>
          <w:lang w:val="en-GB"/>
        </w:rPr>
        <w:t>DataType</w:t>
      </w:r>
      <w:proofErr w:type="spellEnd"/>
      <w:r w:rsidRPr="00625323">
        <w:rPr>
          <w:lang w:val="en-GB"/>
        </w:rPr>
        <w:t xml:space="preserve"> z Auth</w:t>
      </w:r>
      <w:r w:rsidRPr="00625323">
        <w:t>_v3.xsd</w:t>
      </w:r>
      <w:bookmarkEnd w:id="120"/>
    </w:p>
    <w:p w14:paraId="087DC0AF" w14:textId="77777777" w:rsidR="006651FE" w:rsidRPr="00625323" w:rsidRDefault="00C5782B" w:rsidP="006651FE">
      <w:pPr>
        <w:keepNext/>
        <w:rPr>
          <w:rFonts w:ascii="Lato" w:hAnsi="Lato"/>
        </w:rPr>
      </w:pPr>
      <w:r w:rsidRPr="00625323">
        <w:rPr>
          <w:rFonts w:ascii="Lato" w:hAnsi="Lato" w:cs="Open Sans"/>
          <w:noProof/>
        </w:rPr>
        <w:drawing>
          <wp:inline distT="0" distB="0" distL="0" distR="0" wp14:anchorId="52A2C94D" wp14:editId="6101D877">
            <wp:extent cx="3451860" cy="996950"/>
            <wp:effectExtent l="19050" t="19050" r="15240" b="12700"/>
            <wp:docPr id="4" name="Obraz 4" descr="Rysunek przedstawia strukturę elementu AuthenticationType oraz DataType z Auth.xs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Rysunek przedstawia strukturę elementu AuthenticationType oraz DataType z Auth.xsd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1860" cy="9969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9C641EE" w14:textId="58CAD62C" w:rsidR="00751D0F" w:rsidRPr="00625323" w:rsidRDefault="00751D0F" w:rsidP="008B1643">
      <w:pPr>
        <w:pStyle w:val="Nagwek1"/>
      </w:pPr>
      <w:bookmarkStart w:id="121" w:name="_Toc198021058"/>
      <w:r w:rsidRPr="00625323">
        <w:lastRenderedPageBreak/>
        <w:t>Wersjonowanie schematów</w:t>
      </w:r>
      <w:bookmarkEnd w:id="121"/>
    </w:p>
    <w:p w14:paraId="25DC34DC" w14:textId="4D7FF9DD" w:rsidR="00751D0F" w:rsidRPr="00625323" w:rsidRDefault="00751D0F" w:rsidP="0032742A">
      <w:pPr>
        <w:spacing w:line="276" w:lineRule="auto"/>
        <w:rPr>
          <w:rFonts w:ascii="Lato" w:hAnsi="Lato" w:cs="Open Sans"/>
        </w:rPr>
      </w:pPr>
      <w:r w:rsidRPr="00625323">
        <w:rPr>
          <w:rFonts w:ascii="Lato" w:hAnsi="Lato" w:cs="Open Sans"/>
        </w:rPr>
        <w:t>Wersjonowanie schematów XSD odbywa się poprzez nadanie dwuczłonowego numeru.</w:t>
      </w:r>
    </w:p>
    <w:p w14:paraId="0BE496E5" w14:textId="77777777" w:rsidR="00751D0F" w:rsidRPr="00625323" w:rsidRDefault="00751D0F" w:rsidP="0032742A">
      <w:pPr>
        <w:spacing w:line="276" w:lineRule="auto"/>
        <w:rPr>
          <w:rFonts w:ascii="Lato" w:hAnsi="Lato" w:cs="Open Sans"/>
        </w:rPr>
      </w:pPr>
      <w:r w:rsidRPr="00625323">
        <w:rPr>
          <w:rFonts w:ascii="Lato" w:hAnsi="Lato" w:cs="Open Sans"/>
        </w:rPr>
        <w:t>Człon pierwszy zwiększany jest przy znaczących zmianach schematu, które powodują konieczność dopasowania po stronie odbiorcy komunikatu zgodnego ze schematem.</w:t>
      </w:r>
    </w:p>
    <w:p w14:paraId="5B7D80CB" w14:textId="77777777" w:rsidR="00751D0F" w:rsidRPr="00625323" w:rsidRDefault="00751D0F" w:rsidP="0032742A">
      <w:pPr>
        <w:spacing w:line="276" w:lineRule="auto"/>
        <w:rPr>
          <w:rFonts w:ascii="Lato" w:hAnsi="Lato" w:cs="Open Sans"/>
        </w:rPr>
      </w:pPr>
      <w:r w:rsidRPr="00625323">
        <w:rPr>
          <w:rFonts w:ascii="Lato" w:hAnsi="Lato" w:cs="Open Sans"/>
        </w:rPr>
        <w:t>Człon drugi zwiększany jest przy pozostałych zmianach.</w:t>
      </w:r>
    </w:p>
    <w:p w14:paraId="648D0CDE" w14:textId="77777777" w:rsidR="00751D0F" w:rsidRPr="00625323" w:rsidRDefault="00751D0F" w:rsidP="0032742A">
      <w:pPr>
        <w:spacing w:line="276" w:lineRule="auto"/>
        <w:rPr>
          <w:rFonts w:ascii="Lato" w:hAnsi="Lato" w:cs="Open Sans"/>
        </w:rPr>
      </w:pPr>
      <w:r w:rsidRPr="00625323">
        <w:rPr>
          <w:rFonts w:ascii="Lato" w:hAnsi="Lato" w:cs="Open Sans"/>
        </w:rPr>
        <w:t xml:space="preserve">Informacja o wersji schematu zawarta jest w atrybucie </w:t>
      </w:r>
      <w:proofErr w:type="spellStart"/>
      <w:r w:rsidRPr="00625323">
        <w:rPr>
          <w:rFonts w:ascii="Lato" w:hAnsi="Lato"/>
        </w:rPr>
        <w:t>targetNamespace</w:t>
      </w:r>
      <w:proofErr w:type="spellEnd"/>
      <w:r w:rsidRPr="00625323">
        <w:rPr>
          <w:rFonts w:ascii="Lato" w:hAnsi="Lato" w:cs="Open Sans"/>
        </w:rPr>
        <w:t xml:space="preserve"> głównego obiektu </w:t>
      </w:r>
      <w:proofErr w:type="spellStart"/>
      <w:r w:rsidRPr="00625323">
        <w:rPr>
          <w:rFonts w:ascii="Lato" w:hAnsi="Lato"/>
        </w:rPr>
        <w:t>xs:schema</w:t>
      </w:r>
      <w:proofErr w:type="spellEnd"/>
      <w:r w:rsidRPr="00625323">
        <w:rPr>
          <w:rFonts w:ascii="Lato" w:hAnsi="Lato" w:cs="Open Sans"/>
        </w:rPr>
        <w:t>.</w:t>
      </w:r>
    </w:p>
    <w:p w14:paraId="5E89C114" w14:textId="77777777" w:rsidR="00751D0F" w:rsidRPr="00625323" w:rsidRDefault="00751D0F" w:rsidP="0032742A">
      <w:pPr>
        <w:spacing w:line="276" w:lineRule="auto"/>
        <w:rPr>
          <w:rFonts w:ascii="Lato" w:hAnsi="Lato" w:cs="Open Sans"/>
        </w:rPr>
      </w:pPr>
      <w:r w:rsidRPr="00625323">
        <w:rPr>
          <w:rFonts w:ascii="Lato" w:hAnsi="Lato" w:cs="Open Sans"/>
        </w:rPr>
        <w:t xml:space="preserve">Przykład (dla </w:t>
      </w:r>
      <w:r w:rsidR="00DE6052" w:rsidRPr="00625323">
        <w:rPr>
          <w:rFonts w:ascii="Lato" w:hAnsi="Lato" w:cs="Open Sans"/>
        </w:rPr>
        <w:t>opal</w:t>
      </w:r>
      <w:r w:rsidRPr="00625323">
        <w:rPr>
          <w:rFonts w:ascii="Lato" w:hAnsi="Lato" w:cs="Open Sans"/>
        </w:rPr>
        <w:t>.xsd:</w:t>
      </w:r>
    </w:p>
    <w:p w14:paraId="370FF716" w14:textId="77777777" w:rsidR="00751D0F" w:rsidRPr="00625323" w:rsidRDefault="00751D0F" w:rsidP="0032742A">
      <w:pPr>
        <w:spacing w:line="276" w:lineRule="auto"/>
        <w:rPr>
          <w:rFonts w:ascii="Lato" w:hAnsi="Lato"/>
        </w:rPr>
      </w:pPr>
      <w:r w:rsidRPr="00625323">
        <w:rPr>
          <w:rFonts w:ascii="Lato" w:hAnsi="Lato"/>
        </w:rPr>
        <w:t>&lt;?</w:t>
      </w:r>
      <w:proofErr w:type="spellStart"/>
      <w:r w:rsidRPr="00625323">
        <w:rPr>
          <w:rFonts w:ascii="Lato" w:hAnsi="Lato"/>
        </w:rPr>
        <w:t>xml</w:t>
      </w:r>
      <w:proofErr w:type="spellEnd"/>
      <w:r w:rsidRPr="00625323">
        <w:rPr>
          <w:rFonts w:ascii="Lato" w:hAnsi="Lato"/>
        </w:rPr>
        <w:t xml:space="preserve"> version="1.0" </w:t>
      </w:r>
      <w:proofErr w:type="spellStart"/>
      <w:r w:rsidRPr="00625323">
        <w:rPr>
          <w:rFonts w:ascii="Lato" w:hAnsi="Lato"/>
        </w:rPr>
        <w:t>encoding</w:t>
      </w:r>
      <w:proofErr w:type="spellEnd"/>
      <w:r w:rsidRPr="00625323">
        <w:rPr>
          <w:rFonts w:ascii="Lato" w:hAnsi="Lato"/>
        </w:rPr>
        <w:t>="utf-8"?&gt;</w:t>
      </w:r>
    </w:p>
    <w:p w14:paraId="7A86C75A" w14:textId="77777777" w:rsidR="00751D0F" w:rsidRPr="00625323" w:rsidRDefault="00751D0F" w:rsidP="0032742A">
      <w:pPr>
        <w:spacing w:line="276" w:lineRule="auto"/>
        <w:rPr>
          <w:rFonts w:ascii="Lato" w:hAnsi="Lato"/>
          <w:lang w:val="de-DE"/>
        </w:rPr>
      </w:pPr>
      <w:r w:rsidRPr="00625323">
        <w:rPr>
          <w:rFonts w:ascii="Lato" w:hAnsi="Lato"/>
          <w:lang w:val="de-DE"/>
        </w:rPr>
        <w:t>&lt;</w:t>
      </w:r>
      <w:proofErr w:type="spellStart"/>
      <w:r w:rsidRPr="00625323">
        <w:rPr>
          <w:rFonts w:ascii="Lato" w:hAnsi="Lato"/>
          <w:lang w:val="de-DE"/>
        </w:rPr>
        <w:t>xs:schema</w:t>
      </w:r>
      <w:proofErr w:type="spellEnd"/>
      <w:r w:rsidRPr="00625323">
        <w:rPr>
          <w:rFonts w:ascii="Lato" w:hAnsi="Lato"/>
          <w:lang w:val="de-DE"/>
        </w:rPr>
        <w:t xml:space="preserve"> targetNamespace="http://www.e-clo.pl/ZEFIR2/eZefir2/xsd/</w:t>
      </w:r>
      <w:r w:rsidR="004001FE" w:rsidRPr="00625323">
        <w:rPr>
          <w:rFonts w:ascii="Lato" w:hAnsi="Lato"/>
          <w:lang w:val="de-DE"/>
        </w:rPr>
        <w:t>v</w:t>
      </w:r>
      <w:r w:rsidR="00DE6052" w:rsidRPr="00625323">
        <w:rPr>
          <w:rFonts w:ascii="Lato" w:hAnsi="Lato"/>
          <w:lang w:val="de-DE"/>
        </w:rPr>
        <w:t>2</w:t>
      </w:r>
      <w:r w:rsidRPr="00625323">
        <w:rPr>
          <w:rFonts w:ascii="Lato" w:hAnsi="Lato"/>
          <w:lang w:val="de-DE"/>
        </w:rPr>
        <w:t>_0/</w:t>
      </w:r>
      <w:r w:rsidR="00DE6052" w:rsidRPr="00625323">
        <w:rPr>
          <w:rFonts w:ascii="Lato" w:hAnsi="Lato"/>
          <w:lang w:val="de-DE"/>
        </w:rPr>
        <w:t>OPAL</w:t>
      </w:r>
      <w:r w:rsidRPr="00625323">
        <w:rPr>
          <w:rFonts w:ascii="Lato" w:hAnsi="Lato"/>
          <w:lang w:val="de-DE"/>
        </w:rPr>
        <w:t>.xsd"</w:t>
      </w:r>
    </w:p>
    <w:p w14:paraId="101EB271" w14:textId="77777777" w:rsidR="00751D0F" w:rsidRPr="00625323" w:rsidRDefault="00EE3D1C" w:rsidP="0032742A">
      <w:pPr>
        <w:spacing w:line="276" w:lineRule="auto"/>
        <w:rPr>
          <w:rFonts w:ascii="Lato" w:hAnsi="Lato"/>
        </w:rPr>
      </w:pPr>
      <w:r w:rsidRPr="00625323">
        <w:rPr>
          <w:rFonts w:ascii="Lato" w:hAnsi="Lato"/>
        </w:rPr>
        <w:t>version="</w:t>
      </w:r>
      <w:r w:rsidR="00DE6052" w:rsidRPr="00625323">
        <w:rPr>
          <w:rFonts w:ascii="Lato" w:hAnsi="Lato"/>
        </w:rPr>
        <w:t>2</w:t>
      </w:r>
      <w:r w:rsidRPr="00625323">
        <w:rPr>
          <w:rFonts w:ascii="Lato" w:hAnsi="Lato"/>
        </w:rPr>
        <w:t xml:space="preserve">_0" </w:t>
      </w:r>
      <w:proofErr w:type="spellStart"/>
      <w:r w:rsidRPr="00625323">
        <w:rPr>
          <w:rFonts w:ascii="Lato" w:hAnsi="Lato"/>
        </w:rPr>
        <w:t>xml:lang</w:t>
      </w:r>
      <w:proofErr w:type="spellEnd"/>
      <w:r w:rsidRPr="00625323">
        <w:rPr>
          <w:rFonts w:ascii="Lato" w:hAnsi="Lato"/>
        </w:rPr>
        <w:t>="</w:t>
      </w:r>
      <w:proofErr w:type="spellStart"/>
      <w:r w:rsidRPr="00625323">
        <w:rPr>
          <w:rFonts w:ascii="Lato" w:hAnsi="Lato"/>
        </w:rPr>
        <w:t>pl</w:t>
      </w:r>
      <w:proofErr w:type="spellEnd"/>
      <w:r w:rsidRPr="00625323">
        <w:rPr>
          <w:rFonts w:ascii="Lato" w:hAnsi="Lato"/>
        </w:rPr>
        <w:t>"&gt;</w:t>
      </w:r>
    </w:p>
    <w:p w14:paraId="78F659E9" w14:textId="5DE68C20" w:rsidR="00751D0F" w:rsidRPr="00625323" w:rsidRDefault="001B00E0" w:rsidP="0032742A">
      <w:pPr>
        <w:spacing w:line="276" w:lineRule="auto"/>
        <w:rPr>
          <w:rFonts w:ascii="Lato" w:hAnsi="Lato" w:cs="Open Sans"/>
        </w:rPr>
      </w:pPr>
      <w:r w:rsidRPr="00625323">
        <w:rPr>
          <w:rFonts w:ascii="Lato" w:hAnsi="Lato" w:cs="Open Sans"/>
        </w:rPr>
        <w:t>K</w:t>
      </w:r>
      <w:r w:rsidR="00EE3D1C" w:rsidRPr="00625323">
        <w:rPr>
          <w:rFonts w:ascii="Lato" w:hAnsi="Lato" w:cs="Open Sans"/>
        </w:rPr>
        <w:t>omunikat zgodny z daną wersją schematu powinien zawierać informację o numerze wersji. W przeciwnym wypadku</w:t>
      </w:r>
      <w:r w:rsidR="004001FE" w:rsidRPr="00625323">
        <w:rPr>
          <w:rFonts w:ascii="Lato" w:hAnsi="Lato" w:cs="Open Sans"/>
        </w:rPr>
        <w:t xml:space="preserve"> przyjmowany jest numer wersji </w:t>
      </w:r>
      <w:r w:rsidR="0063494C" w:rsidRPr="00625323">
        <w:rPr>
          <w:rFonts w:ascii="Lato" w:hAnsi="Lato" w:cs="Open Sans"/>
        </w:rPr>
        <w:t>4</w:t>
      </w:r>
      <w:r w:rsidR="00EE3D1C" w:rsidRPr="00625323">
        <w:rPr>
          <w:rFonts w:ascii="Lato" w:hAnsi="Lato" w:cs="Open Sans"/>
        </w:rPr>
        <w:t>.0.</w:t>
      </w:r>
    </w:p>
    <w:p w14:paraId="1DE44A6A" w14:textId="77777777" w:rsidR="00EE3D1C" w:rsidRPr="00625323" w:rsidRDefault="00EE3D1C" w:rsidP="0032742A">
      <w:pPr>
        <w:spacing w:line="276" w:lineRule="auto"/>
        <w:rPr>
          <w:rFonts w:ascii="Lato" w:hAnsi="Lato" w:cs="Open Sans"/>
        </w:rPr>
      </w:pPr>
      <w:r w:rsidRPr="00625323">
        <w:rPr>
          <w:rFonts w:ascii="Lato" w:hAnsi="Lato" w:cs="Open Sans"/>
        </w:rPr>
        <w:t>Komunikat zawiera numer wersji w atrybucie version głównego obiektu.</w:t>
      </w:r>
    </w:p>
    <w:p w14:paraId="7A6EBD96" w14:textId="77777777" w:rsidR="003F3585" w:rsidRPr="00625323" w:rsidRDefault="003F3585" w:rsidP="008B1643">
      <w:pPr>
        <w:pStyle w:val="Nagwek1"/>
        <w:rPr>
          <w:bCs/>
        </w:rPr>
      </w:pPr>
      <w:bookmarkStart w:id="122" w:name="_Toc341696655"/>
      <w:bookmarkStart w:id="123" w:name="_Toc349568563"/>
      <w:bookmarkStart w:id="124" w:name="_Ref361391369"/>
      <w:bookmarkStart w:id="125" w:name="_Toc198021059"/>
      <w:r w:rsidRPr="00625323">
        <w:lastRenderedPageBreak/>
        <w:t>Załączniki</w:t>
      </w:r>
      <w:bookmarkEnd w:id="122"/>
      <w:bookmarkEnd w:id="123"/>
      <w:bookmarkEnd w:id="124"/>
      <w:bookmarkEnd w:id="125"/>
      <w:r w:rsidR="001544B7" w:rsidRPr="00625323">
        <w:t xml:space="preserve"> </w:t>
      </w:r>
    </w:p>
    <w:p w14:paraId="056C1443" w14:textId="12165C9B" w:rsidR="00242F26" w:rsidRPr="00625323" w:rsidRDefault="000A6FEC" w:rsidP="006616AB">
      <w:pPr>
        <w:pStyle w:val="Nagwek2"/>
      </w:pPr>
      <w:bookmarkStart w:id="126" w:name="_Toc348954634"/>
      <w:bookmarkStart w:id="127" w:name="_Toc349732920"/>
      <w:bookmarkStart w:id="128" w:name="_Toc341696656"/>
      <w:bookmarkStart w:id="129" w:name="_Toc349568564"/>
      <w:bookmarkStart w:id="130" w:name="_Toc198021060"/>
      <w:r w:rsidRPr="00625323">
        <w:t>Rejestr konfiguracji</w:t>
      </w:r>
      <w:bookmarkEnd w:id="130"/>
    </w:p>
    <w:p w14:paraId="1E52100E" w14:textId="77777777" w:rsidR="00242F26" w:rsidRPr="00625323" w:rsidRDefault="00242F26" w:rsidP="006651FE">
      <w:pPr>
        <w:ind w:left="1021"/>
        <w:rPr>
          <w:rFonts w:ascii="Lato" w:hAnsi="Lato" w:cs="Open Sans"/>
        </w:rPr>
      </w:pPr>
      <w:r w:rsidRPr="00625323">
        <w:rPr>
          <w:rFonts w:ascii="Lato" w:hAnsi="Lato" w:cs="Open Sans"/>
        </w:rPr>
        <w:t xml:space="preserve">Plik </w:t>
      </w:r>
      <w:r w:rsidR="00F9575F" w:rsidRPr="00625323">
        <w:rPr>
          <w:rFonts w:ascii="Lato" w:hAnsi="Lato" w:cs="Open Sans"/>
        </w:rPr>
        <w:t>ZF2-PW</w:t>
      </w:r>
      <w:r w:rsidRPr="00625323">
        <w:rPr>
          <w:rFonts w:ascii="Lato" w:hAnsi="Lato" w:cs="Open Sans"/>
        </w:rPr>
        <w:t>T-</w:t>
      </w:r>
      <w:r w:rsidR="00F9575F" w:rsidRPr="00625323">
        <w:rPr>
          <w:rFonts w:ascii="Lato" w:hAnsi="Lato" w:cs="Open Sans"/>
        </w:rPr>
        <w:t>Dt</w:t>
      </w:r>
      <w:r w:rsidRPr="00625323">
        <w:rPr>
          <w:rFonts w:ascii="Lato" w:hAnsi="Lato" w:cs="Open Sans"/>
        </w:rPr>
        <w:t>RKKXML.doc</w:t>
      </w:r>
      <w:r w:rsidR="00F9575F" w:rsidRPr="00625323">
        <w:rPr>
          <w:rFonts w:ascii="Lato" w:hAnsi="Lato" w:cs="Open Sans"/>
        </w:rPr>
        <w:t>x</w:t>
      </w:r>
    </w:p>
    <w:p w14:paraId="4D3EA806" w14:textId="77777777" w:rsidR="00194FED" w:rsidRPr="00625323" w:rsidRDefault="00242F26" w:rsidP="006651FE">
      <w:pPr>
        <w:ind w:left="1021"/>
        <w:rPr>
          <w:rFonts w:ascii="Lato" w:hAnsi="Lato" w:cs="Open Sans"/>
        </w:rPr>
      </w:pPr>
      <w:r w:rsidRPr="00625323">
        <w:rPr>
          <w:rFonts w:ascii="Lato" w:hAnsi="Lato" w:cs="Open Sans"/>
        </w:rPr>
        <w:t>Plik zawiera rejestr konfiguracji.</w:t>
      </w:r>
      <w:bookmarkEnd w:id="126"/>
      <w:bookmarkEnd w:id="127"/>
    </w:p>
    <w:p w14:paraId="77C0DE32" w14:textId="77777777" w:rsidR="005B7D30" w:rsidRPr="00625323" w:rsidRDefault="005B7D30" w:rsidP="006616AB">
      <w:pPr>
        <w:pStyle w:val="Nagwek2"/>
      </w:pPr>
      <w:bookmarkStart w:id="131" w:name="_Toc348954637"/>
      <w:bookmarkStart w:id="132" w:name="_Toc349732923"/>
      <w:bookmarkStart w:id="133" w:name="_Toc198021061"/>
      <w:r w:rsidRPr="00625323">
        <w:t>Struktury wspólne dokumentów XML</w:t>
      </w:r>
      <w:bookmarkEnd w:id="133"/>
      <w:r w:rsidRPr="00625323">
        <w:t xml:space="preserve"> </w:t>
      </w:r>
    </w:p>
    <w:p w14:paraId="3D191335" w14:textId="4D5F4F3C" w:rsidR="004001FE" w:rsidRPr="00625323" w:rsidRDefault="004001FE" w:rsidP="006616AB">
      <w:pPr>
        <w:pStyle w:val="Nagwek3"/>
        <w:numPr>
          <w:ilvl w:val="2"/>
          <w:numId w:val="12"/>
        </w:numPr>
      </w:pPr>
      <w:bookmarkStart w:id="134" w:name="_Toc198021062"/>
      <w:r w:rsidRPr="00625323">
        <w:t xml:space="preserve">Plik </w:t>
      </w:r>
      <w:r w:rsidRPr="00625323">
        <w:rPr>
          <w:lang w:val="en-GB"/>
        </w:rPr>
        <w:t>Types</w:t>
      </w:r>
      <w:r w:rsidRPr="00625323">
        <w:t>_</w:t>
      </w:r>
      <w:r w:rsidR="00823532" w:rsidRPr="00625323">
        <w:t>Z</w:t>
      </w:r>
      <w:r w:rsidR="007F0909" w:rsidRPr="00625323">
        <w:t>13</w:t>
      </w:r>
      <w:r w:rsidRPr="00625323">
        <w:t>.xsd</w:t>
      </w:r>
      <w:bookmarkEnd w:id="134"/>
    </w:p>
    <w:p w14:paraId="0602B997" w14:textId="77777777" w:rsidR="004001FE" w:rsidRPr="00625323" w:rsidRDefault="004001FE" w:rsidP="006651FE">
      <w:pPr>
        <w:ind w:left="1021"/>
        <w:rPr>
          <w:rFonts w:ascii="Lato" w:hAnsi="Lato" w:cs="Open Sans"/>
        </w:rPr>
      </w:pPr>
      <w:r w:rsidRPr="00625323">
        <w:rPr>
          <w:rFonts w:ascii="Lato" w:hAnsi="Lato" w:cs="Open Sans"/>
        </w:rPr>
        <w:t>Plik zawiera definicje podstawowych typów danych wykorzystywanych w pozostałych schematach.</w:t>
      </w:r>
    </w:p>
    <w:p w14:paraId="31968776" w14:textId="5373EFDF" w:rsidR="005B7D30" w:rsidRPr="00625323" w:rsidRDefault="00892B4F" w:rsidP="006616AB">
      <w:pPr>
        <w:pStyle w:val="Nagwek3"/>
        <w:numPr>
          <w:ilvl w:val="2"/>
          <w:numId w:val="12"/>
        </w:numPr>
      </w:pPr>
      <w:bookmarkStart w:id="135" w:name="_Toc198021063"/>
      <w:r w:rsidRPr="00625323">
        <w:t xml:space="preserve">Plik </w:t>
      </w:r>
      <w:r w:rsidR="005B7D30" w:rsidRPr="00625323">
        <w:rPr>
          <w:lang w:val="en-GB"/>
        </w:rPr>
        <w:t>Trader</w:t>
      </w:r>
      <w:r w:rsidR="005B7D30" w:rsidRPr="00625323">
        <w:t>_</w:t>
      </w:r>
      <w:r w:rsidR="00823532" w:rsidRPr="00625323">
        <w:t>Z</w:t>
      </w:r>
      <w:r w:rsidR="007F0909" w:rsidRPr="00625323">
        <w:t>13</w:t>
      </w:r>
      <w:r w:rsidR="005B7D30" w:rsidRPr="00625323">
        <w:t>.xsd</w:t>
      </w:r>
      <w:bookmarkEnd w:id="135"/>
    </w:p>
    <w:p w14:paraId="76D776C8" w14:textId="77777777" w:rsidR="00892B4F" w:rsidRPr="00625323" w:rsidRDefault="00892B4F" w:rsidP="006651FE">
      <w:pPr>
        <w:ind w:left="1021"/>
        <w:rPr>
          <w:rFonts w:ascii="Lato" w:hAnsi="Lato" w:cs="Open Sans"/>
        </w:rPr>
      </w:pPr>
      <w:r w:rsidRPr="00625323">
        <w:rPr>
          <w:rFonts w:ascii="Lato" w:hAnsi="Lato" w:cs="Open Sans"/>
        </w:rPr>
        <w:t>Plik zawiera</w:t>
      </w:r>
      <w:r w:rsidR="00E12CBE" w:rsidRPr="00625323">
        <w:rPr>
          <w:rFonts w:ascii="Lato" w:hAnsi="Lato" w:cs="Open Sans"/>
        </w:rPr>
        <w:t xml:space="preserve"> definicje podstawowych struktur danych opisujących kontrahentów</w:t>
      </w:r>
      <w:r w:rsidRPr="00625323">
        <w:rPr>
          <w:rFonts w:ascii="Lato" w:hAnsi="Lato" w:cs="Open Sans"/>
        </w:rPr>
        <w:t>.</w:t>
      </w:r>
    </w:p>
    <w:p w14:paraId="42F4CA58" w14:textId="152EF4E8" w:rsidR="005B7D30" w:rsidRPr="00625323" w:rsidRDefault="00892B4F" w:rsidP="006616AB">
      <w:pPr>
        <w:pStyle w:val="Nagwek3"/>
        <w:numPr>
          <w:ilvl w:val="2"/>
          <w:numId w:val="12"/>
        </w:numPr>
      </w:pPr>
      <w:bookmarkStart w:id="136" w:name="_Toc198021064"/>
      <w:r w:rsidRPr="00625323">
        <w:t xml:space="preserve">Plik </w:t>
      </w:r>
      <w:r w:rsidR="005B6D2B" w:rsidRPr="00625323">
        <w:rPr>
          <w:lang w:val="en-GB"/>
        </w:rPr>
        <w:t>Auth</w:t>
      </w:r>
      <w:r w:rsidR="00EB4E3A" w:rsidRPr="00625323">
        <w:t>_v3</w:t>
      </w:r>
      <w:r w:rsidR="005B7D30" w:rsidRPr="00625323">
        <w:t>.xsd</w:t>
      </w:r>
      <w:bookmarkEnd w:id="136"/>
    </w:p>
    <w:p w14:paraId="44037D31" w14:textId="4402BF3E" w:rsidR="0089249B" w:rsidRPr="00625323" w:rsidRDefault="00892B4F" w:rsidP="006651FE">
      <w:pPr>
        <w:ind w:left="1021"/>
        <w:rPr>
          <w:rFonts w:ascii="Lato" w:hAnsi="Lato" w:cs="Open Sans"/>
        </w:rPr>
      </w:pPr>
      <w:r w:rsidRPr="00625323">
        <w:rPr>
          <w:rFonts w:ascii="Lato" w:hAnsi="Lato" w:cs="Open Sans"/>
        </w:rPr>
        <w:t>Plik zawiera</w:t>
      </w:r>
      <w:r w:rsidR="00E12CBE" w:rsidRPr="00625323">
        <w:rPr>
          <w:rFonts w:ascii="Lato" w:hAnsi="Lato" w:cs="Open Sans"/>
        </w:rPr>
        <w:t xml:space="preserve"> definicje typów danych wykorzystywanych </w:t>
      </w:r>
      <w:bookmarkEnd w:id="128"/>
      <w:bookmarkEnd w:id="129"/>
      <w:bookmarkEnd w:id="131"/>
      <w:bookmarkEnd w:id="132"/>
      <w:r w:rsidR="005B6D2B" w:rsidRPr="00625323">
        <w:rPr>
          <w:rFonts w:ascii="Lato" w:hAnsi="Lato" w:cs="Open Sans"/>
        </w:rPr>
        <w:t>do uwierzytelniania kwotą przychodu.</w:t>
      </w:r>
    </w:p>
    <w:sectPr w:rsidR="0089249B" w:rsidRPr="00625323" w:rsidSect="00556079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B4221" w14:textId="77777777" w:rsidR="00B51559" w:rsidRDefault="00B51559" w:rsidP="007D0A84">
      <w:r>
        <w:separator/>
      </w:r>
    </w:p>
    <w:p w14:paraId="5554BD49" w14:textId="77777777" w:rsidR="00B51559" w:rsidRDefault="00B51559" w:rsidP="007D0A84"/>
  </w:endnote>
  <w:endnote w:type="continuationSeparator" w:id="0">
    <w:p w14:paraId="0D423CCB" w14:textId="77777777" w:rsidR="00B51559" w:rsidRDefault="00B51559" w:rsidP="007D0A84">
      <w:r>
        <w:continuationSeparator/>
      </w:r>
    </w:p>
    <w:p w14:paraId="412301A0" w14:textId="77777777" w:rsidR="00B51559" w:rsidRDefault="00B51559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F30DD" w14:textId="77777777" w:rsidR="00CC6287" w:rsidRDefault="00CC6287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226FC5" w14:textId="77777777" w:rsidR="00CC6287" w:rsidRDefault="00CC6287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61ED9" w14:textId="77777777" w:rsidR="00CC6287" w:rsidRPr="005E41DE" w:rsidRDefault="00CC6287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5E455D">
      <w:rPr>
        <w:rFonts w:ascii="Arial" w:hAnsi="Arial" w:cs="Arial"/>
        <w:noProof/>
        <w:sz w:val="20"/>
        <w:szCs w:val="20"/>
      </w:rPr>
      <w:t>9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5E455D">
      <w:rPr>
        <w:rFonts w:ascii="Arial" w:hAnsi="Arial" w:cs="Arial"/>
        <w:noProof/>
        <w:sz w:val="20"/>
        <w:szCs w:val="20"/>
      </w:rPr>
      <w:t>29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DEB6D" w14:textId="77777777" w:rsidR="00B51559" w:rsidRDefault="00B51559" w:rsidP="007D0A84">
      <w:r>
        <w:separator/>
      </w:r>
    </w:p>
    <w:p w14:paraId="5B8D7542" w14:textId="77777777" w:rsidR="00B51559" w:rsidRDefault="00B51559" w:rsidP="007D0A84"/>
  </w:footnote>
  <w:footnote w:type="continuationSeparator" w:id="0">
    <w:p w14:paraId="7347178C" w14:textId="77777777" w:rsidR="00B51559" w:rsidRDefault="00B51559" w:rsidP="007D0A84">
      <w:r>
        <w:continuationSeparator/>
      </w:r>
    </w:p>
    <w:p w14:paraId="095F3FA9" w14:textId="77777777" w:rsidR="00B51559" w:rsidRDefault="00B51559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21992" w14:textId="1095814E" w:rsidR="00CC6287" w:rsidRPr="0096472A" w:rsidRDefault="00B10596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A13B80">
      <w:rPr>
        <w:noProof/>
      </w:rPr>
      <w:drawing>
        <wp:inline distT="0" distB="0" distL="0" distR="0" wp14:anchorId="528E557E" wp14:editId="3972998B">
          <wp:extent cx="3186430" cy="650875"/>
          <wp:effectExtent l="0" t="0" r="0" b="0"/>
          <wp:docPr id="10" name="Obraz 12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6430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735A1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83501A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EE2F98"/>
    <w:multiLevelType w:val="hybridMultilevel"/>
    <w:tmpl w:val="1A22D0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01124"/>
    <w:multiLevelType w:val="hybridMultilevel"/>
    <w:tmpl w:val="8C38C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11ECF"/>
    <w:multiLevelType w:val="hybridMultilevel"/>
    <w:tmpl w:val="56765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7" w15:restartNumberingAfterBreak="0">
    <w:nsid w:val="152726E4"/>
    <w:multiLevelType w:val="multilevel"/>
    <w:tmpl w:val="94BEC8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8" w15:restartNumberingAfterBreak="0">
    <w:nsid w:val="199117D2"/>
    <w:multiLevelType w:val="hybridMultilevel"/>
    <w:tmpl w:val="3118E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F5F81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AB21F23"/>
    <w:multiLevelType w:val="hybridMultilevel"/>
    <w:tmpl w:val="72AA510A"/>
    <w:lvl w:ilvl="0" w:tplc="3040662E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2" w15:restartNumberingAfterBreak="0">
    <w:nsid w:val="342228DF"/>
    <w:multiLevelType w:val="hybridMultilevel"/>
    <w:tmpl w:val="6E88E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E61EA5"/>
    <w:multiLevelType w:val="hybridMultilevel"/>
    <w:tmpl w:val="C1821F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E2A64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B7C3756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96B466B"/>
    <w:multiLevelType w:val="hybridMultilevel"/>
    <w:tmpl w:val="557AA2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661A5"/>
    <w:multiLevelType w:val="hybridMultilevel"/>
    <w:tmpl w:val="8180B262"/>
    <w:lvl w:ilvl="0" w:tplc="5E600906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00340B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0" w15:restartNumberingAfterBreak="0">
    <w:nsid w:val="5B83094B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C771C42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FC26532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4776B7A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E2F54A0"/>
    <w:multiLevelType w:val="multilevel"/>
    <w:tmpl w:val="F73EC412"/>
    <w:lvl w:ilvl="0">
      <w:start w:val="1"/>
      <w:numFmt w:val="decimal"/>
      <w:pStyle w:val="Nagwek1"/>
      <w:lvlText w:val="%1."/>
      <w:lvlJc w:val="left"/>
      <w:pPr>
        <w:ind w:left="510" w:hanging="510"/>
      </w:pPr>
      <w:rPr>
        <w:rFonts w:ascii="Lato" w:hAnsi="Lato" w:hint="default"/>
        <w:b w:val="0"/>
        <w:bCs/>
        <w:i w:val="0"/>
        <w:sz w:val="40"/>
        <w:szCs w:val="40"/>
      </w:rPr>
    </w:lvl>
    <w:lvl w:ilvl="1">
      <w:start w:val="1"/>
      <w:numFmt w:val="decimal"/>
      <w:pStyle w:val="Nagwek2"/>
      <w:lvlText w:val="%1.%2."/>
      <w:lvlJc w:val="left"/>
      <w:pPr>
        <w:ind w:left="1021" w:hanging="661"/>
      </w:pPr>
      <w:rPr>
        <w:rFonts w:ascii="Lato" w:hAnsi="Lato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Lato" w:hAnsi="Lato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54B0283"/>
    <w:multiLevelType w:val="multilevel"/>
    <w:tmpl w:val="A7781D4C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87" w:hanging="66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1588" w:hanging="86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7" w15:restartNumberingAfterBreak="0">
    <w:nsid w:val="7C312D07"/>
    <w:multiLevelType w:val="hybridMultilevel"/>
    <w:tmpl w:val="58FC4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45874">
    <w:abstractNumId w:val="26"/>
  </w:num>
  <w:num w:numId="2" w16cid:durableId="871261923">
    <w:abstractNumId w:val="6"/>
  </w:num>
  <w:num w:numId="3" w16cid:durableId="1179737904">
    <w:abstractNumId w:val="19"/>
  </w:num>
  <w:num w:numId="4" w16cid:durableId="534389323">
    <w:abstractNumId w:val="0"/>
  </w:num>
  <w:num w:numId="5" w16cid:durableId="329990513">
    <w:abstractNumId w:val="11"/>
  </w:num>
  <w:num w:numId="6" w16cid:durableId="489827288">
    <w:abstractNumId w:val="13"/>
  </w:num>
  <w:num w:numId="7" w16cid:durableId="1852375398">
    <w:abstractNumId w:val="10"/>
  </w:num>
  <w:num w:numId="8" w16cid:durableId="153255040">
    <w:abstractNumId w:val="17"/>
  </w:num>
  <w:num w:numId="9" w16cid:durableId="1703477698">
    <w:abstractNumId w:val="8"/>
  </w:num>
  <w:num w:numId="10" w16cid:durableId="1542395757">
    <w:abstractNumId w:val="27"/>
  </w:num>
  <w:num w:numId="11" w16cid:durableId="460417950">
    <w:abstractNumId w:val="3"/>
  </w:num>
  <w:num w:numId="12" w16cid:durableId="875434729">
    <w:abstractNumId w:val="24"/>
  </w:num>
  <w:num w:numId="13" w16cid:durableId="1963538501">
    <w:abstractNumId w:val="20"/>
  </w:num>
  <w:num w:numId="14" w16cid:durableId="1198663754">
    <w:abstractNumId w:val="2"/>
  </w:num>
  <w:num w:numId="15" w16cid:durableId="584388514">
    <w:abstractNumId w:val="1"/>
  </w:num>
  <w:num w:numId="16" w16cid:durableId="1422221994">
    <w:abstractNumId w:val="14"/>
  </w:num>
  <w:num w:numId="17" w16cid:durableId="1035349349">
    <w:abstractNumId w:val="21"/>
  </w:num>
  <w:num w:numId="18" w16cid:durableId="632563646">
    <w:abstractNumId w:val="9"/>
  </w:num>
  <w:num w:numId="19" w16cid:durableId="1305164276">
    <w:abstractNumId w:val="15"/>
  </w:num>
  <w:num w:numId="20" w16cid:durableId="316887572">
    <w:abstractNumId w:val="23"/>
  </w:num>
  <w:num w:numId="21" w16cid:durableId="1627345286">
    <w:abstractNumId w:val="25"/>
  </w:num>
  <w:num w:numId="22" w16cid:durableId="328364502">
    <w:abstractNumId w:val="18"/>
  </w:num>
  <w:num w:numId="23" w16cid:durableId="1602567629">
    <w:abstractNumId w:val="22"/>
  </w:num>
  <w:num w:numId="24" w16cid:durableId="932667828">
    <w:abstractNumId w:val="7"/>
  </w:num>
  <w:num w:numId="25" w16cid:durableId="770974952">
    <w:abstractNumId w:val="7"/>
    <w:lvlOverride w:ilvl="0">
      <w:startOverride w:val="1"/>
    </w:lvlOverride>
    <w:lvlOverride w:ilvl="1">
      <w:startOverride w:val="6"/>
    </w:lvlOverride>
    <w:lvlOverride w:ilvl="2">
      <w:startOverride w:val="1"/>
    </w:lvlOverride>
  </w:num>
  <w:num w:numId="26" w16cid:durableId="62917162">
    <w:abstractNumId w:val="4"/>
  </w:num>
  <w:num w:numId="27" w16cid:durableId="654720455">
    <w:abstractNumId w:val="16"/>
  </w:num>
  <w:num w:numId="28" w16cid:durableId="896626426">
    <w:abstractNumId w:val="12"/>
  </w:num>
  <w:num w:numId="29" w16cid:durableId="597107457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2270"/>
    <w:rsid w:val="00002388"/>
    <w:rsid w:val="0000379A"/>
    <w:rsid w:val="00003D13"/>
    <w:rsid w:val="00004C2C"/>
    <w:rsid w:val="0000679B"/>
    <w:rsid w:val="00006EAE"/>
    <w:rsid w:val="0000721C"/>
    <w:rsid w:val="00010350"/>
    <w:rsid w:val="00010FA9"/>
    <w:rsid w:val="00011D3A"/>
    <w:rsid w:val="000122B3"/>
    <w:rsid w:val="000158A1"/>
    <w:rsid w:val="000174FC"/>
    <w:rsid w:val="00022ECC"/>
    <w:rsid w:val="00024E09"/>
    <w:rsid w:val="00024E81"/>
    <w:rsid w:val="0002500F"/>
    <w:rsid w:val="00026161"/>
    <w:rsid w:val="00033522"/>
    <w:rsid w:val="00034C39"/>
    <w:rsid w:val="0003563C"/>
    <w:rsid w:val="00035695"/>
    <w:rsid w:val="00035F37"/>
    <w:rsid w:val="000403B1"/>
    <w:rsid w:val="000405BA"/>
    <w:rsid w:val="00040CE8"/>
    <w:rsid w:val="000412BA"/>
    <w:rsid w:val="00042AA7"/>
    <w:rsid w:val="00042D57"/>
    <w:rsid w:val="0004351F"/>
    <w:rsid w:val="00044EF7"/>
    <w:rsid w:val="000459F6"/>
    <w:rsid w:val="00047139"/>
    <w:rsid w:val="0005028B"/>
    <w:rsid w:val="00050E71"/>
    <w:rsid w:val="000526C9"/>
    <w:rsid w:val="000532A7"/>
    <w:rsid w:val="000548F3"/>
    <w:rsid w:val="00054A2C"/>
    <w:rsid w:val="00055A74"/>
    <w:rsid w:val="00056AF6"/>
    <w:rsid w:val="00057DAF"/>
    <w:rsid w:val="0006207D"/>
    <w:rsid w:val="000632F6"/>
    <w:rsid w:val="00063503"/>
    <w:rsid w:val="00063F52"/>
    <w:rsid w:val="00064E96"/>
    <w:rsid w:val="00064EFD"/>
    <w:rsid w:val="00064FBF"/>
    <w:rsid w:val="00066ADF"/>
    <w:rsid w:val="00066DF3"/>
    <w:rsid w:val="00070D7B"/>
    <w:rsid w:val="00072327"/>
    <w:rsid w:val="00074172"/>
    <w:rsid w:val="000751C4"/>
    <w:rsid w:val="00076781"/>
    <w:rsid w:val="00076B90"/>
    <w:rsid w:val="00077948"/>
    <w:rsid w:val="000779FD"/>
    <w:rsid w:val="00080ECB"/>
    <w:rsid w:val="00081840"/>
    <w:rsid w:val="0008307A"/>
    <w:rsid w:val="00083A2C"/>
    <w:rsid w:val="00086C72"/>
    <w:rsid w:val="00087251"/>
    <w:rsid w:val="0008784C"/>
    <w:rsid w:val="00090066"/>
    <w:rsid w:val="00091144"/>
    <w:rsid w:val="00092533"/>
    <w:rsid w:val="000968A3"/>
    <w:rsid w:val="000A0949"/>
    <w:rsid w:val="000A0DD8"/>
    <w:rsid w:val="000A1C0C"/>
    <w:rsid w:val="000A1DAB"/>
    <w:rsid w:val="000A2072"/>
    <w:rsid w:val="000A2EBE"/>
    <w:rsid w:val="000A494E"/>
    <w:rsid w:val="000A5C28"/>
    <w:rsid w:val="000A64F7"/>
    <w:rsid w:val="000A6FEC"/>
    <w:rsid w:val="000B1B12"/>
    <w:rsid w:val="000B4AAB"/>
    <w:rsid w:val="000B51A2"/>
    <w:rsid w:val="000B5FB9"/>
    <w:rsid w:val="000B6CE8"/>
    <w:rsid w:val="000C0100"/>
    <w:rsid w:val="000C08EC"/>
    <w:rsid w:val="000C0B3E"/>
    <w:rsid w:val="000C0D2E"/>
    <w:rsid w:val="000C185F"/>
    <w:rsid w:val="000C1C77"/>
    <w:rsid w:val="000C2AD2"/>
    <w:rsid w:val="000C2AEB"/>
    <w:rsid w:val="000C318A"/>
    <w:rsid w:val="000C493A"/>
    <w:rsid w:val="000C53A5"/>
    <w:rsid w:val="000C6B9E"/>
    <w:rsid w:val="000D083E"/>
    <w:rsid w:val="000D2059"/>
    <w:rsid w:val="000D255A"/>
    <w:rsid w:val="000D2898"/>
    <w:rsid w:val="000D4491"/>
    <w:rsid w:val="000D4C90"/>
    <w:rsid w:val="000D5C37"/>
    <w:rsid w:val="000D7E14"/>
    <w:rsid w:val="000E0240"/>
    <w:rsid w:val="000E10D8"/>
    <w:rsid w:val="000E3FBC"/>
    <w:rsid w:val="000F02B8"/>
    <w:rsid w:val="000F136B"/>
    <w:rsid w:val="000F2C16"/>
    <w:rsid w:val="000F2C48"/>
    <w:rsid w:val="000F3AC0"/>
    <w:rsid w:val="000F438A"/>
    <w:rsid w:val="000F4DAB"/>
    <w:rsid w:val="000F5774"/>
    <w:rsid w:val="000F6854"/>
    <w:rsid w:val="0010065E"/>
    <w:rsid w:val="001008A9"/>
    <w:rsid w:val="00101536"/>
    <w:rsid w:val="00101885"/>
    <w:rsid w:val="00101D16"/>
    <w:rsid w:val="00102224"/>
    <w:rsid w:val="00103EBE"/>
    <w:rsid w:val="00106019"/>
    <w:rsid w:val="0010649E"/>
    <w:rsid w:val="00106CA1"/>
    <w:rsid w:val="00107368"/>
    <w:rsid w:val="00107697"/>
    <w:rsid w:val="00107DA2"/>
    <w:rsid w:val="0011244B"/>
    <w:rsid w:val="00113437"/>
    <w:rsid w:val="00113668"/>
    <w:rsid w:val="001144AF"/>
    <w:rsid w:val="001171C1"/>
    <w:rsid w:val="00117CF3"/>
    <w:rsid w:val="00120342"/>
    <w:rsid w:val="001207D5"/>
    <w:rsid w:val="00120F76"/>
    <w:rsid w:val="00122788"/>
    <w:rsid w:val="00124EB4"/>
    <w:rsid w:val="00125768"/>
    <w:rsid w:val="0012590D"/>
    <w:rsid w:val="0012617A"/>
    <w:rsid w:val="0012682D"/>
    <w:rsid w:val="00127D0D"/>
    <w:rsid w:val="001320C1"/>
    <w:rsid w:val="001335AD"/>
    <w:rsid w:val="00133744"/>
    <w:rsid w:val="00133782"/>
    <w:rsid w:val="00135581"/>
    <w:rsid w:val="00142B5F"/>
    <w:rsid w:val="001433D1"/>
    <w:rsid w:val="00144E15"/>
    <w:rsid w:val="00144FE4"/>
    <w:rsid w:val="00146E34"/>
    <w:rsid w:val="001503EB"/>
    <w:rsid w:val="0015165F"/>
    <w:rsid w:val="00154223"/>
    <w:rsid w:val="001544B7"/>
    <w:rsid w:val="00155CE4"/>
    <w:rsid w:val="0015662F"/>
    <w:rsid w:val="00156ECE"/>
    <w:rsid w:val="001572B7"/>
    <w:rsid w:val="0015791D"/>
    <w:rsid w:val="001621D0"/>
    <w:rsid w:val="0016238D"/>
    <w:rsid w:val="001633E9"/>
    <w:rsid w:val="00163744"/>
    <w:rsid w:val="00166064"/>
    <w:rsid w:val="001661AB"/>
    <w:rsid w:val="00166E04"/>
    <w:rsid w:val="00167006"/>
    <w:rsid w:val="00167530"/>
    <w:rsid w:val="0016795E"/>
    <w:rsid w:val="00171221"/>
    <w:rsid w:val="00172536"/>
    <w:rsid w:val="00172745"/>
    <w:rsid w:val="00173D7D"/>
    <w:rsid w:val="00173E66"/>
    <w:rsid w:val="001759CB"/>
    <w:rsid w:val="0017629B"/>
    <w:rsid w:val="00176D0E"/>
    <w:rsid w:val="00180B44"/>
    <w:rsid w:val="0018265A"/>
    <w:rsid w:val="00182F86"/>
    <w:rsid w:val="00183692"/>
    <w:rsid w:val="00183780"/>
    <w:rsid w:val="0018499C"/>
    <w:rsid w:val="00185086"/>
    <w:rsid w:val="001858C8"/>
    <w:rsid w:val="00186B57"/>
    <w:rsid w:val="001910DD"/>
    <w:rsid w:val="001930B3"/>
    <w:rsid w:val="0019352F"/>
    <w:rsid w:val="0019434B"/>
    <w:rsid w:val="00194635"/>
    <w:rsid w:val="001949A9"/>
    <w:rsid w:val="00194BF6"/>
    <w:rsid w:val="00194FED"/>
    <w:rsid w:val="001A03BA"/>
    <w:rsid w:val="001A095A"/>
    <w:rsid w:val="001A1306"/>
    <w:rsid w:val="001A1E5E"/>
    <w:rsid w:val="001A2A4F"/>
    <w:rsid w:val="001A2CA2"/>
    <w:rsid w:val="001A3E53"/>
    <w:rsid w:val="001A6D14"/>
    <w:rsid w:val="001A7F9A"/>
    <w:rsid w:val="001B00E0"/>
    <w:rsid w:val="001B068F"/>
    <w:rsid w:val="001B3740"/>
    <w:rsid w:val="001B3AF3"/>
    <w:rsid w:val="001B481E"/>
    <w:rsid w:val="001B4FD6"/>
    <w:rsid w:val="001B5C7D"/>
    <w:rsid w:val="001B5F9A"/>
    <w:rsid w:val="001B74AB"/>
    <w:rsid w:val="001C0016"/>
    <w:rsid w:val="001C0BE0"/>
    <w:rsid w:val="001C0E6B"/>
    <w:rsid w:val="001C21DA"/>
    <w:rsid w:val="001C281B"/>
    <w:rsid w:val="001C3AA2"/>
    <w:rsid w:val="001C4016"/>
    <w:rsid w:val="001C4515"/>
    <w:rsid w:val="001C51E3"/>
    <w:rsid w:val="001C5204"/>
    <w:rsid w:val="001C5C03"/>
    <w:rsid w:val="001C6732"/>
    <w:rsid w:val="001C680A"/>
    <w:rsid w:val="001D1ACD"/>
    <w:rsid w:val="001D21A9"/>
    <w:rsid w:val="001D272F"/>
    <w:rsid w:val="001D3662"/>
    <w:rsid w:val="001D3742"/>
    <w:rsid w:val="001D4896"/>
    <w:rsid w:val="001D5101"/>
    <w:rsid w:val="001D5CFC"/>
    <w:rsid w:val="001D67CF"/>
    <w:rsid w:val="001D69B2"/>
    <w:rsid w:val="001D7BA3"/>
    <w:rsid w:val="001E1E66"/>
    <w:rsid w:val="001E23F5"/>
    <w:rsid w:val="001E290A"/>
    <w:rsid w:val="001E4D00"/>
    <w:rsid w:val="001E5847"/>
    <w:rsid w:val="001E794B"/>
    <w:rsid w:val="001F1D6D"/>
    <w:rsid w:val="001F3E64"/>
    <w:rsid w:val="001F4083"/>
    <w:rsid w:val="001F5A72"/>
    <w:rsid w:val="001F5F7F"/>
    <w:rsid w:val="001F63C1"/>
    <w:rsid w:val="001F771E"/>
    <w:rsid w:val="001F77ED"/>
    <w:rsid w:val="00200728"/>
    <w:rsid w:val="0020192F"/>
    <w:rsid w:val="00201EF5"/>
    <w:rsid w:val="00202EFA"/>
    <w:rsid w:val="002030BF"/>
    <w:rsid w:val="0020494B"/>
    <w:rsid w:val="00205E66"/>
    <w:rsid w:val="00206D91"/>
    <w:rsid w:val="00210F00"/>
    <w:rsid w:val="002110E6"/>
    <w:rsid w:val="00211695"/>
    <w:rsid w:val="002149B1"/>
    <w:rsid w:val="00214B41"/>
    <w:rsid w:val="00216DFF"/>
    <w:rsid w:val="00216F97"/>
    <w:rsid w:val="00222C99"/>
    <w:rsid w:val="002230BB"/>
    <w:rsid w:val="0022354F"/>
    <w:rsid w:val="0022380D"/>
    <w:rsid w:val="00223A2F"/>
    <w:rsid w:val="0022428E"/>
    <w:rsid w:val="00224887"/>
    <w:rsid w:val="002328C7"/>
    <w:rsid w:val="00232BCD"/>
    <w:rsid w:val="00232BDE"/>
    <w:rsid w:val="00234C59"/>
    <w:rsid w:val="00237E2E"/>
    <w:rsid w:val="00240E9C"/>
    <w:rsid w:val="0024132B"/>
    <w:rsid w:val="0024177B"/>
    <w:rsid w:val="00241903"/>
    <w:rsid w:val="00242A35"/>
    <w:rsid w:val="00242F26"/>
    <w:rsid w:val="0024396D"/>
    <w:rsid w:val="0024436E"/>
    <w:rsid w:val="00244BE6"/>
    <w:rsid w:val="0024532B"/>
    <w:rsid w:val="002462C7"/>
    <w:rsid w:val="00246D75"/>
    <w:rsid w:val="0025023D"/>
    <w:rsid w:val="002516BD"/>
    <w:rsid w:val="00251B52"/>
    <w:rsid w:val="00251EF3"/>
    <w:rsid w:val="00252809"/>
    <w:rsid w:val="00252A58"/>
    <w:rsid w:val="00252AD8"/>
    <w:rsid w:val="00252AF2"/>
    <w:rsid w:val="00252C38"/>
    <w:rsid w:val="00254F98"/>
    <w:rsid w:val="00255825"/>
    <w:rsid w:val="0025612E"/>
    <w:rsid w:val="002566B5"/>
    <w:rsid w:val="00256BF2"/>
    <w:rsid w:val="00256F19"/>
    <w:rsid w:val="002611C8"/>
    <w:rsid w:val="0026369E"/>
    <w:rsid w:val="002636E2"/>
    <w:rsid w:val="002646A6"/>
    <w:rsid w:val="0026475F"/>
    <w:rsid w:val="00264CC8"/>
    <w:rsid w:val="00264F35"/>
    <w:rsid w:val="00264FCC"/>
    <w:rsid w:val="002667E4"/>
    <w:rsid w:val="00267CE0"/>
    <w:rsid w:val="00270A59"/>
    <w:rsid w:val="00270DE0"/>
    <w:rsid w:val="0027147B"/>
    <w:rsid w:val="002724D4"/>
    <w:rsid w:val="00274C69"/>
    <w:rsid w:val="00275785"/>
    <w:rsid w:val="002758EA"/>
    <w:rsid w:val="00276574"/>
    <w:rsid w:val="002766D1"/>
    <w:rsid w:val="00281340"/>
    <w:rsid w:val="002813F4"/>
    <w:rsid w:val="00281B97"/>
    <w:rsid w:val="002839D1"/>
    <w:rsid w:val="00284822"/>
    <w:rsid w:val="00285997"/>
    <w:rsid w:val="002903F9"/>
    <w:rsid w:val="00292E5C"/>
    <w:rsid w:val="00293F43"/>
    <w:rsid w:val="00295396"/>
    <w:rsid w:val="00295952"/>
    <w:rsid w:val="002A02C3"/>
    <w:rsid w:val="002A103F"/>
    <w:rsid w:val="002A437A"/>
    <w:rsid w:val="002A4737"/>
    <w:rsid w:val="002A7920"/>
    <w:rsid w:val="002B28A2"/>
    <w:rsid w:val="002B3E27"/>
    <w:rsid w:val="002B410E"/>
    <w:rsid w:val="002B449C"/>
    <w:rsid w:val="002B542D"/>
    <w:rsid w:val="002B72DC"/>
    <w:rsid w:val="002B7969"/>
    <w:rsid w:val="002B7D1F"/>
    <w:rsid w:val="002C1595"/>
    <w:rsid w:val="002C1D1A"/>
    <w:rsid w:val="002C42C1"/>
    <w:rsid w:val="002C5B53"/>
    <w:rsid w:val="002C5F0B"/>
    <w:rsid w:val="002C690A"/>
    <w:rsid w:val="002C6A5F"/>
    <w:rsid w:val="002C6B95"/>
    <w:rsid w:val="002D10FC"/>
    <w:rsid w:val="002D1E01"/>
    <w:rsid w:val="002D235C"/>
    <w:rsid w:val="002D3F8A"/>
    <w:rsid w:val="002D5CDB"/>
    <w:rsid w:val="002E2ED0"/>
    <w:rsid w:val="002E4329"/>
    <w:rsid w:val="002E5094"/>
    <w:rsid w:val="002E533B"/>
    <w:rsid w:val="002E5886"/>
    <w:rsid w:val="002E656F"/>
    <w:rsid w:val="002E6C7A"/>
    <w:rsid w:val="002F0C99"/>
    <w:rsid w:val="002F1C1D"/>
    <w:rsid w:val="002F2134"/>
    <w:rsid w:val="002F2B6D"/>
    <w:rsid w:val="002F44BD"/>
    <w:rsid w:val="002F4CFF"/>
    <w:rsid w:val="002F54E3"/>
    <w:rsid w:val="002F550C"/>
    <w:rsid w:val="002F5DA2"/>
    <w:rsid w:val="00300B1E"/>
    <w:rsid w:val="00300DB9"/>
    <w:rsid w:val="00300E2F"/>
    <w:rsid w:val="00301127"/>
    <w:rsid w:val="003017B6"/>
    <w:rsid w:val="00302934"/>
    <w:rsid w:val="00303488"/>
    <w:rsid w:val="00304B66"/>
    <w:rsid w:val="00305B9D"/>
    <w:rsid w:val="00305D55"/>
    <w:rsid w:val="003063ED"/>
    <w:rsid w:val="00306524"/>
    <w:rsid w:val="00311BD7"/>
    <w:rsid w:val="00311FCE"/>
    <w:rsid w:val="003127DE"/>
    <w:rsid w:val="0031348E"/>
    <w:rsid w:val="00314692"/>
    <w:rsid w:val="003146F8"/>
    <w:rsid w:val="00315A6B"/>
    <w:rsid w:val="00315ACD"/>
    <w:rsid w:val="00316BC2"/>
    <w:rsid w:val="003176A0"/>
    <w:rsid w:val="003204EF"/>
    <w:rsid w:val="00322B8C"/>
    <w:rsid w:val="00323356"/>
    <w:rsid w:val="0032593C"/>
    <w:rsid w:val="00326B89"/>
    <w:rsid w:val="00326BF4"/>
    <w:rsid w:val="0032742A"/>
    <w:rsid w:val="00327F13"/>
    <w:rsid w:val="003315A6"/>
    <w:rsid w:val="00332597"/>
    <w:rsid w:val="00332FA4"/>
    <w:rsid w:val="00334430"/>
    <w:rsid w:val="00337DFF"/>
    <w:rsid w:val="00340818"/>
    <w:rsid w:val="003413CB"/>
    <w:rsid w:val="00341763"/>
    <w:rsid w:val="00342EDB"/>
    <w:rsid w:val="0034327C"/>
    <w:rsid w:val="00343DC8"/>
    <w:rsid w:val="00343EC1"/>
    <w:rsid w:val="003452D8"/>
    <w:rsid w:val="00347D15"/>
    <w:rsid w:val="00350B15"/>
    <w:rsid w:val="00351F75"/>
    <w:rsid w:val="0035216F"/>
    <w:rsid w:val="003524CC"/>
    <w:rsid w:val="0035375C"/>
    <w:rsid w:val="00354990"/>
    <w:rsid w:val="00355571"/>
    <w:rsid w:val="003555E4"/>
    <w:rsid w:val="0035634B"/>
    <w:rsid w:val="00356377"/>
    <w:rsid w:val="00360614"/>
    <w:rsid w:val="003615C3"/>
    <w:rsid w:val="003619FB"/>
    <w:rsid w:val="00362C16"/>
    <w:rsid w:val="00363521"/>
    <w:rsid w:val="00365E7F"/>
    <w:rsid w:val="00370929"/>
    <w:rsid w:val="00370C8F"/>
    <w:rsid w:val="00371C80"/>
    <w:rsid w:val="003742B3"/>
    <w:rsid w:val="003745F6"/>
    <w:rsid w:val="00375474"/>
    <w:rsid w:val="00377196"/>
    <w:rsid w:val="00377A05"/>
    <w:rsid w:val="0038196F"/>
    <w:rsid w:val="00382538"/>
    <w:rsid w:val="00382C33"/>
    <w:rsid w:val="0038491A"/>
    <w:rsid w:val="00386A34"/>
    <w:rsid w:val="00387663"/>
    <w:rsid w:val="003878B0"/>
    <w:rsid w:val="003909E3"/>
    <w:rsid w:val="003915A1"/>
    <w:rsid w:val="00391C0E"/>
    <w:rsid w:val="00391FFE"/>
    <w:rsid w:val="0039249E"/>
    <w:rsid w:val="00392768"/>
    <w:rsid w:val="00392911"/>
    <w:rsid w:val="00392C48"/>
    <w:rsid w:val="00392EF9"/>
    <w:rsid w:val="00394A33"/>
    <w:rsid w:val="00395B98"/>
    <w:rsid w:val="00397258"/>
    <w:rsid w:val="00397A7D"/>
    <w:rsid w:val="003A0B6E"/>
    <w:rsid w:val="003A0DCD"/>
    <w:rsid w:val="003A2323"/>
    <w:rsid w:val="003A27CA"/>
    <w:rsid w:val="003A2AD5"/>
    <w:rsid w:val="003A40B8"/>
    <w:rsid w:val="003B094D"/>
    <w:rsid w:val="003B2FEA"/>
    <w:rsid w:val="003B3F2A"/>
    <w:rsid w:val="003B4129"/>
    <w:rsid w:val="003B4C9C"/>
    <w:rsid w:val="003B59A0"/>
    <w:rsid w:val="003B5B48"/>
    <w:rsid w:val="003B60A9"/>
    <w:rsid w:val="003B674B"/>
    <w:rsid w:val="003B6AA3"/>
    <w:rsid w:val="003B7E81"/>
    <w:rsid w:val="003C0FDC"/>
    <w:rsid w:val="003C4C7D"/>
    <w:rsid w:val="003C4CBD"/>
    <w:rsid w:val="003C4E2A"/>
    <w:rsid w:val="003C5AE5"/>
    <w:rsid w:val="003C5B12"/>
    <w:rsid w:val="003C66B6"/>
    <w:rsid w:val="003C7778"/>
    <w:rsid w:val="003D059B"/>
    <w:rsid w:val="003D18E6"/>
    <w:rsid w:val="003D25AE"/>
    <w:rsid w:val="003D368E"/>
    <w:rsid w:val="003D3736"/>
    <w:rsid w:val="003D37A0"/>
    <w:rsid w:val="003D3CB7"/>
    <w:rsid w:val="003D5D8D"/>
    <w:rsid w:val="003E08DA"/>
    <w:rsid w:val="003E2FE3"/>
    <w:rsid w:val="003E5A50"/>
    <w:rsid w:val="003E64FE"/>
    <w:rsid w:val="003E6C77"/>
    <w:rsid w:val="003E6D4B"/>
    <w:rsid w:val="003E7BD7"/>
    <w:rsid w:val="003E7BDE"/>
    <w:rsid w:val="003F0176"/>
    <w:rsid w:val="003F030F"/>
    <w:rsid w:val="003F05B3"/>
    <w:rsid w:val="003F16C0"/>
    <w:rsid w:val="003F1825"/>
    <w:rsid w:val="003F3585"/>
    <w:rsid w:val="003F4A3E"/>
    <w:rsid w:val="003F7CC4"/>
    <w:rsid w:val="004001FE"/>
    <w:rsid w:val="0040074D"/>
    <w:rsid w:val="0040182D"/>
    <w:rsid w:val="00402D93"/>
    <w:rsid w:val="004043F7"/>
    <w:rsid w:val="00404706"/>
    <w:rsid w:val="00404D02"/>
    <w:rsid w:val="00405832"/>
    <w:rsid w:val="004060FB"/>
    <w:rsid w:val="004066BA"/>
    <w:rsid w:val="0040700B"/>
    <w:rsid w:val="0040758B"/>
    <w:rsid w:val="0041075E"/>
    <w:rsid w:val="00413F62"/>
    <w:rsid w:val="00414057"/>
    <w:rsid w:val="004140E4"/>
    <w:rsid w:val="004155AA"/>
    <w:rsid w:val="004155C2"/>
    <w:rsid w:val="0041602E"/>
    <w:rsid w:val="00416856"/>
    <w:rsid w:val="004171F3"/>
    <w:rsid w:val="00417BB8"/>
    <w:rsid w:val="00420908"/>
    <w:rsid w:val="00420C84"/>
    <w:rsid w:val="0042104C"/>
    <w:rsid w:val="00422070"/>
    <w:rsid w:val="00422250"/>
    <w:rsid w:val="00423C23"/>
    <w:rsid w:val="00424B1B"/>
    <w:rsid w:val="004250F8"/>
    <w:rsid w:val="0042524B"/>
    <w:rsid w:val="0042696D"/>
    <w:rsid w:val="00426EBF"/>
    <w:rsid w:val="00426F5A"/>
    <w:rsid w:val="004272DC"/>
    <w:rsid w:val="00427E8B"/>
    <w:rsid w:val="00430B8A"/>
    <w:rsid w:val="00432D03"/>
    <w:rsid w:val="004333D7"/>
    <w:rsid w:val="004335AE"/>
    <w:rsid w:val="00437081"/>
    <w:rsid w:val="0044032E"/>
    <w:rsid w:val="00440769"/>
    <w:rsid w:val="00441835"/>
    <w:rsid w:val="00441A97"/>
    <w:rsid w:val="00441B72"/>
    <w:rsid w:val="00441DDF"/>
    <w:rsid w:val="00442F89"/>
    <w:rsid w:val="00443B55"/>
    <w:rsid w:val="004447EB"/>
    <w:rsid w:val="00445460"/>
    <w:rsid w:val="00447DFC"/>
    <w:rsid w:val="00447F0F"/>
    <w:rsid w:val="00450162"/>
    <w:rsid w:val="004515AD"/>
    <w:rsid w:val="00451BC4"/>
    <w:rsid w:val="004520B9"/>
    <w:rsid w:val="004536AA"/>
    <w:rsid w:val="00454CE8"/>
    <w:rsid w:val="00455B15"/>
    <w:rsid w:val="0045609A"/>
    <w:rsid w:val="004564FE"/>
    <w:rsid w:val="00456705"/>
    <w:rsid w:val="004573E3"/>
    <w:rsid w:val="00461875"/>
    <w:rsid w:val="00461F74"/>
    <w:rsid w:val="004642F5"/>
    <w:rsid w:val="00465090"/>
    <w:rsid w:val="0046607A"/>
    <w:rsid w:val="00466213"/>
    <w:rsid w:val="00467366"/>
    <w:rsid w:val="00467A63"/>
    <w:rsid w:val="00471537"/>
    <w:rsid w:val="00471DCA"/>
    <w:rsid w:val="00473EAA"/>
    <w:rsid w:val="0047480B"/>
    <w:rsid w:val="004811F6"/>
    <w:rsid w:val="00481A67"/>
    <w:rsid w:val="0048311F"/>
    <w:rsid w:val="00483A1B"/>
    <w:rsid w:val="00484C38"/>
    <w:rsid w:val="00486B35"/>
    <w:rsid w:val="00486DE1"/>
    <w:rsid w:val="004907AD"/>
    <w:rsid w:val="004947FE"/>
    <w:rsid w:val="004950F9"/>
    <w:rsid w:val="00496734"/>
    <w:rsid w:val="0049693F"/>
    <w:rsid w:val="00496FC5"/>
    <w:rsid w:val="004975A6"/>
    <w:rsid w:val="004A067D"/>
    <w:rsid w:val="004A268D"/>
    <w:rsid w:val="004A2C7E"/>
    <w:rsid w:val="004A3293"/>
    <w:rsid w:val="004A447B"/>
    <w:rsid w:val="004A6590"/>
    <w:rsid w:val="004B2FCD"/>
    <w:rsid w:val="004B4CE7"/>
    <w:rsid w:val="004B522A"/>
    <w:rsid w:val="004B5617"/>
    <w:rsid w:val="004B7218"/>
    <w:rsid w:val="004C023B"/>
    <w:rsid w:val="004C1945"/>
    <w:rsid w:val="004C34DF"/>
    <w:rsid w:val="004C4DE4"/>
    <w:rsid w:val="004C5287"/>
    <w:rsid w:val="004C5834"/>
    <w:rsid w:val="004C77DA"/>
    <w:rsid w:val="004D0821"/>
    <w:rsid w:val="004D0919"/>
    <w:rsid w:val="004D0CB1"/>
    <w:rsid w:val="004D1915"/>
    <w:rsid w:val="004D1D86"/>
    <w:rsid w:val="004D2D02"/>
    <w:rsid w:val="004D2D63"/>
    <w:rsid w:val="004D47E6"/>
    <w:rsid w:val="004D66A6"/>
    <w:rsid w:val="004E0097"/>
    <w:rsid w:val="004E1746"/>
    <w:rsid w:val="004E2C82"/>
    <w:rsid w:val="004E3826"/>
    <w:rsid w:val="004E40F1"/>
    <w:rsid w:val="004E4572"/>
    <w:rsid w:val="004E4ECC"/>
    <w:rsid w:val="004F1C0C"/>
    <w:rsid w:val="004F1FB7"/>
    <w:rsid w:val="004F20FF"/>
    <w:rsid w:val="004F24BC"/>
    <w:rsid w:val="004F280A"/>
    <w:rsid w:val="004F35B4"/>
    <w:rsid w:val="004F4FF8"/>
    <w:rsid w:val="004F5029"/>
    <w:rsid w:val="004F7C47"/>
    <w:rsid w:val="00501518"/>
    <w:rsid w:val="00501531"/>
    <w:rsid w:val="0050405A"/>
    <w:rsid w:val="00505D20"/>
    <w:rsid w:val="00506842"/>
    <w:rsid w:val="00507A04"/>
    <w:rsid w:val="00510A50"/>
    <w:rsid w:val="00511DE9"/>
    <w:rsid w:val="00512AF4"/>
    <w:rsid w:val="00512DC5"/>
    <w:rsid w:val="005131D7"/>
    <w:rsid w:val="0051385E"/>
    <w:rsid w:val="0051397D"/>
    <w:rsid w:val="00522777"/>
    <w:rsid w:val="005241B7"/>
    <w:rsid w:val="00524529"/>
    <w:rsid w:val="0052587D"/>
    <w:rsid w:val="00526984"/>
    <w:rsid w:val="00527583"/>
    <w:rsid w:val="00531F78"/>
    <w:rsid w:val="0053449E"/>
    <w:rsid w:val="005356A2"/>
    <w:rsid w:val="00535984"/>
    <w:rsid w:val="0053602E"/>
    <w:rsid w:val="005366D3"/>
    <w:rsid w:val="0054053F"/>
    <w:rsid w:val="00540738"/>
    <w:rsid w:val="005414E1"/>
    <w:rsid w:val="00541D8A"/>
    <w:rsid w:val="0054234A"/>
    <w:rsid w:val="00542F65"/>
    <w:rsid w:val="005444C7"/>
    <w:rsid w:val="00544801"/>
    <w:rsid w:val="005462C6"/>
    <w:rsid w:val="005467EC"/>
    <w:rsid w:val="00546C3E"/>
    <w:rsid w:val="005471A3"/>
    <w:rsid w:val="00547C9A"/>
    <w:rsid w:val="00547FEB"/>
    <w:rsid w:val="00550D33"/>
    <w:rsid w:val="00550D9D"/>
    <w:rsid w:val="00551C48"/>
    <w:rsid w:val="00553466"/>
    <w:rsid w:val="00554274"/>
    <w:rsid w:val="00554B43"/>
    <w:rsid w:val="005556EC"/>
    <w:rsid w:val="00556079"/>
    <w:rsid w:val="00556C65"/>
    <w:rsid w:val="00557D76"/>
    <w:rsid w:val="00561FE8"/>
    <w:rsid w:val="005643EA"/>
    <w:rsid w:val="00570D19"/>
    <w:rsid w:val="00572160"/>
    <w:rsid w:val="00572460"/>
    <w:rsid w:val="0057315C"/>
    <w:rsid w:val="0057460E"/>
    <w:rsid w:val="0057520C"/>
    <w:rsid w:val="00575226"/>
    <w:rsid w:val="0057524C"/>
    <w:rsid w:val="0057542A"/>
    <w:rsid w:val="00580929"/>
    <w:rsid w:val="00580BBC"/>
    <w:rsid w:val="0058164B"/>
    <w:rsid w:val="005826A4"/>
    <w:rsid w:val="00582D37"/>
    <w:rsid w:val="0058389C"/>
    <w:rsid w:val="00583B00"/>
    <w:rsid w:val="00583D9E"/>
    <w:rsid w:val="00584525"/>
    <w:rsid w:val="0058584D"/>
    <w:rsid w:val="0058594E"/>
    <w:rsid w:val="0058798F"/>
    <w:rsid w:val="00587CCA"/>
    <w:rsid w:val="005910E1"/>
    <w:rsid w:val="005913E9"/>
    <w:rsid w:val="00591E6A"/>
    <w:rsid w:val="00593D74"/>
    <w:rsid w:val="00594108"/>
    <w:rsid w:val="0059534C"/>
    <w:rsid w:val="00596B14"/>
    <w:rsid w:val="00597DB1"/>
    <w:rsid w:val="005A295E"/>
    <w:rsid w:val="005A4844"/>
    <w:rsid w:val="005A60DE"/>
    <w:rsid w:val="005A7EBC"/>
    <w:rsid w:val="005B0498"/>
    <w:rsid w:val="005B424C"/>
    <w:rsid w:val="005B5450"/>
    <w:rsid w:val="005B5C12"/>
    <w:rsid w:val="005B6A72"/>
    <w:rsid w:val="005B6D2B"/>
    <w:rsid w:val="005B7D30"/>
    <w:rsid w:val="005C00E3"/>
    <w:rsid w:val="005C05CE"/>
    <w:rsid w:val="005C060A"/>
    <w:rsid w:val="005C0804"/>
    <w:rsid w:val="005C4632"/>
    <w:rsid w:val="005C49E0"/>
    <w:rsid w:val="005C4E00"/>
    <w:rsid w:val="005C6A85"/>
    <w:rsid w:val="005C721A"/>
    <w:rsid w:val="005D41D8"/>
    <w:rsid w:val="005D5A48"/>
    <w:rsid w:val="005D7236"/>
    <w:rsid w:val="005E0251"/>
    <w:rsid w:val="005E16A7"/>
    <w:rsid w:val="005E29CB"/>
    <w:rsid w:val="005E2B47"/>
    <w:rsid w:val="005E2BBA"/>
    <w:rsid w:val="005E2DA6"/>
    <w:rsid w:val="005E3056"/>
    <w:rsid w:val="005E37B2"/>
    <w:rsid w:val="005E41DE"/>
    <w:rsid w:val="005E455D"/>
    <w:rsid w:val="005E46C6"/>
    <w:rsid w:val="005E4AC4"/>
    <w:rsid w:val="005E4B73"/>
    <w:rsid w:val="005E52AC"/>
    <w:rsid w:val="005E68F1"/>
    <w:rsid w:val="005E70A6"/>
    <w:rsid w:val="005E7169"/>
    <w:rsid w:val="005E7CD8"/>
    <w:rsid w:val="005F13E6"/>
    <w:rsid w:val="005F153C"/>
    <w:rsid w:val="005F5E30"/>
    <w:rsid w:val="005F7A2F"/>
    <w:rsid w:val="005F7D05"/>
    <w:rsid w:val="006021D7"/>
    <w:rsid w:val="00602307"/>
    <w:rsid w:val="00602461"/>
    <w:rsid w:val="00602C5E"/>
    <w:rsid w:val="006034A2"/>
    <w:rsid w:val="00603B40"/>
    <w:rsid w:val="00604296"/>
    <w:rsid w:val="006043E3"/>
    <w:rsid w:val="00605E9D"/>
    <w:rsid w:val="006063EB"/>
    <w:rsid w:val="0061049E"/>
    <w:rsid w:val="00610913"/>
    <w:rsid w:val="00611D8C"/>
    <w:rsid w:val="00611FB4"/>
    <w:rsid w:val="00612729"/>
    <w:rsid w:val="0061275F"/>
    <w:rsid w:val="0061509F"/>
    <w:rsid w:val="006159B2"/>
    <w:rsid w:val="00616A34"/>
    <w:rsid w:val="00617BC8"/>
    <w:rsid w:val="006204E1"/>
    <w:rsid w:val="00620774"/>
    <w:rsid w:val="00621A56"/>
    <w:rsid w:val="0062287E"/>
    <w:rsid w:val="00624405"/>
    <w:rsid w:val="00624F25"/>
    <w:rsid w:val="00625323"/>
    <w:rsid w:val="0062734B"/>
    <w:rsid w:val="006278EC"/>
    <w:rsid w:val="00632B7A"/>
    <w:rsid w:val="00634475"/>
    <w:rsid w:val="0063494C"/>
    <w:rsid w:val="00634AEE"/>
    <w:rsid w:val="00635229"/>
    <w:rsid w:val="00635D6C"/>
    <w:rsid w:val="0063712A"/>
    <w:rsid w:val="006402EB"/>
    <w:rsid w:val="00640EDA"/>
    <w:rsid w:val="006427DE"/>
    <w:rsid w:val="00642F50"/>
    <w:rsid w:val="0064341D"/>
    <w:rsid w:val="0064528C"/>
    <w:rsid w:val="00645B73"/>
    <w:rsid w:val="00647A7A"/>
    <w:rsid w:val="00647FF9"/>
    <w:rsid w:val="006501CD"/>
    <w:rsid w:val="006519EC"/>
    <w:rsid w:val="00651FFF"/>
    <w:rsid w:val="006524C8"/>
    <w:rsid w:val="00652C3E"/>
    <w:rsid w:val="00652ECD"/>
    <w:rsid w:val="00652ED6"/>
    <w:rsid w:val="00653458"/>
    <w:rsid w:val="006538F8"/>
    <w:rsid w:val="0065399F"/>
    <w:rsid w:val="00653F98"/>
    <w:rsid w:val="00656721"/>
    <w:rsid w:val="0065727E"/>
    <w:rsid w:val="006616AB"/>
    <w:rsid w:val="00661A80"/>
    <w:rsid w:val="00662317"/>
    <w:rsid w:val="00662E2C"/>
    <w:rsid w:val="006634E1"/>
    <w:rsid w:val="006644C4"/>
    <w:rsid w:val="006651FE"/>
    <w:rsid w:val="006652B8"/>
    <w:rsid w:val="00666244"/>
    <w:rsid w:val="006679C2"/>
    <w:rsid w:val="00670289"/>
    <w:rsid w:val="006717D0"/>
    <w:rsid w:val="006731D5"/>
    <w:rsid w:val="0067354D"/>
    <w:rsid w:val="00674E7F"/>
    <w:rsid w:val="00675014"/>
    <w:rsid w:val="00675B74"/>
    <w:rsid w:val="00675BD4"/>
    <w:rsid w:val="00676032"/>
    <w:rsid w:val="0067640A"/>
    <w:rsid w:val="00676931"/>
    <w:rsid w:val="006804FC"/>
    <w:rsid w:val="0068158C"/>
    <w:rsid w:val="00681CAC"/>
    <w:rsid w:val="00682324"/>
    <w:rsid w:val="006824E5"/>
    <w:rsid w:val="0068279D"/>
    <w:rsid w:val="00683818"/>
    <w:rsid w:val="00683AD5"/>
    <w:rsid w:val="00685C27"/>
    <w:rsid w:val="00686D31"/>
    <w:rsid w:val="00687AA4"/>
    <w:rsid w:val="00687E3A"/>
    <w:rsid w:val="0069075B"/>
    <w:rsid w:val="006909EE"/>
    <w:rsid w:val="00690EED"/>
    <w:rsid w:val="00692362"/>
    <w:rsid w:val="006924F7"/>
    <w:rsid w:val="00693B8B"/>
    <w:rsid w:val="006943D3"/>
    <w:rsid w:val="0069538E"/>
    <w:rsid w:val="006A0C49"/>
    <w:rsid w:val="006A1FD0"/>
    <w:rsid w:val="006A21F9"/>
    <w:rsid w:val="006A422A"/>
    <w:rsid w:val="006A6D6B"/>
    <w:rsid w:val="006A7DE0"/>
    <w:rsid w:val="006B0CE7"/>
    <w:rsid w:val="006B3FB3"/>
    <w:rsid w:val="006B43F7"/>
    <w:rsid w:val="006B5465"/>
    <w:rsid w:val="006B6507"/>
    <w:rsid w:val="006B6FF1"/>
    <w:rsid w:val="006C13FF"/>
    <w:rsid w:val="006C1499"/>
    <w:rsid w:val="006C208D"/>
    <w:rsid w:val="006C31D8"/>
    <w:rsid w:val="006C38C2"/>
    <w:rsid w:val="006C39D6"/>
    <w:rsid w:val="006C4C5C"/>
    <w:rsid w:val="006C6470"/>
    <w:rsid w:val="006D0CA4"/>
    <w:rsid w:val="006D20C6"/>
    <w:rsid w:val="006D234A"/>
    <w:rsid w:val="006D3883"/>
    <w:rsid w:val="006D7EBA"/>
    <w:rsid w:val="006E04EB"/>
    <w:rsid w:val="006E128C"/>
    <w:rsid w:val="006E1E8F"/>
    <w:rsid w:val="006E2599"/>
    <w:rsid w:val="006E4D0D"/>
    <w:rsid w:val="006E53F6"/>
    <w:rsid w:val="006E7135"/>
    <w:rsid w:val="006F3723"/>
    <w:rsid w:val="006F3DBA"/>
    <w:rsid w:val="006F4A67"/>
    <w:rsid w:val="006F6110"/>
    <w:rsid w:val="0070091B"/>
    <w:rsid w:val="007014D2"/>
    <w:rsid w:val="007031EE"/>
    <w:rsid w:val="00703BF3"/>
    <w:rsid w:val="00704498"/>
    <w:rsid w:val="007044E2"/>
    <w:rsid w:val="00705788"/>
    <w:rsid w:val="00705AE2"/>
    <w:rsid w:val="007076E2"/>
    <w:rsid w:val="00707F44"/>
    <w:rsid w:val="0071719B"/>
    <w:rsid w:val="00717244"/>
    <w:rsid w:val="00720DFE"/>
    <w:rsid w:val="00720EAB"/>
    <w:rsid w:val="0072255B"/>
    <w:rsid w:val="00723D0F"/>
    <w:rsid w:val="007242D3"/>
    <w:rsid w:val="00724DE8"/>
    <w:rsid w:val="007258E7"/>
    <w:rsid w:val="00725DDA"/>
    <w:rsid w:val="007265E3"/>
    <w:rsid w:val="00726E53"/>
    <w:rsid w:val="00727D3D"/>
    <w:rsid w:val="007300C5"/>
    <w:rsid w:val="00730365"/>
    <w:rsid w:val="0073279A"/>
    <w:rsid w:val="0073395B"/>
    <w:rsid w:val="007353A8"/>
    <w:rsid w:val="007359C4"/>
    <w:rsid w:val="00735C84"/>
    <w:rsid w:val="00735D59"/>
    <w:rsid w:val="00736558"/>
    <w:rsid w:val="00737274"/>
    <w:rsid w:val="007375E5"/>
    <w:rsid w:val="00740F16"/>
    <w:rsid w:val="00741E79"/>
    <w:rsid w:val="0074438F"/>
    <w:rsid w:val="0074466D"/>
    <w:rsid w:val="007447EA"/>
    <w:rsid w:val="00744ED9"/>
    <w:rsid w:val="00745764"/>
    <w:rsid w:val="00746394"/>
    <w:rsid w:val="00750317"/>
    <w:rsid w:val="0075033C"/>
    <w:rsid w:val="00751D0F"/>
    <w:rsid w:val="0075231B"/>
    <w:rsid w:val="00755395"/>
    <w:rsid w:val="0075669F"/>
    <w:rsid w:val="00757613"/>
    <w:rsid w:val="0075772C"/>
    <w:rsid w:val="0076106D"/>
    <w:rsid w:val="0076130B"/>
    <w:rsid w:val="00761DD5"/>
    <w:rsid w:val="00763FFF"/>
    <w:rsid w:val="00764E48"/>
    <w:rsid w:val="00766059"/>
    <w:rsid w:val="00766672"/>
    <w:rsid w:val="00766DF6"/>
    <w:rsid w:val="00770EF9"/>
    <w:rsid w:val="007712AF"/>
    <w:rsid w:val="00775BBE"/>
    <w:rsid w:val="007768D4"/>
    <w:rsid w:val="00780255"/>
    <w:rsid w:val="00782503"/>
    <w:rsid w:val="00783200"/>
    <w:rsid w:val="007847FA"/>
    <w:rsid w:val="00784851"/>
    <w:rsid w:val="0078710F"/>
    <w:rsid w:val="007877A2"/>
    <w:rsid w:val="00790764"/>
    <w:rsid w:val="00790DD7"/>
    <w:rsid w:val="00791523"/>
    <w:rsid w:val="0079289F"/>
    <w:rsid w:val="00793803"/>
    <w:rsid w:val="00796C3C"/>
    <w:rsid w:val="0079775A"/>
    <w:rsid w:val="007A3211"/>
    <w:rsid w:val="007A46A6"/>
    <w:rsid w:val="007A4CA4"/>
    <w:rsid w:val="007A4E86"/>
    <w:rsid w:val="007A5561"/>
    <w:rsid w:val="007A5566"/>
    <w:rsid w:val="007B0BD9"/>
    <w:rsid w:val="007B245D"/>
    <w:rsid w:val="007B3244"/>
    <w:rsid w:val="007B5B77"/>
    <w:rsid w:val="007B6D9B"/>
    <w:rsid w:val="007C0119"/>
    <w:rsid w:val="007C165E"/>
    <w:rsid w:val="007C16EF"/>
    <w:rsid w:val="007C2836"/>
    <w:rsid w:val="007C3610"/>
    <w:rsid w:val="007C3E42"/>
    <w:rsid w:val="007C528C"/>
    <w:rsid w:val="007D0A84"/>
    <w:rsid w:val="007D0BBE"/>
    <w:rsid w:val="007D24A5"/>
    <w:rsid w:val="007D27DC"/>
    <w:rsid w:val="007D2A6C"/>
    <w:rsid w:val="007D2E18"/>
    <w:rsid w:val="007D3986"/>
    <w:rsid w:val="007D4699"/>
    <w:rsid w:val="007D4C6D"/>
    <w:rsid w:val="007D6468"/>
    <w:rsid w:val="007D6F7F"/>
    <w:rsid w:val="007D7856"/>
    <w:rsid w:val="007E2C44"/>
    <w:rsid w:val="007E35C1"/>
    <w:rsid w:val="007E4484"/>
    <w:rsid w:val="007E4670"/>
    <w:rsid w:val="007E524C"/>
    <w:rsid w:val="007E52E7"/>
    <w:rsid w:val="007E57F2"/>
    <w:rsid w:val="007F0909"/>
    <w:rsid w:val="007F09BC"/>
    <w:rsid w:val="007F0A69"/>
    <w:rsid w:val="007F101C"/>
    <w:rsid w:val="007F2FF8"/>
    <w:rsid w:val="007F52E8"/>
    <w:rsid w:val="007F59E7"/>
    <w:rsid w:val="007F66DC"/>
    <w:rsid w:val="007F7A07"/>
    <w:rsid w:val="00802397"/>
    <w:rsid w:val="00802D27"/>
    <w:rsid w:val="0080364A"/>
    <w:rsid w:val="0080375F"/>
    <w:rsid w:val="00803C7F"/>
    <w:rsid w:val="00804E8A"/>
    <w:rsid w:val="00805437"/>
    <w:rsid w:val="00807EBD"/>
    <w:rsid w:val="00811309"/>
    <w:rsid w:val="00814D6E"/>
    <w:rsid w:val="00816128"/>
    <w:rsid w:val="00817BEF"/>
    <w:rsid w:val="00817E22"/>
    <w:rsid w:val="00817ED6"/>
    <w:rsid w:val="0082099E"/>
    <w:rsid w:val="008210D2"/>
    <w:rsid w:val="00821605"/>
    <w:rsid w:val="00821BE3"/>
    <w:rsid w:val="00823532"/>
    <w:rsid w:val="0082395C"/>
    <w:rsid w:val="00823C0F"/>
    <w:rsid w:val="00824850"/>
    <w:rsid w:val="00824B4F"/>
    <w:rsid w:val="008304F2"/>
    <w:rsid w:val="008304F5"/>
    <w:rsid w:val="008312D8"/>
    <w:rsid w:val="00831414"/>
    <w:rsid w:val="0083586F"/>
    <w:rsid w:val="00836A81"/>
    <w:rsid w:val="00836DD7"/>
    <w:rsid w:val="008404DD"/>
    <w:rsid w:val="0084198F"/>
    <w:rsid w:val="008420BA"/>
    <w:rsid w:val="00842882"/>
    <w:rsid w:val="008453C1"/>
    <w:rsid w:val="00845D5A"/>
    <w:rsid w:val="00850C00"/>
    <w:rsid w:val="00853166"/>
    <w:rsid w:val="00856424"/>
    <w:rsid w:val="00862702"/>
    <w:rsid w:val="00862B29"/>
    <w:rsid w:val="008631C2"/>
    <w:rsid w:val="008636B4"/>
    <w:rsid w:val="008640AC"/>
    <w:rsid w:val="0086500C"/>
    <w:rsid w:val="008655EC"/>
    <w:rsid w:val="0086622F"/>
    <w:rsid w:val="008674F1"/>
    <w:rsid w:val="00870C6D"/>
    <w:rsid w:val="0087129F"/>
    <w:rsid w:val="00872D27"/>
    <w:rsid w:val="00872D9F"/>
    <w:rsid w:val="0087364A"/>
    <w:rsid w:val="00874265"/>
    <w:rsid w:val="008758A5"/>
    <w:rsid w:val="00875F57"/>
    <w:rsid w:val="00877B34"/>
    <w:rsid w:val="008802D2"/>
    <w:rsid w:val="00881A78"/>
    <w:rsid w:val="00881A7D"/>
    <w:rsid w:val="00881DF1"/>
    <w:rsid w:val="00882E64"/>
    <w:rsid w:val="0088378C"/>
    <w:rsid w:val="00884D96"/>
    <w:rsid w:val="008868EB"/>
    <w:rsid w:val="00886FA9"/>
    <w:rsid w:val="00887271"/>
    <w:rsid w:val="008903C7"/>
    <w:rsid w:val="0089249B"/>
    <w:rsid w:val="00892B4F"/>
    <w:rsid w:val="00893818"/>
    <w:rsid w:val="00893F67"/>
    <w:rsid w:val="00894EF5"/>
    <w:rsid w:val="0089523C"/>
    <w:rsid w:val="008A0D0F"/>
    <w:rsid w:val="008A25BE"/>
    <w:rsid w:val="008A2BA4"/>
    <w:rsid w:val="008A4189"/>
    <w:rsid w:val="008A44C1"/>
    <w:rsid w:val="008B1643"/>
    <w:rsid w:val="008B1C6A"/>
    <w:rsid w:val="008B26D5"/>
    <w:rsid w:val="008B27FC"/>
    <w:rsid w:val="008B3F3D"/>
    <w:rsid w:val="008B5162"/>
    <w:rsid w:val="008B5B8C"/>
    <w:rsid w:val="008B5BDA"/>
    <w:rsid w:val="008B7373"/>
    <w:rsid w:val="008B7849"/>
    <w:rsid w:val="008C299A"/>
    <w:rsid w:val="008C2D49"/>
    <w:rsid w:val="008C4C06"/>
    <w:rsid w:val="008C5431"/>
    <w:rsid w:val="008C6840"/>
    <w:rsid w:val="008D05E0"/>
    <w:rsid w:val="008D222F"/>
    <w:rsid w:val="008D63D1"/>
    <w:rsid w:val="008D6B9E"/>
    <w:rsid w:val="008E108A"/>
    <w:rsid w:val="008E2030"/>
    <w:rsid w:val="008E2C06"/>
    <w:rsid w:val="008E420A"/>
    <w:rsid w:val="008E515E"/>
    <w:rsid w:val="008E7452"/>
    <w:rsid w:val="008E75FF"/>
    <w:rsid w:val="008E7870"/>
    <w:rsid w:val="008E7C5A"/>
    <w:rsid w:val="008F0104"/>
    <w:rsid w:val="008F2C46"/>
    <w:rsid w:val="008F3E4F"/>
    <w:rsid w:val="008F4231"/>
    <w:rsid w:val="008F51A9"/>
    <w:rsid w:val="008F56DD"/>
    <w:rsid w:val="008F5AC0"/>
    <w:rsid w:val="008F6E94"/>
    <w:rsid w:val="0090088E"/>
    <w:rsid w:val="00900C45"/>
    <w:rsid w:val="0090142B"/>
    <w:rsid w:val="00901BDE"/>
    <w:rsid w:val="00902559"/>
    <w:rsid w:val="009032BA"/>
    <w:rsid w:val="00905978"/>
    <w:rsid w:val="00905B7E"/>
    <w:rsid w:val="00906383"/>
    <w:rsid w:val="00906AD0"/>
    <w:rsid w:val="00906CAB"/>
    <w:rsid w:val="00910A81"/>
    <w:rsid w:val="009126E1"/>
    <w:rsid w:val="00915EBD"/>
    <w:rsid w:val="009163F6"/>
    <w:rsid w:val="00917480"/>
    <w:rsid w:val="0092015F"/>
    <w:rsid w:val="009205A3"/>
    <w:rsid w:val="00920C22"/>
    <w:rsid w:val="0092127E"/>
    <w:rsid w:val="0092186B"/>
    <w:rsid w:val="00923AE8"/>
    <w:rsid w:val="00924289"/>
    <w:rsid w:val="0092473C"/>
    <w:rsid w:val="009254CB"/>
    <w:rsid w:val="0092698D"/>
    <w:rsid w:val="009275F5"/>
    <w:rsid w:val="009310E6"/>
    <w:rsid w:val="009312A9"/>
    <w:rsid w:val="009330DD"/>
    <w:rsid w:val="009348BF"/>
    <w:rsid w:val="00935C93"/>
    <w:rsid w:val="00937AD4"/>
    <w:rsid w:val="00940C34"/>
    <w:rsid w:val="00940EFE"/>
    <w:rsid w:val="00941552"/>
    <w:rsid w:val="00943268"/>
    <w:rsid w:val="009434FB"/>
    <w:rsid w:val="00945016"/>
    <w:rsid w:val="00945A80"/>
    <w:rsid w:val="00945D37"/>
    <w:rsid w:val="00950349"/>
    <w:rsid w:val="0095055D"/>
    <w:rsid w:val="009523EC"/>
    <w:rsid w:val="0095254B"/>
    <w:rsid w:val="009531EC"/>
    <w:rsid w:val="00957071"/>
    <w:rsid w:val="00957159"/>
    <w:rsid w:val="00957609"/>
    <w:rsid w:val="009612BA"/>
    <w:rsid w:val="00962AE2"/>
    <w:rsid w:val="00962B65"/>
    <w:rsid w:val="00963159"/>
    <w:rsid w:val="009633C1"/>
    <w:rsid w:val="00963632"/>
    <w:rsid w:val="00963CF1"/>
    <w:rsid w:val="0096472A"/>
    <w:rsid w:val="00964B5F"/>
    <w:rsid w:val="00965B1B"/>
    <w:rsid w:val="00965CD2"/>
    <w:rsid w:val="009666AF"/>
    <w:rsid w:val="00966D1D"/>
    <w:rsid w:val="00966F6D"/>
    <w:rsid w:val="00971172"/>
    <w:rsid w:val="009712D3"/>
    <w:rsid w:val="009713DC"/>
    <w:rsid w:val="00971949"/>
    <w:rsid w:val="00971A56"/>
    <w:rsid w:val="009725FE"/>
    <w:rsid w:val="00972A34"/>
    <w:rsid w:val="009738B3"/>
    <w:rsid w:val="00976D12"/>
    <w:rsid w:val="009801B0"/>
    <w:rsid w:val="00981CB7"/>
    <w:rsid w:val="009837FD"/>
    <w:rsid w:val="009845B4"/>
    <w:rsid w:val="00985425"/>
    <w:rsid w:val="00985904"/>
    <w:rsid w:val="00985CFE"/>
    <w:rsid w:val="00986327"/>
    <w:rsid w:val="00986DF0"/>
    <w:rsid w:val="00990D8D"/>
    <w:rsid w:val="00996536"/>
    <w:rsid w:val="00997021"/>
    <w:rsid w:val="00997D28"/>
    <w:rsid w:val="009A067E"/>
    <w:rsid w:val="009A07DA"/>
    <w:rsid w:val="009A1A1A"/>
    <w:rsid w:val="009A1B4F"/>
    <w:rsid w:val="009A2AD0"/>
    <w:rsid w:val="009A2BD1"/>
    <w:rsid w:val="009A339D"/>
    <w:rsid w:val="009A43DA"/>
    <w:rsid w:val="009A5A70"/>
    <w:rsid w:val="009A6078"/>
    <w:rsid w:val="009A6170"/>
    <w:rsid w:val="009A686B"/>
    <w:rsid w:val="009A68EB"/>
    <w:rsid w:val="009A7D14"/>
    <w:rsid w:val="009B0611"/>
    <w:rsid w:val="009B08D0"/>
    <w:rsid w:val="009B0B86"/>
    <w:rsid w:val="009B104B"/>
    <w:rsid w:val="009B184D"/>
    <w:rsid w:val="009B2D38"/>
    <w:rsid w:val="009B32D2"/>
    <w:rsid w:val="009B43F8"/>
    <w:rsid w:val="009B44F9"/>
    <w:rsid w:val="009B5075"/>
    <w:rsid w:val="009B52EF"/>
    <w:rsid w:val="009B55BD"/>
    <w:rsid w:val="009B64A7"/>
    <w:rsid w:val="009B6F97"/>
    <w:rsid w:val="009B765A"/>
    <w:rsid w:val="009B7763"/>
    <w:rsid w:val="009B789F"/>
    <w:rsid w:val="009C05C1"/>
    <w:rsid w:val="009C08FE"/>
    <w:rsid w:val="009C3113"/>
    <w:rsid w:val="009C42AA"/>
    <w:rsid w:val="009C6DA7"/>
    <w:rsid w:val="009D109F"/>
    <w:rsid w:val="009D1BC6"/>
    <w:rsid w:val="009D1D42"/>
    <w:rsid w:val="009D2509"/>
    <w:rsid w:val="009D5D35"/>
    <w:rsid w:val="009D64B0"/>
    <w:rsid w:val="009D7497"/>
    <w:rsid w:val="009E2D2D"/>
    <w:rsid w:val="009E3005"/>
    <w:rsid w:val="009E5D3B"/>
    <w:rsid w:val="009E5F0B"/>
    <w:rsid w:val="009E6415"/>
    <w:rsid w:val="009E6F03"/>
    <w:rsid w:val="009E7D4D"/>
    <w:rsid w:val="009F2080"/>
    <w:rsid w:val="009F30A0"/>
    <w:rsid w:val="009F3262"/>
    <w:rsid w:val="009F408A"/>
    <w:rsid w:val="009F42DA"/>
    <w:rsid w:val="009F42DE"/>
    <w:rsid w:val="009F46D4"/>
    <w:rsid w:val="009F4DE3"/>
    <w:rsid w:val="009F7AF9"/>
    <w:rsid w:val="009F7DF1"/>
    <w:rsid w:val="00A01FE1"/>
    <w:rsid w:val="00A022A4"/>
    <w:rsid w:val="00A03AE0"/>
    <w:rsid w:val="00A10A6C"/>
    <w:rsid w:val="00A12B50"/>
    <w:rsid w:val="00A13127"/>
    <w:rsid w:val="00A13CC4"/>
    <w:rsid w:val="00A16DAE"/>
    <w:rsid w:val="00A16F06"/>
    <w:rsid w:val="00A20C45"/>
    <w:rsid w:val="00A21488"/>
    <w:rsid w:val="00A24AD1"/>
    <w:rsid w:val="00A24ED2"/>
    <w:rsid w:val="00A267DA"/>
    <w:rsid w:val="00A2734D"/>
    <w:rsid w:val="00A27D98"/>
    <w:rsid w:val="00A323F6"/>
    <w:rsid w:val="00A32A4C"/>
    <w:rsid w:val="00A32D22"/>
    <w:rsid w:val="00A33966"/>
    <w:rsid w:val="00A34A27"/>
    <w:rsid w:val="00A3558D"/>
    <w:rsid w:val="00A37D8E"/>
    <w:rsid w:val="00A37E9D"/>
    <w:rsid w:val="00A400C0"/>
    <w:rsid w:val="00A401B7"/>
    <w:rsid w:val="00A413CF"/>
    <w:rsid w:val="00A419BF"/>
    <w:rsid w:val="00A43FA2"/>
    <w:rsid w:val="00A448E5"/>
    <w:rsid w:val="00A457C4"/>
    <w:rsid w:val="00A45A2F"/>
    <w:rsid w:val="00A500EC"/>
    <w:rsid w:val="00A50B30"/>
    <w:rsid w:val="00A50FB8"/>
    <w:rsid w:val="00A5116D"/>
    <w:rsid w:val="00A52646"/>
    <w:rsid w:val="00A54F31"/>
    <w:rsid w:val="00A5550A"/>
    <w:rsid w:val="00A563EE"/>
    <w:rsid w:val="00A56949"/>
    <w:rsid w:val="00A56A6A"/>
    <w:rsid w:val="00A56AD5"/>
    <w:rsid w:val="00A56B8E"/>
    <w:rsid w:val="00A56BA2"/>
    <w:rsid w:val="00A576AA"/>
    <w:rsid w:val="00A61A93"/>
    <w:rsid w:val="00A6205A"/>
    <w:rsid w:val="00A62D85"/>
    <w:rsid w:val="00A6368E"/>
    <w:rsid w:val="00A64294"/>
    <w:rsid w:val="00A64606"/>
    <w:rsid w:val="00A70337"/>
    <w:rsid w:val="00A70BA2"/>
    <w:rsid w:val="00A714B1"/>
    <w:rsid w:val="00A726DF"/>
    <w:rsid w:val="00A72878"/>
    <w:rsid w:val="00A730D9"/>
    <w:rsid w:val="00A73228"/>
    <w:rsid w:val="00A739F4"/>
    <w:rsid w:val="00A75545"/>
    <w:rsid w:val="00A806C5"/>
    <w:rsid w:val="00A80DCA"/>
    <w:rsid w:val="00A82633"/>
    <w:rsid w:val="00A82D59"/>
    <w:rsid w:val="00A82F1B"/>
    <w:rsid w:val="00A83815"/>
    <w:rsid w:val="00A84FC7"/>
    <w:rsid w:val="00A86284"/>
    <w:rsid w:val="00A86D4F"/>
    <w:rsid w:val="00A87326"/>
    <w:rsid w:val="00A87E39"/>
    <w:rsid w:val="00A90EF9"/>
    <w:rsid w:val="00A92567"/>
    <w:rsid w:val="00A93E56"/>
    <w:rsid w:val="00A9402F"/>
    <w:rsid w:val="00A97D11"/>
    <w:rsid w:val="00A97E4A"/>
    <w:rsid w:val="00AA3B05"/>
    <w:rsid w:val="00AA597D"/>
    <w:rsid w:val="00AA5A9C"/>
    <w:rsid w:val="00AA757D"/>
    <w:rsid w:val="00AB0153"/>
    <w:rsid w:val="00AB03A1"/>
    <w:rsid w:val="00AB1B24"/>
    <w:rsid w:val="00AB22F6"/>
    <w:rsid w:val="00AB2B60"/>
    <w:rsid w:val="00AB2EEC"/>
    <w:rsid w:val="00AB32CF"/>
    <w:rsid w:val="00AB38B6"/>
    <w:rsid w:val="00AB3E1C"/>
    <w:rsid w:val="00AB50F5"/>
    <w:rsid w:val="00AB7F40"/>
    <w:rsid w:val="00AC0503"/>
    <w:rsid w:val="00AC08DF"/>
    <w:rsid w:val="00AC2A19"/>
    <w:rsid w:val="00AC4C1E"/>
    <w:rsid w:val="00AC5B52"/>
    <w:rsid w:val="00AD0F50"/>
    <w:rsid w:val="00AD1E0D"/>
    <w:rsid w:val="00AD3678"/>
    <w:rsid w:val="00AD5945"/>
    <w:rsid w:val="00AD69D0"/>
    <w:rsid w:val="00AD6DBA"/>
    <w:rsid w:val="00AE0F1A"/>
    <w:rsid w:val="00AE169D"/>
    <w:rsid w:val="00AE17B6"/>
    <w:rsid w:val="00AE1CCA"/>
    <w:rsid w:val="00AE3B2C"/>
    <w:rsid w:val="00AE49C1"/>
    <w:rsid w:val="00AE500C"/>
    <w:rsid w:val="00AE5762"/>
    <w:rsid w:val="00AE58E0"/>
    <w:rsid w:val="00AE76B9"/>
    <w:rsid w:val="00AF6977"/>
    <w:rsid w:val="00B001F1"/>
    <w:rsid w:val="00B00788"/>
    <w:rsid w:val="00B029A7"/>
    <w:rsid w:val="00B02AAA"/>
    <w:rsid w:val="00B048A6"/>
    <w:rsid w:val="00B04EF6"/>
    <w:rsid w:val="00B04F07"/>
    <w:rsid w:val="00B05B30"/>
    <w:rsid w:val="00B05B61"/>
    <w:rsid w:val="00B05FC9"/>
    <w:rsid w:val="00B063A4"/>
    <w:rsid w:val="00B10596"/>
    <w:rsid w:val="00B1103B"/>
    <w:rsid w:val="00B11417"/>
    <w:rsid w:val="00B129AD"/>
    <w:rsid w:val="00B138BC"/>
    <w:rsid w:val="00B13C5A"/>
    <w:rsid w:val="00B13CB7"/>
    <w:rsid w:val="00B13E44"/>
    <w:rsid w:val="00B17A2E"/>
    <w:rsid w:val="00B22441"/>
    <w:rsid w:val="00B238BB"/>
    <w:rsid w:val="00B24636"/>
    <w:rsid w:val="00B24A86"/>
    <w:rsid w:val="00B24C06"/>
    <w:rsid w:val="00B27111"/>
    <w:rsid w:val="00B2761E"/>
    <w:rsid w:val="00B30BD7"/>
    <w:rsid w:val="00B3234F"/>
    <w:rsid w:val="00B336C8"/>
    <w:rsid w:val="00B35634"/>
    <w:rsid w:val="00B35D67"/>
    <w:rsid w:val="00B36DC5"/>
    <w:rsid w:val="00B36FFB"/>
    <w:rsid w:val="00B371FC"/>
    <w:rsid w:val="00B37A47"/>
    <w:rsid w:val="00B40C3F"/>
    <w:rsid w:val="00B41688"/>
    <w:rsid w:val="00B423BC"/>
    <w:rsid w:val="00B42C78"/>
    <w:rsid w:val="00B42F32"/>
    <w:rsid w:val="00B43544"/>
    <w:rsid w:val="00B44022"/>
    <w:rsid w:val="00B44E3B"/>
    <w:rsid w:val="00B458B7"/>
    <w:rsid w:val="00B46C31"/>
    <w:rsid w:val="00B504F8"/>
    <w:rsid w:val="00B51559"/>
    <w:rsid w:val="00B53201"/>
    <w:rsid w:val="00B57064"/>
    <w:rsid w:val="00B57762"/>
    <w:rsid w:val="00B57FDE"/>
    <w:rsid w:val="00B6018C"/>
    <w:rsid w:val="00B610B2"/>
    <w:rsid w:val="00B64CC2"/>
    <w:rsid w:val="00B6621E"/>
    <w:rsid w:val="00B66255"/>
    <w:rsid w:val="00B66933"/>
    <w:rsid w:val="00B700D8"/>
    <w:rsid w:val="00B70E7D"/>
    <w:rsid w:val="00B727E2"/>
    <w:rsid w:val="00B74AFA"/>
    <w:rsid w:val="00B764C9"/>
    <w:rsid w:val="00B77A79"/>
    <w:rsid w:val="00B77BB3"/>
    <w:rsid w:val="00B77D0A"/>
    <w:rsid w:val="00B816AC"/>
    <w:rsid w:val="00B82DE0"/>
    <w:rsid w:val="00B83141"/>
    <w:rsid w:val="00B849CE"/>
    <w:rsid w:val="00B84BA7"/>
    <w:rsid w:val="00B84C14"/>
    <w:rsid w:val="00B85082"/>
    <w:rsid w:val="00B8522A"/>
    <w:rsid w:val="00B85C46"/>
    <w:rsid w:val="00B87167"/>
    <w:rsid w:val="00B90A68"/>
    <w:rsid w:val="00B90A73"/>
    <w:rsid w:val="00B90CF1"/>
    <w:rsid w:val="00B91DCB"/>
    <w:rsid w:val="00B921C1"/>
    <w:rsid w:val="00B9280B"/>
    <w:rsid w:val="00B92BD6"/>
    <w:rsid w:val="00B9329C"/>
    <w:rsid w:val="00B93AA6"/>
    <w:rsid w:val="00B941FF"/>
    <w:rsid w:val="00B943E5"/>
    <w:rsid w:val="00B94D0C"/>
    <w:rsid w:val="00B95B37"/>
    <w:rsid w:val="00B96029"/>
    <w:rsid w:val="00B96794"/>
    <w:rsid w:val="00B97742"/>
    <w:rsid w:val="00BA0642"/>
    <w:rsid w:val="00BA0FDD"/>
    <w:rsid w:val="00BA2AC9"/>
    <w:rsid w:val="00BA375B"/>
    <w:rsid w:val="00BA3B09"/>
    <w:rsid w:val="00BA6B4A"/>
    <w:rsid w:val="00BB23C5"/>
    <w:rsid w:val="00BB2C6B"/>
    <w:rsid w:val="00BB5E4C"/>
    <w:rsid w:val="00BB6B75"/>
    <w:rsid w:val="00BB74DC"/>
    <w:rsid w:val="00BB7AA3"/>
    <w:rsid w:val="00BB7EC6"/>
    <w:rsid w:val="00BC4552"/>
    <w:rsid w:val="00BC69E1"/>
    <w:rsid w:val="00BD2B11"/>
    <w:rsid w:val="00BD2F9A"/>
    <w:rsid w:val="00BD4073"/>
    <w:rsid w:val="00BD4532"/>
    <w:rsid w:val="00BD6BBC"/>
    <w:rsid w:val="00BE4819"/>
    <w:rsid w:val="00BE4D9E"/>
    <w:rsid w:val="00BE669F"/>
    <w:rsid w:val="00BE7444"/>
    <w:rsid w:val="00BF0EEB"/>
    <w:rsid w:val="00BF2670"/>
    <w:rsid w:val="00BF34C8"/>
    <w:rsid w:val="00BF47E1"/>
    <w:rsid w:val="00BF4A2E"/>
    <w:rsid w:val="00BF4E72"/>
    <w:rsid w:val="00BF56BA"/>
    <w:rsid w:val="00BF578E"/>
    <w:rsid w:val="00BF5BEE"/>
    <w:rsid w:val="00BF656C"/>
    <w:rsid w:val="00BF6807"/>
    <w:rsid w:val="00C00520"/>
    <w:rsid w:val="00C00E15"/>
    <w:rsid w:val="00C03ED1"/>
    <w:rsid w:val="00C04A18"/>
    <w:rsid w:val="00C0611B"/>
    <w:rsid w:val="00C0665C"/>
    <w:rsid w:val="00C0682F"/>
    <w:rsid w:val="00C0689B"/>
    <w:rsid w:val="00C06DE1"/>
    <w:rsid w:val="00C07BCD"/>
    <w:rsid w:val="00C10136"/>
    <w:rsid w:val="00C10B84"/>
    <w:rsid w:val="00C11DD1"/>
    <w:rsid w:val="00C12628"/>
    <w:rsid w:val="00C146C9"/>
    <w:rsid w:val="00C1471A"/>
    <w:rsid w:val="00C1569C"/>
    <w:rsid w:val="00C20775"/>
    <w:rsid w:val="00C21088"/>
    <w:rsid w:val="00C215D4"/>
    <w:rsid w:val="00C228E3"/>
    <w:rsid w:val="00C249AD"/>
    <w:rsid w:val="00C27B10"/>
    <w:rsid w:val="00C27FF3"/>
    <w:rsid w:val="00C313B8"/>
    <w:rsid w:val="00C3171D"/>
    <w:rsid w:val="00C3177B"/>
    <w:rsid w:val="00C3190F"/>
    <w:rsid w:val="00C34B22"/>
    <w:rsid w:val="00C351D8"/>
    <w:rsid w:val="00C353F1"/>
    <w:rsid w:val="00C35698"/>
    <w:rsid w:val="00C35AA0"/>
    <w:rsid w:val="00C35E1A"/>
    <w:rsid w:val="00C415B6"/>
    <w:rsid w:val="00C420E1"/>
    <w:rsid w:val="00C429EF"/>
    <w:rsid w:val="00C43119"/>
    <w:rsid w:val="00C46679"/>
    <w:rsid w:val="00C47DE2"/>
    <w:rsid w:val="00C503A8"/>
    <w:rsid w:val="00C51EE0"/>
    <w:rsid w:val="00C52573"/>
    <w:rsid w:val="00C536EB"/>
    <w:rsid w:val="00C5550E"/>
    <w:rsid w:val="00C55A44"/>
    <w:rsid w:val="00C56E90"/>
    <w:rsid w:val="00C571BF"/>
    <w:rsid w:val="00C5782B"/>
    <w:rsid w:val="00C57ABB"/>
    <w:rsid w:val="00C60063"/>
    <w:rsid w:val="00C63810"/>
    <w:rsid w:val="00C63E79"/>
    <w:rsid w:val="00C64C11"/>
    <w:rsid w:val="00C64D86"/>
    <w:rsid w:val="00C64E07"/>
    <w:rsid w:val="00C6555C"/>
    <w:rsid w:val="00C663FF"/>
    <w:rsid w:val="00C66ED3"/>
    <w:rsid w:val="00C67396"/>
    <w:rsid w:val="00C675C8"/>
    <w:rsid w:val="00C7136B"/>
    <w:rsid w:val="00C731B0"/>
    <w:rsid w:val="00C736D9"/>
    <w:rsid w:val="00C7454F"/>
    <w:rsid w:val="00C8124B"/>
    <w:rsid w:val="00C81A2D"/>
    <w:rsid w:val="00C81AF8"/>
    <w:rsid w:val="00C81FCA"/>
    <w:rsid w:val="00C8251D"/>
    <w:rsid w:val="00C82DE2"/>
    <w:rsid w:val="00C83BEE"/>
    <w:rsid w:val="00C85020"/>
    <w:rsid w:val="00C85059"/>
    <w:rsid w:val="00C85471"/>
    <w:rsid w:val="00C8606B"/>
    <w:rsid w:val="00C87FA9"/>
    <w:rsid w:val="00C91F7A"/>
    <w:rsid w:val="00C92083"/>
    <w:rsid w:val="00C920D9"/>
    <w:rsid w:val="00C9410F"/>
    <w:rsid w:val="00C94582"/>
    <w:rsid w:val="00C95E9B"/>
    <w:rsid w:val="00CA04B8"/>
    <w:rsid w:val="00CA2300"/>
    <w:rsid w:val="00CA3446"/>
    <w:rsid w:val="00CA34B6"/>
    <w:rsid w:val="00CA36B1"/>
    <w:rsid w:val="00CA38E0"/>
    <w:rsid w:val="00CA3E56"/>
    <w:rsid w:val="00CA406F"/>
    <w:rsid w:val="00CA471E"/>
    <w:rsid w:val="00CA5778"/>
    <w:rsid w:val="00CA5FB4"/>
    <w:rsid w:val="00CB0734"/>
    <w:rsid w:val="00CB17C2"/>
    <w:rsid w:val="00CB1D68"/>
    <w:rsid w:val="00CB30D6"/>
    <w:rsid w:val="00CB3CD4"/>
    <w:rsid w:val="00CB5BDB"/>
    <w:rsid w:val="00CB6385"/>
    <w:rsid w:val="00CB70EF"/>
    <w:rsid w:val="00CB724D"/>
    <w:rsid w:val="00CC059D"/>
    <w:rsid w:val="00CC1F5D"/>
    <w:rsid w:val="00CC6287"/>
    <w:rsid w:val="00CD0DA2"/>
    <w:rsid w:val="00CD0EC8"/>
    <w:rsid w:val="00CD14B3"/>
    <w:rsid w:val="00CD1BA6"/>
    <w:rsid w:val="00CD331A"/>
    <w:rsid w:val="00CD3B22"/>
    <w:rsid w:val="00CD52EC"/>
    <w:rsid w:val="00CD6FC1"/>
    <w:rsid w:val="00CE0619"/>
    <w:rsid w:val="00CE0C35"/>
    <w:rsid w:val="00CE1C03"/>
    <w:rsid w:val="00CE220B"/>
    <w:rsid w:val="00CE253A"/>
    <w:rsid w:val="00CE32DF"/>
    <w:rsid w:val="00CE3C08"/>
    <w:rsid w:val="00CE52FC"/>
    <w:rsid w:val="00CE588E"/>
    <w:rsid w:val="00CE7583"/>
    <w:rsid w:val="00CE79DB"/>
    <w:rsid w:val="00CF393F"/>
    <w:rsid w:val="00CF6521"/>
    <w:rsid w:val="00D01CDD"/>
    <w:rsid w:val="00D03FCE"/>
    <w:rsid w:val="00D0400A"/>
    <w:rsid w:val="00D04F4D"/>
    <w:rsid w:val="00D04F6C"/>
    <w:rsid w:val="00D06B89"/>
    <w:rsid w:val="00D07D2E"/>
    <w:rsid w:val="00D10A16"/>
    <w:rsid w:val="00D127AB"/>
    <w:rsid w:val="00D12B25"/>
    <w:rsid w:val="00D14F81"/>
    <w:rsid w:val="00D15C9B"/>
    <w:rsid w:val="00D16BB1"/>
    <w:rsid w:val="00D175FD"/>
    <w:rsid w:val="00D2104C"/>
    <w:rsid w:val="00D22FB7"/>
    <w:rsid w:val="00D231E6"/>
    <w:rsid w:val="00D237E4"/>
    <w:rsid w:val="00D25C02"/>
    <w:rsid w:val="00D25E83"/>
    <w:rsid w:val="00D271B7"/>
    <w:rsid w:val="00D307E1"/>
    <w:rsid w:val="00D3088B"/>
    <w:rsid w:val="00D30914"/>
    <w:rsid w:val="00D30D25"/>
    <w:rsid w:val="00D3126F"/>
    <w:rsid w:val="00D31FF0"/>
    <w:rsid w:val="00D32614"/>
    <w:rsid w:val="00D343FE"/>
    <w:rsid w:val="00D344EB"/>
    <w:rsid w:val="00D35208"/>
    <w:rsid w:val="00D3731E"/>
    <w:rsid w:val="00D40832"/>
    <w:rsid w:val="00D410F3"/>
    <w:rsid w:val="00D413A3"/>
    <w:rsid w:val="00D43802"/>
    <w:rsid w:val="00D43E7E"/>
    <w:rsid w:val="00D440DC"/>
    <w:rsid w:val="00D4547E"/>
    <w:rsid w:val="00D45CD9"/>
    <w:rsid w:val="00D45CFE"/>
    <w:rsid w:val="00D45F6A"/>
    <w:rsid w:val="00D46B56"/>
    <w:rsid w:val="00D5017A"/>
    <w:rsid w:val="00D51626"/>
    <w:rsid w:val="00D51C7D"/>
    <w:rsid w:val="00D53B47"/>
    <w:rsid w:val="00D53CD4"/>
    <w:rsid w:val="00D569E4"/>
    <w:rsid w:val="00D60C4F"/>
    <w:rsid w:val="00D60CFF"/>
    <w:rsid w:val="00D60E1D"/>
    <w:rsid w:val="00D6328F"/>
    <w:rsid w:val="00D64ACB"/>
    <w:rsid w:val="00D65343"/>
    <w:rsid w:val="00D66C65"/>
    <w:rsid w:val="00D67031"/>
    <w:rsid w:val="00D67593"/>
    <w:rsid w:val="00D70EA5"/>
    <w:rsid w:val="00D717E4"/>
    <w:rsid w:val="00D73786"/>
    <w:rsid w:val="00D73AEE"/>
    <w:rsid w:val="00D74EC9"/>
    <w:rsid w:val="00D761D5"/>
    <w:rsid w:val="00D7631C"/>
    <w:rsid w:val="00D76701"/>
    <w:rsid w:val="00D769DE"/>
    <w:rsid w:val="00D77343"/>
    <w:rsid w:val="00D82468"/>
    <w:rsid w:val="00D834B3"/>
    <w:rsid w:val="00D83E29"/>
    <w:rsid w:val="00D8449D"/>
    <w:rsid w:val="00D84814"/>
    <w:rsid w:val="00D8540C"/>
    <w:rsid w:val="00D86AA8"/>
    <w:rsid w:val="00D87329"/>
    <w:rsid w:val="00D907FC"/>
    <w:rsid w:val="00D90DCE"/>
    <w:rsid w:val="00D92141"/>
    <w:rsid w:val="00D92B44"/>
    <w:rsid w:val="00D933D5"/>
    <w:rsid w:val="00D93549"/>
    <w:rsid w:val="00D94759"/>
    <w:rsid w:val="00D94D53"/>
    <w:rsid w:val="00D959B0"/>
    <w:rsid w:val="00D965C4"/>
    <w:rsid w:val="00D97C7F"/>
    <w:rsid w:val="00DA0E44"/>
    <w:rsid w:val="00DA0EB6"/>
    <w:rsid w:val="00DA1D71"/>
    <w:rsid w:val="00DA22B8"/>
    <w:rsid w:val="00DA2367"/>
    <w:rsid w:val="00DA338A"/>
    <w:rsid w:val="00DA3DFB"/>
    <w:rsid w:val="00DA4151"/>
    <w:rsid w:val="00DA45B9"/>
    <w:rsid w:val="00DA7FC0"/>
    <w:rsid w:val="00DB0905"/>
    <w:rsid w:val="00DB0E18"/>
    <w:rsid w:val="00DB15D5"/>
    <w:rsid w:val="00DB35EF"/>
    <w:rsid w:val="00DB3D19"/>
    <w:rsid w:val="00DB4EE6"/>
    <w:rsid w:val="00DB572E"/>
    <w:rsid w:val="00DB58E7"/>
    <w:rsid w:val="00DB6054"/>
    <w:rsid w:val="00DB61AF"/>
    <w:rsid w:val="00DB6C9D"/>
    <w:rsid w:val="00DB6DF8"/>
    <w:rsid w:val="00DB7262"/>
    <w:rsid w:val="00DB76C8"/>
    <w:rsid w:val="00DB7A0A"/>
    <w:rsid w:val="00DC07AD"/>
    <w:rsid w:val="00DC15DB"/>
    <w:rsid w:val="00DC1986"/>
    <w:rsid w:val="00DC1A87"/>
    <w:rsid w:val="00DC3267"/>
    <w:rsid w:val="00DC40DB"/>
    <w:rsid w:val="00DC4A1F"/>
    <w:rsid w:val="00DC5BDA"/>
    <w:rsid w:val="00DC5D29"/>
    <w:rsid w:val="00DC6E63"/>
    <w:rsid w:val="00DD005E"/>
    <w:rsid w:val="00DD0511"/>
    <w:rsid w:val="00DD1FE5"/>
    <w:rsid w:val="00DD2299"/>
    <w:rsid w:val="00DD2963"/>
    <w:rsid w:val="00DD3DEF"/>
    <w:rsid w:val="00DD7CD8"/>
    <w:rsid w:val="00DD7E89"/>
    <w:rsid w:val="00DE09EC"/>
    <w:rsid w:val="00DE0F1E"/>
    <w:rsid w:val="00DE1631"/>
    <w:rsid w:val="00DE337F"/>
    <w:rsid w:val="00DE494F"/>
    <w:rsid w:val="00DE578C"/>
    <w:rsid w:val="00DE6052"/>
    <w:rsid w:val="00DE7E48"/>
    <w:rsid w:val="00DF0746"/>
    <w:rsid w:val="00DF1801"/>
    <w:rsid w:val="00DF23C9"/>
    <w:rsid w:val="00DF2AE0"/>
    <w:rsid w:val="00DF2C48"/>
    <w:rsid w:val="00DF372F"/>
    <w:rsid w:val="00DF44B5"/>
    <w:rsid w:val="00DF4EDE"/>
    <w:rsid w:val="00DF6890"/>
    <w:rsid w:val="00DF775E"/>
    <w:rsid w:val="00E00284"/>
    <w:rsid w:val="00E02249"/>
    <w:rsid w:val="00E02C39"/>
    <w:rsid w:val="00E04056"/>
    <w:rsid w:val="00E04262"/>
    <w:rsid w:val="00E04EAF"/>
    <w:rsid w:val="00E05A12"/>
    <w:rsid w:val="00E07342"/>
    <w:rsid w:val="00E07AFC"/>
    <w:rsid w:val="00E110DE"/>
    <w:rsid w:val="00E11EB5"/>
    <w:rsid w:val="00E11FDC"/>
    <w:rsid w:val="00E12CBE"/>
    <w:rsid w:val="00E132C5"/>
    <w:rsid w:val="00E1352C"/>
    <w:rsid w:val="00E1356D"/>
    <w:rsid w:val="00E1362D"/>
    <w:rsid w:val="00E17E7E"/>
    <w:rsid w:val="00E20169"/>
    <w:rsid w:val="00E210D6"/>
    <w:rsid w:val="00E23199"/>
    <w:rsid w:val="00E25091"/>
    <w:rsid w:val="00E25354"/>
    <w:rsid w:val="00E25FF0"/>
    <w:rsid w:val="00E2740D"/>
    <w:rsid w:val="00E27C13"/>
    <w:rsid w:val="00E303CA"/>
    <w:rsid w:val="00E30F5C"/>
    <w:rsid w:val="00E3317E"/>
    <w:rsid w:val="00E334B2"/>
    <w:rsid w:val="00E334DD"/>
    <w:rsid w:val="00E35853"/>
    <w:rsid w:val="00E36120"/>
    <w:rsid w:val="00E36940"/>
    <w:rsid w:val="00E37EED"/>
    <w:rsid w:val="00E40A08"/>
    <w:rsid w:val="00E4123B"/>
    <w:rsid w:val="00E42D82"/>
    <w:rsid w:val="00E43137"/>
    <w:rsid w:val="00E45232"/>
    <w:rsid w:val="00E45EBE"/>
    <w:rsid w:val="00E4707F"/>
    <w:rsid w:val="00E47498"/>
    <w:rsid w:val="00E52C7C"/>
    <w:rsid w:val="00E54908"/>
    <w:rsid w:val="00E55A38"/>
    <w:rsid w:val="00E56F7E"/>
    <w:rsid w:val="00E606F3"/>
    <w:rsid w:val="00E60FC4"/>
    <w:rsid w:val="00E648B9"/>
    <w:rsid w:val="00E649EA"/>
    <w:rsid w:val="00E64BF1"/>
    <w:rsid w:val="00E65154"/>
    <w:rsid w:val="00E66477"/>
    <w:rsid w:val="00E70447"/>
    <w:rsid w:val="00E70C37"/>
    <w:rsid w:val="00E7388F"/>
    <w:rsid w:val="00E73E84"/>
    <w:rsid w:val="00E76925"/>
    <w:rsid w:val="00E81890"/>
    <w:rsid w:val="00E81C7D"/>
    <w:rsid w:val="00E81F86"/>
    <w:rsid w:val="00E82B95"/>
    <w:rsid w:val="00E8475E"/>
    <w:rsid w:val="00E86A44"/>
    <w:rsid w:val="00E872B7"/>
    <w:rsid w:val="00E9028C"/>
    <w:rsid w:val="00E904F9"/>
    <w:rsid w:val="00E91266"/>
    <w:rsid w:val="00E912B7"/>
    <w:rsid w:val="00E9282F"/>
    <w:rsid w:val="00E92D9D"/>
    <w:rsid w:val="00E92F3E"/>
    <w:rsid w:val="00E93752"/>
    <w:rsid w:val="00E9393A"/>
    <w:rsid w:val="00E93F0B"/>
    <w:rsid w:val="00E93F62"/>
    <w:rsid w:val="00E94248"/>
    <w:rsid w:val="00E94B90"/>
    <w:rsid w:val="00E953B7"/>
    <w:rsid w:val="00E95C53"/>
    <w:rsid w:val="00E961B6"/>
    <w:rsid w:val="00E96899"/>
    <w:rsid w:val="00EA14A6"/>
    <w:rsid w:val="00EA186A"/>
    <w:rsid w:val="00EA34F9"/>
    <w:rsid w:val="00EA4156"/>
    <w:rsid w:val="00EA4EBA"/>
    <w:rsid w:val="00EA7253"/>
    <w:rsid w:val="00EA7545"/>
    <w:rsid w:val="00EA79F3"/>
    <w:rsid w:val="00EB0CAE"/>
    <w:rsid w:val="00EB1345"/>
    <w:rsid w:val="00EB1A4C"/>
    <w:rsid w:val="00EB2F19"/>
    <w:rsid w:val="00EB3516"/>
    <w:rsid w:val="00EB4810"/>
    <w:rsid w:val="00EB4E3A"/>
    <w:rsid w:val="00EB5121"/>
    <w:rsid w:val="00EB5563"/>
    <w:rsid w:val="00EB76AF"/>
    <w:rsid w:val="00EB7C5E"/>
    <w:rsid w:val="00EB7DEA"/>
    <w:rsid w:val="00EC014A"/>
    <w:rsid w:val="00EC279B"/>
    <w:rsid w:val="00EC2933"/>
    <w:rsid w:val="00EC297E"/>
    <w:rsid w:val="00EC35D8"/>
    <w:rsid w:val="00EC3DF0"/>
    <w:rsid w:val="00EC43AB"/>
    <w:rsid w:val="00EC527A"/>
    <w:rsid w:val="00EC58F0"/>
    <w:rsid w:val="00EC6E45"/>
    <w:rsid w:val="00EC7030"/>
    <w:rsid w:val="00EC71A6"/>
    <w:rsid w:val="00ED0094"/>
    <w:rsid w:val="00ED0A30"/>
    <w:rsid w:val="00ED0E82"/>
    <w:rsid w:val="00ED18E6"/>
    <w:rsid w:val="00ED2043"/>
    <w:rsid w:val="00ED327C"/>
    <w:rsid w:val="00ED3C4A"/>
    <w:rsid w:val="00ED4FA3"/>
    <w:rsid w:val="00ED6918"/>
    <w:rsid w:val="00ED72A9"/>
    <w:rsid w:val="00EE0313"/>
    <w:rsid w:val="00EE3D1C"/>
    <w:rsid w:val="00EE4332"/>
    <w:rsid w:val="00EE44F9"/>
    <w:rsid w:val="00EE47C3"/>
    <w:rsid w:val="00EE4C18"/>
    <w:rsid w:val="00EE5237"/>
    <w:rsid w:val="00EE5C89"/>
    <w:rsid w:val="00EE5DC2"/>
    <w:rsid w:val="00EE5E44"/>
    <w:rsid w:val="00EE67B2"/>
    <w:rsid w:val="00EE6A38"/>
    <w:rsid w:val="00EE74D8"/>
    <w:rsid w:val="00EE7961"/>
    <w:rsid w:val="00EF153B"/>
    <w:rsid w:val="00EF1FC0"/>
    <w:rsid w:val="00EF1FE3"/>
    <w:rsid w:val="00EF2411"/>
    <w:rsid w:val="00EF3BAE"/>
    <w:rsid w:val="00EF3E96"/>
    <w:rsid w:val="00EF463A"/>
    <w:rsid w:val="00EF4652"/>
    <w:rsid w:val="00EF47A3"/>
    <w:rsid w:val="00EF53FB"/>
    <w:rsid w:val="00EF6640"/>
    <w:rsid w:val="00F001E3"/>
    <w:rsid w:val="00F0040C"/>
    <w:rsid w:val="00F00896"/>
    <w:rsid w:val="00F00B6E"/>
    <w:rsid w:val="00F00BA2"/>
    <w:rsid w:val="00F0152C"/>
    <w:rsid w:val="00F01619"/>
    <w:rsid w:val="00F01E0E"/>
    <w:rsid w:val="00F0217A"/>
    <w:rsid w:val="00F03115"/>
    <w:rsid w:val="00F036A5"/>
    <w:rsid w:val="00F0499F"/>
    <w:rsid w:val="00F05978"/>
    <w:rsid w:val="00F07270"/>
    <w:rsid w:val="00F075CD"/>
    <w:rsid w:val="00F07BBC"/>
    <w:rsid w:val="00F10996"/>
    <w:rsid w:val="00F12581"/>
    <w:rsid w:val="00F12884"/>
    <w:rsid w:val="00F12F2D"/>
    <w:rsid w:val="00F136BE"/>
    <w:rsid w:val="00F14E60"/>
    <w:rsid w:val="00F1591C"/>
    <w:rsid w:val="00F1644B"/>
    <w:rsid w:val="00F166A3"/>
    <w:rsid w:val="00F20393"/>
    <w:rsid w:val="00F20F90"/>
    <w:rsid w:val="00F21E8A"/>
    <w:rsid w:val="00F252D2"/>
    <w:rsid w:val="00F26589"/>
    <w:rsid w:val="00F268A1"/>
    <w:rsid w:val="00F270F9"/>
    <w:rsid w:val="00F31084"/>
    <w:rsid w:val="00F317FB"/>
    <w:rsid w:val="00F32208"/>
    <w:rsid w:val="00F32EE4"/>
    <w:rsid w:val="00F331BD"/>
    <w:rsid w:val="00F421AD"/>
    <w:rsid w:val="00F43200"/>
    <w:rsid w:val="00F438D4"/>
    <w:rsid w:val="00F44929"/>
    <w:rsid w:val="00F45A1D"/>
    <w:rsid w:val="00F5041C"/>
    <w:rsid w:val="00F50EA6"/>
    <w:rsid w:val="00F5116D"/>
    <w:rsid w:val="00F51610"/>
    <w:rsid w:val="00F5163A"/>
    <w:rsid w:val="00F52BE4"/>
    <w:rsid w:val="00F539BF"/>
    <w:rsid w:val="00F54900"/>
    <w:rsid w:val="00F54D53"/>
    <w:rsid w:val="00F561F7"/>
    <w:rsid w:val="00F5634C"/>
    <w:rsid w:val="00F56C9A"/>
    <w:rsid w:val="00F57853"/>
    <w:rsid w:val="00F62A8B"/>
    <w:rsid w:val="00F62F3D"/>
    <w:rsid w:val="00F64436"/>
    <w:rsid w:val="00F644A2"/>
    <w:rsid w:val="00F66D5F"/>
    <w:rsid w:val="00F707C5"/>
    <w:rsid w:val="00F717EC"/>
    <w:rsid w:val="00F7305A"/>
    <w:rsid w:val="00F748B2"/>
    <w:rsid w:val="00F74BE4"/>
    <w:rsid w:val="00F771AF"/>
    <w:rsid w:val="00F774D9"/>
    <w:rsid w:val="00F77A5C"/>
    <w:rsid w:val="00F80722"/>
    <w:rsid w:val="00F81767"/>
    <w:rsid w:val="00F82B95"/>
    <w:rsid w:val="00F84409"/>
    <w:rsid w:val="00F86121"/>
    <w:rsid w:val="00F872D3"/>
    <w:rsid w:val="00F87E0D"/>
    <w:rsid w:val="00F92269"/>
    <w:rsid w:val="00F926C8"/>
    <w:rsid w:val="00F92874"/>
    <w:rsid w:val="00F92D44"/>
    <w:rsid w:val="00F93786"/>
    <w:rsid w:val="00F9575F"/>
    <w:rsid w:val="00F9660A"/>
    <w:rsid w:val="00FA326F"/>
    <w:rsid w:val="00FA3E72"/>
    <w:rsid w:val="00FA454F"/>
    <w:rsid w:val="00FA5E72"/>
    <w:rsid w:val="00FA7D9E"/>
    <w:rsid w:val="00FB026E"/>
    <w:rsid w:val="00FB0ED4"/>
    <w:rsid w:val="00FB21B1"/>
    <w:rsid w:val="00FB57DD"/>
    <w:rsid w:val="00FB7289"/>
    <w:rsid w:val="00FB7B39"/>
    <w:rsid w:val="00FB7BD4"/>
    <w:rsid w:val="00FC0549"/>
    <w:rsid w:val="00FC13BF"/>
    <w:rsid w:val="00FC2EAE"/>
    <w:rsid w:val="00FC2F8B"/>
    <w:rsid w:val="00FC30C4"/>
    <w:rsid w:val="00FC4DC3"/>
    <w:rsid w:val="00FC72C6"/>
    <w:rsid w:val="00FC7B44"/>
    <w:rsid w:val="00FD0CF6"/>
    <w:rsid w:val="00FD1531"/>
    <w:rsid w:val="00FD1913"/>
    <w:rsid w:val="00FD219B"/>
    <w:rsid w:val="00FD4CA0"/>
    <w:rsid w:val="00FD60B0"/>
    <w:rsid w:val="00FD65BE"/>
    <w:rsid w:val="00FD6E34"/>
    <w:rsid w:val="00FD7A49"/>
    <w:rsid w:val="00FD7CF2"/>
    <w:rsid w:val="00FE330F"/>
    <w:rsid w:val="00FE3787"/>
    <w:rsid w:val="00FE3C66"/>
    <w:rsid w:val="00FE69BA"/>
    <w:rsid w:val="00FF05D5"/>
    <w:rsid w:val="00FF097E"/>
    <w:rsid w:val="00FF3BD2"/>
    <w:rsid w:val="00FF41D0"/>
    <w:rsid w:val="00FF4957"/>
    <w:rsid w:val="00FF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6E1D6DB"/>
  <w15:chartTrackingRefBased/>
  <w15:docId w15:val="{A140ED91-8115-40D5-9240-E6507D174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6616AB"/>
    <w:pPr>
      <w:keepNext/>
      <w:pageBreakBefore/>
      <w:numPr>
        <w:numId w:val="12"/>
      </w:numPr>
      <w:spacing w:before="240" w:after="60"/>
      <w:contextualSpacing/>
      <w:outlineLvl w:val="0"/>
    </w:pPr>
    <w:rPr>
      <w:rFonts w:ascii="Lato" w:hAnsi="Lato" w:cs="Open Sans"/>
      <w:sz w:val="40"/>
      <w:szCs w:val="40"/>
    </w:rPr>
  </w:style>
  <w:style w:type="paragraph" w:styleId="Nagwek2">
    <w:name w:val="heading 2"/>
    <w:basedOn w:val="Normalny"/>
    <w:next w:val="Normalny"/>
    <w:link w:val="Nagwek2Znak"/>
    <w:autoRedefine/>
    <w:qFormat/>
    <w:rsid w:val="006616AB"/>
    <w:pPr>
      <w:keepNext/>
      <w:numPr>
        <w:ilvl w:val="1"/>
        <w:numId w:val="12"/>
      </w:numPr>
      <w:spacing w:before="240" w:after="120" w:line="400" w:lineRule="exact"/>
      <w:outlineLvl w:val="1"/>
    </w:pPr>
    <w:rPr>
      <w:rFonts w:ascii="Lato" w:hAnsi="Lato"/>
      <w:b/>
      <w:bCs/>
      <w:sz w:val="32"/>
      <w:szCs w:val="28"/>
      <w:lang w:val="x-none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Nagwek3">
    <w:name w:val="heading 3"/>
    <w:basedOn w:val="Normalny"/>
    <w:next w:val="Normalny"/>
    <w:link w:val="Nagwek3Znak"/>
    <w:autoRedefine/>
    <w:qFormat/>
    <w:rsid w:val="006616AB"/>
    <w:pPr>
      <w:keepNext/>
      <w:numPr>
        <w:ilvl w:val="2"/>
        <w:numId w:val="21"/>
      </w:numPr>
      <w:spacing w:before="240" w:after="120" w:line="320" w:lineRule="exact"/>
      <w:jc w:val="both"/>
      <w:outlineLvl w:val="2"/>
    </w:pPr>
    <w:rPr>
      <w:rFonts w:ascii="Lato" w:hAnsi="Lato" w:cs="Open Sans"/>
      <w:b/>
      <w:bCs/>
      <w:szCs w:val="28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616AB"/>
    <w:rPr>
      <w:rFonts w:ascii="Lato" w:hAnsi="Lato" w:cs="Open Sans"/>
      <w:sz w:val="40"/>
      <w:szCs w:val="40"/>
      <w:lang w:eastAsia="en-US"/>
    </w:rPr>
  </w:style>
  <w:style w:type="character" w:customStyle="1" w:styleId="Nagwek2Znak">
    <w:name w:val="Nagłówek 2 Znak"/>
    <w:link w:val="Nagwek2"/>
    <w:rsid w:val="006616AB"/>
    <w:rPr>
      <w:rFonts w:ascii="Lato" w:hAnsi="Lato"/>
      <w:b/>
      <w:bCs/>
      <w:sz w:val="32"/>
      <w:szCs w:val="28"/>
      <w:lang w:val="x-none"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Nagwek3Znak">
    <w:name w:val="Nagłówek 3 Znak"/>
    <w:link w:val="Nagwek3"/>
    <w:rsid w:val="006616AB"/>
    <w:rPr>
      <w:rFonts w:ascii="Lato" w:hAnsi="Lato" w:cs="Open Sans"/>
      <w:b/>
      <w:bCs/>
      <w:sz w:val="24"/>
      <w:szCs w:val="28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DD2963"/>
    <w:pPr>
      <w:tabs>
        <w:tab w:val="left" w:pos="482"/>
        <w:tab w:val="right" w:leader="dot" w:pos="9054"/>
      </w:tabs>
      <w:jc w:val="both"/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hAnsi="Tahoma"/>
      <w:lang w:val="x-none" w:eastAsia="x-none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C663F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uiPriority w:val="99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autoRedefine/>
    <w:qFormat/>
    <w:rsid w:val="00B10596"/>
    <w:pPr>
      <w:spacing w:before="180" w:after="60"/>
    </w:pPr>
    <w:rPr>
      <w:rFonts w:ascii="Lato" w:hAnsi="Lato"/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PJPNagwektabeli">
    <w:name w:val="PJP_Nagłówek_tabeli"/>
    <w:basedOn w:val="Nagwek"/>
    <w:rsid w:val="00DD2963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character" w:customStyle="1" w:styleId="Z2tabelatekstZnak">
    <w:name w:val="Z2_tabela_tekst Znak"/>
    <w:link w:val="Z2tabelatekst"/>
    <w:uiPriority w:val="99"/>
    <w:rsid w:val="00963CF1"/>
    <w:rPr>
      <w:rFonts w:ascii="Arial" w:eastAsia="Times New Roman" w:hAnsi="Arial"/>
      <w:sz w:val="1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63CF1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963CF1"/>
    <w:rPr>
      <w:rFonts w:ascii="Tahoma" w:hAnsi="Tahoma" w:cs="Tahoma"/>
      <w:sz w:val="16"/>
      <w:szCs w:val="16"/>
      <w:lang w:eastAsia="en-US"/>
    </w:rPr>
  </w:style>
  <w:style w:type="character" w:customStyle="1" w:styleId="ZnakZnak13">
    <w:name w:val="Znak Znak13"/>
    <w:locked/>
    <w:rsid w:val="004F35B4"/>
    <w:rPr>
      <w:rFonts w:ascii="Arial Black" w:eastAsia="Cambria" w:hAnsi="Arial Black"/>
      <w:bCs/>
      <w:iCs/>
      <w:sz w:val="32"/>
      <w:szCs w:val="28"/>
      <w:lang w:val="x-none" w:eastAsia="en-US" w:bidi="ar-SA"/>
    </w:rPr>
  </w:style>
  <w:style w:type="character" w:customStyle="1" w:styleId="pole">
    <w:name w:val="pole"/>
    <w:uiPriority w:val="1"/>
    <w:qFormat/>
    <w:rsid w:val="00FD60B0"/>
    <w:rPr>
      <w:rFonts w:ascii="Courier New" w:hAnsi="Courier New" w:cs="Courier New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FD60B0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odsylacz">
    <w:name w:val="pole_odsylacz"/>
    <w:uiPriority w:val="1"/>
    <w:qFormat/>
    <w:rsid w:val="00FD60B0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paragraph" w:customStyle="1" w:styleId="PJPtabelatekst">
    <w:name w:val="PJP_tabela_tekst"/>
    <w:basedOn w:val="Nagwek"/>
    <w:link w:val="PJPtabelatekstZnak"/>
    <w:rsid w:val="00761DD5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761DD5"/>
    <w:rPr>
      <w:rFonts w:ascii="Arial" w:hAnsi="Arial"/>
      <w:sz w:val="18"/>
      <w:szCs w:val="28"/>
      <w:lang w:val="x-none" w:eastAsia="x-none"/>
    </w:rPr>
  </w:style>
  <w:style w:type="table" w:customStyle="1" w:styleId="tabela">
    <w:name w:val="tabela"/>
    <w:basedOn w:val="Standardowy"/>
    <w:uiPriority w:val="99"/>
    <w:rsid w:val="00C663FF"/>
    <w:rPr>
      <w:rFonts w:ascii="Lato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7E6E6" w:themeFill="backgroun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yperlink" Target="https://puesc.gov.pl/seap_pdr_extimpl/slowniki/501A" TargetMode="External"/><Relationship Id="rId21" Type="http://schemas.openxmlformats.org/officeDocument/2006/relationships/image" Target="media/image12.png"/><Relationship Id="rId34" Type="http://schemas.openxmlformats.org/officeDocument/2006/relationships/image" Target="media/image21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yperlink" Target="https://puesc.gov.pl/seap_pdr_extimpl/slowniki/501A" TargetMode="External"/><Relationship Id="rId33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32" Type="http://schemas.openxmlformats.org/officeDocument/2006/relationships/image" Target="media/image19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28" Type="http://schemas.openxmlformats.org/officeDocument/2006/relationships/image" Target="media/image15.png"/><Relationship Id="rId36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10.png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png"/><Relationship Id="rId22" Type="http://schemas.openxmlformats.org/officeDocument/2006/relationships/hyperlink" Target="https://puesc.gov.pl/seap_pdr_extimpl/slowniki/3041" TargetMode="External"/><Relationship Id="rId27" Type="http://schemas.openxmlformats.org/officeDocument/2006/relationships/hyperlink" Target="https://puesc.gov.pl/seap_pdr_extimpl/slowniki/501A" TargetMode="External"/><Relationship Id="rId30" Type="http://schemas.openxmlformats.org/officeDocument/2006/relationships/image" Target="media/image17.png"/><Relationship Id="rId35" Type="http://schemas.openxmlformats.org/officeDocument/2006/relationships/image" Target="media/image22.png"/><Relationship Id="rId8" Type="http://schemas.openxmlformats.org/officeDocument/2006/relationships/footer" Target="footer1.xm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13C97-9441-4BD1-AE77-95B28850ED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</Template>
  <TotalTime>57</TotalTime>
  <Pages>44</Pages>
  <Words>8533</Words>
  <Characters>51200</Characters>
  <Application>Microsoft Office Word</Application>
  <DocSecurity>0</DocSecurity>
  <Lines>426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komunikatów XML - część zewnętrzna</vt:lpstr>
    </vt:vector>
  </TitlesOfParts>
  <Company>Asseco Poland SA.</Company>
  <LinksUpToDate>false</LinksUpToDate>
  <CharactersWithSpaces>59614</CharactersWithSpaces>
  <SharedDoc>false</SharedDoc>
  <HLinks>
    <vt:vector size="270" baseType="variant">
      <vt:variant>
        <vt:i4>3342457</vt:i4>
      </vt:variant>
      <vt:variant>
        <vt:i4>381</vt:i4>
      </vt:variant>
      <vt:variant>
        <vt:i4>0</vt:i4>
      </vt:variant>
      <vt:variant>
        <vt:i4>5</vt:i4>
      </vt:variant>
      <vt:variant>
        <vt:lpwstr>https://puesc.gov.pl/seap_pdr_extimpl/slowniki/501A</vt:lpwstr>
      </vt:variant>
      <vt:variant>
        <vt:lpwstr/>
      </vt:variant>
      <vt:variant>
        <vt:i4>3342457</vt:i4>
      </vt:variant>
      <vt:variant>
        <vt:i4>375</vt:i4>
      </vt:variant>
      <vt:variant>
        <vt:i4>0</vt:i4>
      </vt:variant>
      <vt:variant>
        <vt:i4>5</vt:i4>
      </vt:variant>
      <vt:variant>
        <vt:lpwstr>https://puesc.gov.pl/seap_pdr_extimpl/slowniki/501A</vt:lpwstr>
      </vt:variant>
      <vt:variant>
        <vt:lpwstr/>
      </vt:variant>
      <vt:variant>
        <vt:i4>3342457</vt:i4>
      </vt:variant>
      <vt:variant>
        <vt:i4>369</vt:i4>
      </vt:variant>
      <vt:variant>
        <vt:i4>0</vt:i4>
      </vt:variant>
      <vt:variant>
        <vt:i4>5</vt:i4>
      </vt:variant>
      <vt:variant>
        <vt:lpwstr>https://puesc.gov.pl/seap_pdr_extimpl/slowniki/501A</vt:lpwstr>
      </vt:variant>
      <vt:variant>
        <vt:lpwstr/>
      </vt:variant>
      <vt:variant>
        <vt:i4>3145849</vt:i4>
      </vt:variant>
      <vt:variant>
        <vt:i4>309</vt:i4>
      </vt:variant>
      <vt:variant>
        <vt:i4>0</vt:i4>
      </vt:variant>
      <vt:variant>
        <vt:i4>5</vt:i4>
      </vt:variant>
      <vt:variant>
        <vt:lpwstr>https://puesc.gov.pl/seap_pdr_extimpl/slowniki/3041</vt:lpwstr>
      </vt:variant>
      <vt:variant>
        <vt:lpwstr/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_Toc481135431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_Toc481135430</vt:lpwstr>
      </vt:variant>
      <vt:variant>
        <vt:i4>1638450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_Toc481135429</vt:lpwstr>
      </vt:variant>
      <vt:variant>
        <vt:i4>1638450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_Toc481135428</vt:lpwstr>
      </vt:variant>
      <vt:variant>
        <vt:i4>2097159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_Toc3543013</vt:lpwstr>
      </vt:variant>
      <vt:variant>
        <vt:i4>2097159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_Toc3543012</vt:lpwstr>
      </vt:variant>
      <vt:variant>
        <vt:i4>2097159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_Toc3543011</vt:lpwstr>
      </vt:variant>
      <vt:variant>
        <vt:i4>2097159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_Toc3543010</vt:lpwstr>
      </vt:variant>
      <vt:variant>
        <vt:i4>2162695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_Toc3543009</vt:lpwstr>
      </vt:variant>
      <vt:variant>
        <vt:i4>2162695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_Toc3543008</vt:lpwstr>
      </vt:variant>
      <vt:variant>
        <vt:i4>2162695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_Toc3543007</vt:lpwstr>
      </vt:variant>
      <vt:variant>
        <vt:i4>2162695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_Toc3543006</vt:lpwstr>
      </vt:variant>
      <vt:variant>
        <vt:i4>2162695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_Toc3543005</vt:lpwstr>
      </vt:variant>
      <vt:variant>
        <vt:i4>2162695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_Toc3543004</vt:lpwstr>
      </vt:variant>
      <vt:variant>
        <vt:i4>2162695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_Toc3543003</vt:lpwstr>
      </vt:variant>
      <vt:variant>
        <vt:i4>2162695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_Toc3543002</vt:lpwstr>
      </vt:variant>
      <vt:variant>
        <vt:i4>2162695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_Toc3543001</vt:lpwstr>
      </vt:variant>
      <vt:variant>
        <vt:i4>2162695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_Toc3543000</vt:lpwstr>
      </vt:variant>
      <vt:variant>
        <vt:i4>2686990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_Toc3542999</vt:lpwstr>
      </vt:variant>
      <vt:variant>
        <vt:i4>2686990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_Toc3542998</vt:lpwstr>
      </vt:variant>
      <vt:variant>
        <vt:i4>2686990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_Toc3542997</vt:lpwstr>
      </vt:variant>
      <vt:variant>
        <vt:i4>2686990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_Toc3542996</vt:lpwstr>
      </vt:variant>
      <vt:variant>
        <vt:i4>2686990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_Toc3542995</vt:lpwstr>
      </vt:variant>
      <vt:variant>
        <vt:i4>2686990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_Toc3542994</vt:lpwstr>
      </vt:variant>
      <vt:variant>
        <vt:i4>2686990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_Toc3542993</vt:lpwstr>
      </vt:variant>
      <vt:variant>
        <vt:i4>2686990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_Toc3542992</vt:lpwstr>
      </vt:variant>
      <vt:variant>
        <vt:i4>2686990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_Toc3542991</vt:lpwstr>
      </vt:variant>
      <vt:variant>
        <vt:i4>2686990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_Toc3542990</vt:lpwstr>
      </vt:variant>
      <vt:variant>
        <vt:i4>2621454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_Toc3542989</vt:lpwstr>
      </vt:variant>
      <vt:variant>
        <vt:i4>2621454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_Toc3542988</vt:lpwstr>
      </vt:variant>
      <vt:variant>
        <vt:i4>2621454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_Toc3542987</vt:lpwstr>
      </vt:variant>
      <vt:variant>
        <vt:i4>2621454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_Toc3542986</vt:lpwstr>
      </vt:variant>
      <vt:variant>
        <vt:i4>2621454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_Toc3542985</vt:lpwstr>
      </vt:variant>
      <vt:variant>
        <vt:i4>2621454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_Toc3542984</vt:lpwstr>
      </vt:variant>
      <vt:variant>
        <vt:i4>2621454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_Toc3542983</vt:lpwstr>
      </vt:variant>
      <vt:variant>
        <vt:i4>2621454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_Toc3542982</vt:lpwstr>
      </vt:variant>
      <vt:variant>
        <vt:i4>2621454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_Toc3542981</vt:lpwstr>
      </vt:variant>
      <vt:variant>
        <vt:i4>2621454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_Toc3542980</vt:lpwstr>
      </vt:variant>
      <vt:variant>
        <vt:i4>2555918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_Toc3542979</vt:lpwstr>
      </vt:variant>
      <vt:variant>
        <vt:i4>2555918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_Toc3542978</vt:lpwstr>
      </vt:variant>
      <vt:variant>
        <vt:i4>2555918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_Toc3542977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komunikatów XML - część zewnętrzna</dc:title>
  <dc:subject/>
  <dc:creator>Bogdan Schmidt</dc:creator>
  <cp:keywords>ZEFIR2,PUESC</cp:keywords>
  <cp:lastModifiedBy>Bogdan Schmidt</cp:lastModifiedBy>
  <cp:revision>4</cp:revision>
  <cp:lastPrinted>2015-10-16T11:19:00Z</cp:lastPrinted>
  <dcterms:created xsi:type="dcterms:W3CDTF">2025-04-10T18:10:00Z</dcterms:created>
  <dcterms:modified xsi:type="dcterms:W3CDTF">2025-05-13T07:30:00Z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1.21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ZF2-PWT-KXML-ZEWN</vt:lpwstr>
  </property>
  <property fmtid="{D5CDD505-2E9C-101B-9397-08002B2CF9AE}" pid="5" name="MSIP_Label_ab83eb73-1339-4c09-b43c-88ef2eea0029_Enabled">
    <vt:lpwstr>true</vt:lpwstr>
  </property>
  <property fmtid="{D5CDD505-2E9C-101B-9397-08002B2CF9AE}" pid="6" name="MSIP_Label_ab83eb73-1339-4c09-b43c-88ef2eea0029_SetDate">
    <vt:lpwstr>2022-12-01T10:51:36Z</vt:lpwstr>
  </property>
  <property fmtid="{D5CDD505-2E9C-101B-9397-08002B2CF9AE}" pid="7" name="MSIP_Label_ab83eb73-1339-4c09-b43c-88ef2eea0029_Method">
    <vt:lpwstr>Standard</vt:lpwstr>
  </property>
  <property fmtid="{D5CDD505-2E9C-101B-9397-08002B2CF9AE}" pid="8" name="MSIP_Label_ab83eb73-1339-4c09-b43c-88ef2eea0029_Name">
    <vt:lpwstr>Wewnętrzny Asseco</vt:lpwstr>
  </property>
  <property fmtid="{D5CDD505-2E9C-101B-9397-08002B2CF9AE}" pid="9" name="MSIP_Label_ab83eb73-1339-4c09-b43c-88ef2eea0029_SiteId">
    <vt:lpwstr>88152bde-cfa3-4a5c-b981-a785c624bb42</vt:lpwstr>
  </property>
  <property fmtid="{D5CDD505-2E9C-101B-9397-08002B2CF9AE}" pid="10" name="MSIP_Label_ab83eb73-1339-4c09-b43c-88ef2eea0029_ActionId">
    <vt:lpwstr>18957944-a16d-4394-9403-d098a1856e71</vt:lpwstr>
  </property>
  <property fmtid="{D5CDD505-2E9C-101B-9397-08002B2CF9AE}" pid="11" name="MSIP_Label_ab83eb73-1339-4c09-b43c-88ef2eea0029_ContentBits">
    <vt:lpwstr>0</vt:lpwstr>
  </property>
  <property fmtid="{D5CDD505-2E9C-101B-9397-08002B2CF9AE}" pid="12" name="MFCATEGORY">
    <vt:lpwstr>InformacjePubliczneInformacjeSektoraPublicznego</vt:lpwstr>
  </property>
  <property fmtid="{D5CDD505-2E9C-101B-9397-08002B2CF9AE}" pid="13" name="MFClassifiedBy">
    <vt:lpwstr>UxC4dwLulzfINJ8nQH+xvX5LNGipWa4BRSZhPgxsCvlQrF21lb7G79z3B6s00bum4nwNpv/SuQxN+gqKnYhp9g==</vt:lpwstr>
  </property>
  <property fmtid="{D5CDD505-2E9C-101B-9397-08002B2CF9AE}" pid="14" name="MFClassificationDate">
    <vt:lpwstr>2024-09-24T12:24:41.8038288+02:00</vt:lpwstr>
  </property>
  <property fmtid="{D5CDD505-2E9C-101B-9397-08002B2CF9AE}" pid="15" name="MFClassifiedBySID">
    <vt:lpwstr>UxC4dwLulzfINJ8nQH+xvX5LNGipWa4BRSZhPgxsCvm42mrIC/DSDv0ggS+FjUN/2v1BBotkLlY5aAiEhoi6uXm5BlzahL/bo8XT5RUJ+fO7qjDJ/AlSBx0GYyOokatd</vt:lpwstr>
  </property>
  <property fmtid="{D5CDD505-2E9C-101B-9397-08002B2CF9AE}" pid="16" name="MFGRNItemId">
    <vt:lpwstr>GRN-478d8247-7c51-4333-b393-cae2b98bcb17</vt:lpwstr>
  </property>
  <property fmtid="{D5CDD505-2E9C-101B-9397-08002B2CF9AE}" pid="17" name="MFHash">
    <vt:lpwstr>mb5d/C4/MMyerC6H6Wor7DPGG3l06YNpOfb9P+AIHyI=</vt:lpwstr>
  </property>
  <property fmtid="{D5CDD505-2E9C-101B-9397-08002B2CF9AE}" pid="18" name="MFVisualMarkingsSettings">
    <vt:lpwstr>HeaderAlignment=1;FooterAlignment=1</vt:lpwstr>
  </property>
  <property fmtid="{D5CDD505-2E9C-101B-9397-08002B2CF9AE}" pid="19" name="DLPManualFileClassification">
    <vt:lpwstr>{2755b7d9-e53d-4779-a40c-03797dcf43b3}</vt:lpwstr>
  </property>
  <property fmtid="{D5CDD505-2E9C-101B-9397-08002B2CF9AE}" pid="20" name="MFRefresh">
    <vt:lpwstr>False</vt:lpwstr>
  </property>
</Properties>
</file>